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8D1" w:rsidRDefault="00AB38D1" w:rsidP="00AB38D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B38D1" w:rsidRDefault="00AB38D1" w:rsidP="00AB38D1"/>
    <w:p w:rsidR="00AB38D1" w:rsidRDefault="00AB38D1" w:rsidP="00AB38D1"/>
    <w:p w:rsidR="00AB38D1" w:rsidRDefault="00AB38D1" w:rsidP="00AB38D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B38D1" w:rsidRDefault="00AB38D1" w:rsidP="00AB38D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B38D1" w:rsidRDefault="00AB38D1" w:rsidP="00AB38D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B38D1" w:rsidRDefault="00AB38D1" w:rsidP="00AB38D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B38D1" w:rsidRDefault="00AB38D1" w:rsidP="00AB38D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38D1" w:rsidRDefault="00AB38D1" w:rsidP="00AB38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B38D1" w:rsidRDefault="00AB38D1" w:rsidP="00AB38D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B38D1" w:rsidRDefault="00AB38D1" w:rsidP="00AB38D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B38D1" w:rsidRDefault="00AB38D1" w:rsidP="00AB38D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B38D1" w:rsidRDefault="00AB38D1" w:rsidP="00AB38D1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AB38D1" w:rsidRDefault="00AB38D1" w:rsidP="00AB38D1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B38D1" w:rsidRDefault="00AB38D1" w:rsidP="00AB38D1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AB38D1" w:rsidRDefault="00AB38D1" w:rsidP="00AB38D1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B38D1" w:rsidRDefault="00AB38D1" w:rsidP="00AB38D1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AB38D1" w:rsidRDefault="00AB38D1" w:rsidP="00AB38D1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Самчук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Н.М.</w:t>
      </w:r>
    </w:p>
    <w:p w:rsidR="00AB38D1" w:rsidRDefault="00AB38D1" w:rsidP="00AB38D1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B38D1" w:rsidRDefault="00AB38D1" w:rsidP="00AB38D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AB38D1" w:rsidRDefault="00AB38D1" w:rsidP="00AB38D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Самчук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Миколаївні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813ED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</w:t>
      </w:r>
      <w:r w:rsidR="00813ED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813ED2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0,2500га,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6823984700:01:018:0035),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Лисиче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Дружби</w:t>
      </w:r>
      <w:proofErr w:type="spellEnd"/>
      <w:r>
        <w:rPr>
          <w:rFonts w:ascii="Times New Roman" w:hAnsi="Times New Roman" w:cs="Times New Roman"/>
          <w:sz w:val="24"/>
          <w:szCs w:val="24"/>
        </w:rPr>
        <w:t>, 5.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AB38D1" w:rsidRDefault="00AB38D1" w:rsidP="00AB38D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AB38D1" w:rsidRDefault="00AB38D1" w:rsidP="00AB38D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AB38D1" w:rsidRDefault="00AB38D1" w:rsidP="00AB38D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B38D1" w:rsidRPr="00AB38D1" w:rsidRDefault="00AB38D1" w:rsidP="00AB38D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B38D1" w:rsidRDefault="00AB38D1" w:rsidP="00AB38D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3915" w:rsidRPr="00AB38D1" w:rsidRDefault="00AB38D1" w:rsidP="00AB38D1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763915" w:rsidRPr="00AB38D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8D1"/>
    <w:rsid w:val="00171A2E"/>
    <w:rsid w:val="00304C90"/>
    <w:rsid w:val="00505B6D"/>
    <w:rsid w:val="006D3977"/>
    <w:rsid w:val="00763915"/>
    <w:rsid w:val="007D6C18"/>
    <w:rsid w:val="00813ED2"/>
    <w:rsid w:val="00AB38D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260</Words>
  <Characters>1485</Characters>
  <Application>Microsoft Office Word</Application>
  <DocSecurity>0</DocSecurity>
  <Lines>12</Lines>
  <Paragraphs>3</Paragraphs>
  <ScaleCrop>false</ScaleCrop>
  <Company>Microsoft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2020-06-23T13:08:00Z</dcterms:created>
  <dcterms:modified xsi:type="dcterms:W3CDTF">2020-06-23T15:44:00Z</dcterms:modified>
</cp:coreProperties>
</file>