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640" w:rsidRDefault="00936640" w:rsidP="009366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936640" w:rsidRDefault="00936640" w:rsidP="00936640"/>
    <w:p w:rsidR="00936640" w:rsidRDefault="00936640" w:rsidP="00936640"/>
    <w:p w:rsidR="00936640" w:rsidRDefault="00936640" w:rsidP="0093664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936640" w:rsidRDefault="00936640" w:rsidP="0093664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936640" w:rsidRDefault="00936640" w:rsidP="0093664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936640" w:rsidRDefault="00936640" w:rsidP="0093664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936640" w:rsidRDefault="00936640" w:rsidP="0093664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6640" w:rsidRDefault="00936640" w:rsidP="0093664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936640" w:rsidRDefault="00936640" w:rsidP="009366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36640" w:rsidRDefault="00936640" w:rsidP="0093664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936640" w:rsidRDefault="00936640" w:rsidP="0093664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36640" w:rsidRPr="00543C50" w:rsidRDefault="00936640" w:rsidP="00936640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№98</w:t>
      </w:r>
    </w:p>
    <w:p w:rsidR="00936640" w:rsidRPr="005E02D7" w:rsidRDefault="00936640" w:rsidP="00936640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936640" w:rsidRPr="005E02D7" w:rsidRDefault="00936640" w:rsidP="0093664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розробку</w:t>
      </w:r>
      <w:proofErr w:type="spellEnd"/>
    </w:p>
    <w:p w:rsidR="00936640" w:rsidRPr="005E02D7" w:rsidRDefault="00936640" w:rsidP="0093664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</w:t>
      </w:r>
      <w:proofErr w:type="spellEnd"/>
    </w:p>
    <w:p w:rsidR="00936640" w:rsidRPr="005E02D7" w:rsidRDefault="00936640" w:rsidP="0093664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936640" w:rsidRPr="00543C50" w:rsidRDefault="00936640" w:rsidP="0093664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Нікітчуку</w:t>
      </w:r>
      <w:proofErr w:type="spellEnd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А.М.</w:t>
      </w:r>
    </w:p>
    <w:p w:rsidR="00936640" w:rsidRPr="005E02D7" w:rsidRDefault="00936640" w:rsidP="0093664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36640" w:rsidRPr="005E02D7" w:rsidRDefault="00936640" w:rsidP="0093664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</w:t>
      </w:r>
      <w:proofErr w:type="spellStart"/>
      <w:proofErr w:type="gram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до пункту 34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частини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Україні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Нікітчука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А.М.,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рада </w:t>
      </w:r>
      <w:proofErr w:type="gramEnd"/>
    </w:p>
    <w:p w:rsidR="00936640" w:rsidRPr="005E02D7" w:rsidRDefault="00936640" w:rsidP="0093664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ВИРІШИЛА:</w:t>
      </w:r>
    </w:p>
    <w:p w:rsidR="00936640" w:rsidRPr="005E02D7" w:rsidRDefault="00936640" w:rsidP="0093664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proofErr w:type="gram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Надати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Нікітчуку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Андрію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Миколайовичу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який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A812B6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__________________</w:t>
      </w:r>
      <w:bookmarkStart w:id="0" w:name="_GoBack"/>
      <w:bookmarkEnd w:id="0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0,25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га, для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ведення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ради в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селі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Крупець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proofErr w:type="gramEnd"/>
    </w:p>
    <w:p w:rsidR="00936640" w:rsidRPr="005E02D7" w:rsidRDefault="00936640" w:rsidP="0093664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</w:t>
      </w:r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2.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Нікітчуку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А.М.,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розгляд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ради</w:t>
      </w:r>
      <w:proofErr w:type="gram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936640" w:rsidRPr="005E02D7" w:rsidRDefault="00936640" w:rsidP="00936640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02D7">
        <w:rPr>
          <w:rFonts w:ascii="Times New Roman" w:hAnsi="Times New Roman" w:cs="Times New Roman"/>
          <w:sz w:val="24"/>
          <w:szCs w:val="24"/>
        </w:rPr>
        <w:t xml:space="preserve">       3. Контроль за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E02D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5E02D7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936640" w:rsidRPr="005E02D7" w:rsidRDefault="00936640" w:rsidP="00936640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936640" w:rsidRPr="005E02D7" w:rsidRDefault="00936640" w:rsidP="0093664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36640" w:rsidRPr="005E02D7" w:rsidRDefault="00936640" w:rsidP="0093664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36640" w:rsidRPr="005E02D7" w:rsidRDefault="00936640" w:rsidP="0093664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36640" w:rsidRPr="005E02D7" w:rsidRDefault="00936640" w:rsidP="0093664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10D11" w:rsidRPr="00936640" w:rsidRDefault="00936640" w:rsidP="00936640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В.А.Михалюк</w:t>
      </w:r>
      <w:proofErr w:type="spellEnd"/>
    </w:p>
    <w:sectPr w:rsidR="00F10D11" w:rsidRPr="00936640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640"/>
    <w:rsid w:val="00171A2E"/>
    <w:rsid w:val="00304C90"/>
    <w:rsid w:val="00505B6D"/>
    <w:rsid w:val="006D3977"/>
    <w:rsid w:val="007D6C18"/>
    <w:rsid w:val="00936640"/>
    <w:rsid w:val="00A812B6"/>
    <w:rsid w:val="00D1641A"/>
    <w:rsid w:val="00F10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5</TotalTime>
  <Pages>1</Pages>
  <Words>229</Words>
  <Characters>1308</Characters>
  <Application>Microsoft Office Word</Application>
  <DocSecurity>0</DocSecurity>
  <Lines>10</Lines>
  <Paragraphs>3</Paragraphs>
  <ScaleCrop>false</ScaleCrop>
  <Company>Microsoft</Company>
  <LinksUpToDate>false</LinksUpToDate>
  <CharactersWithSpaces>1534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2020-07-02T11:57:00Z</dcterms:created>
  <dcterms:modified xsi:type="dcterms:W3CDTF">2020-07-02T13:25:00Z</dcterms:modified>
</cp:coreProperties>
</file>