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19" w:rsidRPr="00FB0BF1" w:rsidRDefault="00674F19" w:rsidP="00674F19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101600</wp:posOffset>
                </wp:positionV>
                <wp:extent cx="516890" cy="640080"/>
                <wp:effectExtent l="0" t="0" r="0" b="0"/>
                <wp:wrapNone/>
                <wp:docPr id="9472" name="Группа 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640080"/>
                          <a:chOff x="3834" y="994"/>
                          <a:chExt cx="1142" cy="1718"/>
                        </a:xfrm>
                      </wpg:grpSpPr>
                      <wps:wsp>
                        <wps:cNvPr id="9473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4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5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6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7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8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9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0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1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2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3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4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5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8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9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0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1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2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3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4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5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6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7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8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9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0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1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4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5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6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30" o:spid="_x0000_s1026" style="position:absolute;margin-left:220.35pt;margin-top:8pt;width:40.7pt;height:50.4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WFwMYA&#10;AADdAAAADwAAAGRycy9kb3ducmV2LnhtbESPQWvCQBSE7wX/w/KE3urGRLRGV5GKUvBUbcXjI/ua&#10;hGbfht01pv++WxA8DjPzDbNc96YRHTlfW1YwHiUgiAuray4VfJ52L68gfEDW2FgmBb/kYb0aPC0x&#10;1/bGH9QdQykihH2OCqoQ2lxKX1Rk0I9sSxy9b+sMhihdKbXDW4SbRqZJMpUGa44LFbb0VlHxc7wa&#10;BYcunZ4v+605ZWU6c0X2tU3rRqnnYb9ZgAjUh0f43n7XCuaTWQb/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WFw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hKh8cA&#10;AADdAAAADwAAAGRycy9kb3ducmV2LnhtbESPQWvCQBSE74L/YXlCL6VuUsTU6CpFKDQKhSaC10f2&#10;NYnNvg3ZrUn/fVcoeBxm5htmsxtNK67Uu8aygngegSAurW64UnAq3p5eQDiPrLG1TAp+ycFuO51s&#10;MNV24E+65r4SAcIuRQW1910qpStrMujmtiMO3pftDfog+0rqHocAN618jqKlNNhwWKixo31N5Xf+&#10;YxTIIs98ljTmMT6cP8bYXvbH8qLUw2x8XYPwNPp7+L/9rhWsFskC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YSof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FVMgA&#10;AADdAAAADwAAAGRycy9kb3ducmV2LnhtbESPT2sCMRTE74V+h/AKvRTNWrTq1iitoIiHgv/uz83r&#10;7urmZZtEXfvpjVDocZiZ3zCjSWMqcSbnS8sKOu0EBHFmdcm5gu1m1hqA8AFZY2WZFFzJw2T8+DDC&#10;VNsLr+i8DrmIEPYpKihCqFMpfVaQQd+2NXH0vq0zGKJ0udQOLxFuKvmaJG/SYMlxocCapgVlx/XJ&#10;KJgt6Djc1T/z7q/r5YPD/mv5uXlR6vmp+XgHEagJ/+G/9kIrGHb7Pbi/iU9Aj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GcVU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8DMYA&#10;AADdAAAADwAAAGRycy9kb3ducmV2LnhtbESPQWvCQBSE74X+h+UJ3uom0lqNbqRYUgqetKVen9ln&#10;Es2+Ddk1Sf99tyB4HGbmG2a1HkwtOmpdZVlBPIlAEOdWV1wo+P7KnuYgnEfWWFsmBb/kYJ0+Pqww&#10;0bbnHXV7X4gAYZeggtL7JpHS5SUZdBPbEAfvZFuDPsi2kLrFPsBNLadRNJMGKw4LJTa0KSm/7K9G&#10;QbR9qY+nHx7mh/eP/HLuM+6rWKnxaHhbgvA0+Hv41v7UChbPrzP4fxOe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o8DMYAAADd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+uMgA&#10;AADdAAAADwAAAGRycy9kb3ducmV2LnhtbESPT2sCMRTE74V+h/AKvRTNWmzVrVFaQREPBf/dn5vX&#10;3dXNyzaJuvbTG6HgcZiZ3zDDcWMqcSLnS8sKOu0EBHFmdcm5gs162uqD8AFZY2WZFFzIw3j0+DDE&#10;VNszL+m0CrmIEPYpKihCqFMpfVaQQd+2NXH0fqwzGKJ0udQOzxFuKvmaJO/SYMlxocCaJgVlh9XR&#10;KJjO6TDY1r+z7p97y/v73ffia/2i1PNT8/kBIlAT7uH/9lwrGHR7Pbi9iU9Aj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h/64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kN5cEA&#10;AADdAAAADwAAAGRycy9kb3ducmV2LnhtbERPTYvCMBC9C/6HMII3TRV13WoUURTB06rsXmebsa02&#10;k9JEW/+9OQgeH+97vmxMIR5UudyygkE/AkGcWJ1zquB82vamIJxH1lhYJgVPcrBctFtzjLWt+Yce&#10;R5+KEMIuRgWZ92UspUsyMuj6tiQO3MVWBn2AVSp1hXUIN4UcRtFEGsw5NGRY0jqj5Ha8GwXRYVz8&#10;X365mf5tdsntWm+5zgdKdTvNagbCU+M/4rd7rxV8j77C3PAmPA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JDeXBAAAA3Q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J9sYA&#10;AADdAAAADwAAAGRycy9kb3ducmV2LnhtbESPQWvCQBSE7wX/w/IEb3WjlmpSV5FowWs1PfT2mn0m&#10;Idm3IbvGtL/eLRQ8DjPzDbPeDqYRPXWusqxgNo1AEOdWV1woyM7vzysQziNrbCyTgh9ysN2MntaY&#10;aHvjD+pPvhABwi5BBaX3bSKly0sy6Ka2JQ7exXYGfZBdIXWHtwA3jZxH0as0WHFYKLGltKS8Pl2N&#10;gs99XS9ijha/X326cul3ls0vB6Um42H3BsLT4B/h//ZRK4hfljH8vQlP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AJ9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PX4cUA&#10;AADdAAAADwAAAGRycy9kb3ducmV2LnhtbERPTWvCQBC9C/0PyxS8SN0oIjZ1FREFBT1US7W3ITsm&#10;wexszK4x+uvdQ8Hj432Pp40pRE2Vyy0r6HUjEMSJ1TmnCn72y48RCOeRNRaWScGdHEwnb60xxtre&#10;+JvqnU9FCGEXo4LM+zKW0iUZGXRdWxIH7mQrgz7AKpW6wlsIN4XsR9FQGsw5NGRY0jyj5Ly7GgUD&#10;qo+zzeNv+3u8LLw9dQ5r1zso1X5vZl8gPDX+Jf53r7SCz8Eo7A9vwhO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I9fh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118YA&#10;AADdAAAADwAAAGRycy9kb3ducmV2LnhtbESPT2vCQBTE7wW/w/IK3urGP5SYuoqkCr2q8dDba/aZ&#10;hGTfhuw2xn56Vyh4HGbmN8xqM5hG9NS5yrKC6SQCQZxbXXGhIDvt32IQziNrbCyTghs52KxHLytM&#10;tL3ygfqjL0SAsEtQQel9m0jp8pIMuoltiYN3sZ1BH2RXSN3hNcBNI2dR9C4NVhwWSmwpLSmvj79G&#10;wfmzrudLjuZ/330au/Qny2aXnVLj12H7AcLT4J/h//aXVrBcxFN4vA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N11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sDcgA&#10;AADdAAAADwAAAGRycy9kb3ducmV2LnhtbESPT2vCQBTE70K/w/IKXkQ3iohGV5GiYMEeasU/t0f2&#10;mYRm38bsGmM/fbdQ8DjMzG+Y2aIxhaipcrllBf1eBII4sTrnVMH+a90dg3AeWWNhmRQ8yMFi/tKa&#10;YaztnT+p3vlUBAi7GBVk3pexlC7JyKDr2ZI4eBdbGfRBVqnUFd4D3BRyEEUjaTDnsJBhSW8ZJd+7&#10;m1EwpPq03P6cPw6n68rbS+f47vpHpdqvzXIKwlPjn+H/9kYrmAzHA/h7E56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vewN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s2IMkA&#10;AADdAAAADwAAAGRycy9kb3ducmV2LnhtbESPW2vCQBSE3wv+h+UIvtWNF1qbuooovYAgmJb29ZA9&#10;zUazZ2N2Nam/vlso9HGYmW+Y+bKzlbhQ40vHCkbDBARx7nTJhYL3t6fbGQgfkDVWjknBN3lYLno3&#10;c0y1a3lPlywUIkLYp6jAhFCnUvrckEU/dDVx9L5cYzFE2RRSN9hGuK3kOEnupMWS44LBmtaG8mN2&#10;tgo+p5OdMy+ZO7eb5+txf7o/fKy3Sg363eoRRKAu/If/2q9awcN0NoHfN/EJyM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js2IM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NycUA&#10;AADdAAAADwAAAGRycy9kb3ducmV2LnhtbESPQWvCQBSE74X+h+UVvOmmaktMXaUtVURPjXp/ZJ9J&#10;aPZtzG7j+u/dgtDjMDPfMPNlMI3oqXO1ZQXPowQEcWF1zaWCw341TEE4j6yxsUwKruRguXh8mGOm&#10;7YW/qc99KSKEXYYKKu/bTEpXVGTQjWxLHL2T7Qz6KLtS6g4vEW4aOU6SV2mw5rhQYUufFRU/+a9R&#10;MNm+nNf6o/zqm3TtdpvTKtThqNTgKby/gfAU/H/43t5oBbNpOoW/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kI3J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qSDsQA&#10;AADdAAAADwAAAGRycy9kb3ducmV2LnhtbESPT4vCMBTE78J+h/AWvGnqsv5p1yjiIgjiQXcPHh/N&#10;syk2L6WJtX57Iwgeh5n5DTNfdrYSLTW+dKxgNExAEOdOl1wo+P/bDGYgfEDWWDkmBXfysFx89OaY&#10;aXfjA7XHUIgIYZ+hAhNCnUnpc0MW/dDVxNE7u8ZiiLIppG7wFuG2kl9JMpEWS44LBmtaG8ovx6tV&#10;cEr36agzv8muna62IWfESztRqv/ZrX5ABOrCO/xqb7WC9Hs2hueb+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akg7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VTSMQA&#10;AADdAAAADwAAAGRycy9kb3ducmV2LnhtbERPPW/CMBDdK/U/WFeJDRyMQCVgUFUJxMJQoMB4io8k&#10;bXwOsYGUX48HpI5P73s6b20lrtT40rGGfi8BQZw5U3KuYbdddN9B+IBssHJMGv7Iw3z2+jLF1Lgb&#10;f9F1E3IRQ9inqKEIoU6l9FlBFn3P1cSRO7nGYoiwyaVp8BbDbSVVkoykxZJjQ4E1fRaU/W4uVsOh&#10;v76P60H7rY7hvPpRy3O22I+07ry1HxMQgdrwL366V0aDGqo4N76JT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FU0j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2gpsQA&#10;AADdAAAADwAAAGRycy9kb3ducmV2LnhtbESPUWvCMBSF3wf7D+EO9jbTFadbNUqZDBSf7PYDLs21&#10;rWtuQpLZ+u/NQPDxcM75Dme5Hk0vzuRDZ1nB6yQDQVxb3XGj4Of76+UdRIjIGnvLpOBCAdarx4cl&#10;FtoOfKBzFRuRIBwKVNDG6AopQ92SwTCxjjh5R+sNxiR9I7XHIcFNL/Msm0mDHaeFFh19tlT/Vn9G&#10;AXo337hKDofZaY/b066kqS2Ven4aywWISGO8h2/trVaQv+Uf8P8mPQG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NoKb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iO4MUA&#10;AADdAAAADwAAAGRycy9kb3ducmV2LnhtbERPTWvCQBC9C/0PyxR6002V2hCzSrUNSM2lth5yG7LT&#10;JDQ7G7KrRn999yB4fLzvdDWYVpyod41lBc+TCARxaXXDlYKf72wcg3AeWWNrmRRcyMFq+TBKMdH2&#10;zF902vtKhBB2CSqove8SKV1Zk0E3sR1x4H5tb9AH2FdS93gO4aaV0yiaS4MNh4YaO9rUVP7tj0ZB&#10;nuVdvuOPuHg/rmfF9np45c9MqafH4W0BwtPg7+Kbe6sVTF9mYX94E56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iI7gxQAAAN0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OOMcA&#10;AADdAAAADwAAAGRycy9kb3ducmV2LnhtbESPQWsCMRSE74L/IbyCN82qVNrVKEWQKrSCttAen5vX&#10;3cXNy5rEdf33piB4HGbmG2a2aE0lGnK+tKxgOEhAEGdWl5wr+P5a9V9A+ICssbJMCq7kYTHvdmaY&#10;anvhHTX7kIsIYZ+igiKEOpXSZwUZ9ANbE0fvzzqDIUqXS+3wEuGmkqMkmUiDJceFAmtaFpQd92ej&#10;YHuanD+an9/3g2tX9anaLD/1a6lU76l9m4II1IZH+N5eawWj5/EQ/t/EJ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Mzjj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w++8UA&#10;AADdAAAADwAAAGRycy9kb3ducmV2LnhtbESP0WrCQBRE3wX/YbkF38ymEW1JXUUKtiKCmPoBl+w1&#10;G8zeDdlVU7++WxB8HGbmDDNf9rYRV+p87VjBa5KCIC6drrlScPxZj99B+ICssXFMCn7Jw3IxHMwx&#10;1+7GB7oWoRIRwj5HBSaENpfSl4Ys+sS1xNE7uc5iiLKrpO7wFuG2kVmazqTFmuOCwZY+DZXn4mIV&#10;cCrX+13ZaPl1P75tv02xnV4KpUYv/eoDRKA+PMOP9kYryKaTDP7fx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D77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sgGMcA&#10;AADdAAAADwAAAGRycy9kb3ducmV2LnhtbESPQWvCQBSE70L/w/IKvemmRoumrtKqgeqtURBvj+wz&#10;Cc2+DdnVpP313ULB4zAz3zCLVW9qcaPWVZYVPI8iEMS51RUXCo6HdDgD4TyyxtoyKfgmB6vlw2CB&#10;ibYdf9It84UIEHYJKii9bxIpXV6SQTeyDXHwLrY16INsC6lb7ALc1HIcRS/SYMVhocSG1iXlX9nV&#10;KMgu57N+5+1kN5u69X4f/8xP6Uapp8f+7RWEp97fw//tD61gPI1j+Hs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7IBj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oxscQA&#10;AADdAAAADwAAAGRycy9kb3ducmV2LnhtbESPQYvCMBSE78L+h/AEb5pq12WpRhFR2IMHrf6AR/Ns&#10;qs1Lt4na/fdmQfA4zHwzzHzZ2VrcqfWVYwXjUQKCuHC64lLB6bgdfoPwAVlj7ZgU/JGH5eKjN8dM&#10;uwcf6J6HUsQS9hkqMCE0mZS+MGTRj1xDHL2zay2GKNtS6hYfsdzWcpIkX9JixXHBYENrQ8U1v1kF&#10;k9Pqsj7v093lN014Y023uR2MUoN+t5qBCNSFd/hF/+jITdNP+H8Tn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6MbH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XKWcgA&#10;AADdAAAADwAAAGRycy9kb3ducmV2LnhtbESPT2vCQBTE74V+h+UJvdWNqSmaukoVCl4K9c9Bb8/s&#10;axLMvo27W0399K5Q6HGYmd8wk1lnGnEm52vLCgb9BARxYXXNpYLt5uN5BMIHZI2NZVLwSx5m08eH&#10;CebaXnhF53UoRYSwz1FBFUKbS+mLigz6vm2Jo/dtncEQpSuldniJcNPINElepcGa40KFLS0qKo7r&#10;H6NgPh7NT19D/ryuDnva7w7HLHWJUk+97v0NRKAu/If/2kutIM1eMri/i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hcpZyAAAAN0AAAAPAAAAAAAAAAAAAAAAAJgCAABk&#10;cnMvZG93bnJldi54bWxQSwUGAAAAAAQABAD1AAAAjQMAAAAA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XPrMcA&#10;AADdAAAADwAAAGRycy9kb3ducmV2LnhtbESPQWvCQBSE74X+h+UJvZRmE61BYlYppYXai8QqeHxk&#10;n0kw+zZktzH+e7dQ8DjMzDdMvh5NKwbqXWNZQRLFIIhLqxuuFOx/Pl8WIJxH1thaJgVXcrBePT7k&#10;mGl74YKGna9EgLDLUEHtfZdJ6cqaDLrIdsTBO9neoA+yr6Tu8RLgppXTOE6lwYbDQo0dvddUnne/&#10;RsG3LIfnzSsl22o4nj+2i4NJi0Spp8n4tgThafT38H/7SyuYzmcp/L0JT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Vz6zHAAAA3QAAAA8AAAAAAAAAAAAAAAAAmAIAAGRy&#10;cy9kb3ducmV2LnhtbFBLBQYAAAAABAAEAPUAAACM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TXsUA&#10;AADdAAAADwAAAGRycy9kb3ducmV2LnhtbESPUWvCQBCE3wv+h2MLvtVLLWlt6ikiFRQKUvUHLHfb&#10;JDS3F3KrSfvrPaHQx2Hmm2Hmy8E36kJdrAMbeJxkoIhtcDWXBk7HzcMMVBRkh01gMvBDEZaL0d0c&#10;Cxd6/qTLQUqVSjgWaKASaQuto63IY5yEljh5X6HzKEl2pXYd9qncN3qaZc/aY81pocKW1hXZ78PZ&#10;G5ierVj/uvv9eD9Jvj+2fZbPVsaM74fVGyihQf7Df/TWJS5/eoHbm/QE9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sBNe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F4i8QA&#10;AADdAAAADwAAAGRycy9kb3ducmV2LnhtbERPy2oCMRTdF/oP4Rbc1UxHWmQ0ipRWFKaKj427S3Kd&#10;DE5uhknU6d83i4LLw3lP571rxI26UHtW8DbMQBBrb2quFBwP369jECEiG2w8k4JfCjCfPT9NsTD+&#10;zju67WMlUgiHAhXYGNtCyqAtOQxD3xIn7uw7hzHBrpKmw3sKd43Ms+xDOqw5NVhs6dOSvuyvToFe&#10;jsqvdXmy+ppvf6p6sy3d7qzU4KVfTEBE6uND/O9eGQX5+yjNTW/S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xeIvEAAAA3Q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0LQMUA&#10;AADdAAAADwAAAGRycy9kb3ducmV2LnhtbESPT4vCMBTE78J+h/AWvGlqZUW7RhFB0Iuw/kGPj+Zt&#10;W2xeShPb6qffLAgeh5n5DTNfdqYUDdWusKxgNIxAEKdWF5wpOB03gykI55E1lpZJwYMcLBcfvTkm&#10;2rb8Q83BZyJA2CWoIPe+SqR0aU4G3dBWxMH7tbVBH2SdSV1jG+CmlHEUTaTBgsNCjhWtc0pvh7tR&#10;UJnn+XTd7ZtodMFYt2tubxNWqv/Zrb5BeOr8O/xqb7WC+Gs8g/834Qn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QtAxQAAAN0AAAAPAAAAAAAAAAAAAAAAAJgCAABkcnMv&#10;ZG93bnJldi54bWxQSwUGAAAAAAQABAD1AAAAig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kbrsMA&#10;AADdAAAADwAAAGRycy9kb3ducmV2LnhtbERPTWvCQBC9F/wPyxS8NZsGW2zMKiJEPAk1QuxtyI5J&#10;MDsbsqtGf333UOjx8b6z1Wg6caPBtZYVvEcxCOLK6pZrBccif5uDcB5ZY2eZFDzIwWo5eckw1fbO&#10;33Q7+FqEEHYpKmi871MpXdWQQRfZnjhwZzsY9AEOtdQD3kO46WQSx5/SYMuhocGeNg1Vl8PVKJid&#10;vtZFST/PS7m1pdwVe7vPr0pNX8f1AoSn0f+L/9w7rSD5mIX94U14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kbrsMAAADd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L64scA&#10;AADdAAAADwAAAGRycy9kb3ducmV2LnhtbESPQWvCQBSE74X+h+UJvdWNaRskukppKVQEQSt4fWaf&#10;SUz2bdzdavz3rlDocZiZb5jpvDetOJPztWUFo2ECgriwuuZSwfbn63kMwgdkja1lUnAlD/PZ48MU&#10;c20vvKbzJpQiQtjnqKAKocul9EVFBv3QdsTRO1hnMETpSqkdXiLctDJNkkwarDkuVNjRR0VFs/k1&#10;Ck4vn83K7XfH/XIxvmZNcUrlIlPqadC/T0AE6sN/+K/9rRWkb68juL+JT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S+uL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8cv8cA&#10;AADdAAAADwAAAGRycy9kb3ducmV2LnhtbESPQWvCQBSE70L/w/IKvZlNQxSbukoVhF4KVXuot2f2&#10;NQlm36a7W43+ercgeBxm5htmOu9NK47kfGNZwXOSgiAurW64UvC1XQ0nIHxA1thaJgVn8jCfPQym&#10;WGh74jUdN6ESEcK+QAV1CF0hpS9rMugT2xFH78c6gyFKV0nt8BThppVZmo6lwYbjQo0dLWsqD5s/&#10;o2DxMln8fub8cVnvd7T73h9GmUuVenrs315BBOrDPXxrv2sF2SjP4f9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PHL/HAAAA3QAAAA8AAAAAAAAAAAAAAAAAmAIAAGRy&#10;cy9kb3ducmV2LnhtbFBLBQYAAAAABAAEAPUAAACMAwAAAAA=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xfF8YA&#10;AADdAAAADwAAAGRycy9kb3ducmV2LnhtbESPUWvCMBSF3wf7D+EKexmarsyh1ShjbLCxQpn6A67N&#10;tS0mNyXJtP57Mxj4eDjnfIezXA/WiBP50DlW8DTJQBDXTnfcKNhtP8YzECEiazSOScGFAqxX93dL&#10;LLQ78w+dNrERCcKhQAVtjH0hZahbshgmridO3sF5izFJ30jt8Zzg1sg8y16kxY7TQos9vbVUHze/&#10;VsF7vvfVHr9NnW0bU35V5eO8KpV6GA2vCxCRhngL/7c/tYJ8+jyF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xfF8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WSscA&#10;AADdAAAADwAAAGRycy9kb3ducmV2LnhtbESPT2vCQBTE74V+h+UVequbWhs0uootBATB+u/g8Zl9&#10;ZkOzb9PsVuO3d4VCj8PM/IaZzDpbizO1vnKs4LWXgCAunK64VLDf5S9DED4ga6wdk4IreZhNHx8m&#10;mGl34Q2dt6EUEcI+QwUmhCaT0heGLPqea4ijd3KtxRBlW0rd4iXCbS37SZJKixXHBYMNfRoqvre/&#10;VoGVeDiWaV6s5m/Lr+Wo+lj/5Eap56duPgYRqAv/4b/2Qivovw9SuL+JT0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TFkrHAAAA3QAAAA8AAAAAAAAAAAAAAAAAmAIAAGRy&#10;cy9kb3ducmV2LnhtbFBLBQYAAAAABAAEAPUAAACM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FB0BF1">
        <w:rPr>
          <w:rFonts w:ascii="Times New Roman" w:eastAsia="Times New Roman" w:hAnsi="Times New Roman"/>
          <w:b/>
          <w:color w:val="FF0000"/>
          <w:lang w:val="ru-RU"/>
        </w:rPr>
        <w:t>ПРОЕКТ</w:t>
      </w:r>
    </w:p>
    <w:p w:rsidR="00674F19" w:rsidRPr="00FB0BF1" w:rsidRDefault="00674F19" w:rsidP="00674F19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674F19" w:rsidRPr="00FB0BF1" w:rsidRDefault="00674F19" w:rsidP="00674F19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674F19" w:rsidRPr="00FB0BF1" w:rsidRDefault="00674F19" w:rsidP="00674F19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674F19" w:rsidRPr="00FB0BF1" w:rsidRDefault="00674F19" w:rsidP="00674F19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674F19" w:rsidRPr="00FB0BF1" w:rsidRDefault="00674F19" w:rsidP="00674F19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674F19" w:rsidRPr="00FB0BF1" w:rsidRDefault="00674F19" w:rsidP="00674F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FB0BF1">
        <w:rPr>
          <w:rFonts w:ascii="Times New Roman" w:eastAsia="Times New Roman" w:hAnsi="Times New Roman"/>
          <w:b/>
          <w:lang w:val="ru-RU"/>
        </w:rPr>
        <w:t>УКРАЇНА</w:t>
      </w:r>
    </w:p>
    <w:p w:rsidR="00674F19" w:rsidRPr="00FB0BF1" w:rsidRDefault="00674F19" w:rsidP="00674F19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FB0BF1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674F19" w:rsidRPr="00FB0BF1" w:rsidRDefault="00674F19" w:rsidP="00674F19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FB0BF1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674F19" w:rsidRPr="00FB0BF1" w:rsidRDefault="00674F19" w:rsidP="00674F19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FB0BF1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674F19" w:rsidRPr="00FB0BF1" w:rsidRDefault="00674F19" w:rsidP="00674F19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FB0BF1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27940" b="0"/>
                <wp:wrapNone/>
                <wp:docPr id="1" name="Группа 2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F19" w:rsidRDefault="00674F19" w:rsidP="00674F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2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AL0u/SVmkAAOdX&#10;BAAOAAAAAAAAAAAAAAAAAC4CAABkcnMvZTJvRG9jLnhtbFBLAQItABQABgAIAAAAIQDfzpAw4gAA&#10;AA0BAAAPAAAAAAAAAAAAAAAAALBrAABkcnMvZG93bnJldi54bWxQSwUGAAAAAAQABADzAAAAv2wA&#10;AAAA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674F19" w:rsidRDefault="00674F19" w:rsidP="00674F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74F19" w:rsidRPr="00FB0BF1" w:rsidRDefault="00674F19" w:rsidP="00674F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FB0BF1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FB0BF1">
        <w:rPr>
          <w:rFonts w:ascii="Times New Roman" w:eastAsia="Times New Roman" w:hAnsi="Times New Roman"/>
          <w:b/>
          <w:lang w:val="ru-RU"/>
        </w:rPr>
        <w:t>ІШЕННЯ</w:t>
      </w:r>
    </w:p>
    <w:p w:rsidR="00674F19" w:rsidRPr="00FB0BF1" w:rsidRDefault="00674F19" w:rsidP="00674F19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 w:rsidRPr="00FB0BF1">
        <w:rPr>
          <w:rFonts w:ascii="Times New Roman" w:eastAsia="Times New Roman" w:hAnsi="Times New Roman"/>
          <w:lang w:val="ru-RU"/>
        </w:rPr>
        <w:t xml:space="preserve">   ХХХ___ </w:t>
      </w:r>
      <w:r w:rsidRPr="00FB0BF1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lang w:val="ru-RU"/>
        </w:rPr>
        <w:t>сесії</w:t>
      </w:r>
      <w:proofErr w:type="spellEnd"/>
      <w:r w:rsidRPr="00FB0BF1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FB0BF1">
        <w:rPr>
          <w:rFonts w:ascii="Times New Roman" w:eastAsia="Times New Roman" w:hAnsi="Times New Roman"/>
          <w:lang w:val="ru-RU"/>
        </w:rPr>
        <w:t xml:space="preserve"> ради   </w:t>
      </w:r>
      <w:r w:rsidRPr="00FB0BF1">
        <w:rPr>
          <w:rFonts w:ascii="Times New Roman" w:eastAsia="Times New Roman" w:hAnsi="Times New Roman"/>
          <w:lang w:val="en-US"/>
        </w:rPr>
        <w:t>VI</w:t>
      </w:r>
      <w:r w:rsidRPr="00FB0BF1">
        <w:rPr>
          <w:rFonts w:ascii="Times New Roman" w:eastAsia="Times New Roman" w:hAnsi="Times New Roman"/>
        </w:rPr>
        <w:t>І</w:t>
      </w:r>
      <w:r w:rsidRPr="00FB0BF1">
        <w:rPr>
          <w:rFonts w:ascii="Times New Roman" w:eastAsia="Times New Roman" w:hAnsi="Times New Roman"/>
          <w:lang w:val="en-US"/>
        </w:rPr>
        <w:t>I</w:t>
      </w:r>
      <w:r w:rsidRPr="00FB0BF1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674F19" w:rsidRPr="00FB0BF1" w:rsidRDefault="00674F19" w:rsidP="00674F19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674F19" w:rsidRPr="00FB0BF1" w:rsidRDefault="00674F19" w:rsidP="00674F19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 w:rsidRPr="00FB0BF1">
        <w:rPr>
          <w:rFonts w:ascii="Times New Roman" w:eastAsia="Times New Roman" w:hAnsi="Times New Roman"/>
          <w:sz w:val="24"/>
          <w:lang w:val="ru-RU"/>
        </w:rPr>
        <w:t xml:space="preserve">                __.11.2020р.                               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674F19" w:rsidRPr="00FB0BF1" w:rsidRDefault="00674F19" w:rsidP="00674F19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674F19" w:rsidRPr="00FB0BF1" w:rsidRDefault="00674F19" w:rsidP="00674F19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674F19" w:rsidRPr="00FB0BF1" w:rsidRDefault="00674F19" w:rsidP="00674F19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674F19" w:rsidRPr="00FB0BF1" w:rsidRDefault="00674F19" w:rsidP="00674F19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674F19" w:rsidRPr="00FB0BF1" w:rsidRDefault="00674F19" w:rsidP="00674F19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FB0BF1">
        <w:rPr>
          <w:rFonts w:ascii="Times New Roman" w:eastAsia="Times New Roman" w:hAnsi="Times New Roman"/>
          <w:b/>
          <w:sz w:val="24"/>
          <w:lang w:val="ru-RU"/>
        </w:rPr>
        <w:t>Бучнову</w:t>
      </w:r>
      <w:proofErr w:type="spellEnd"/>
      <w:r w:rsidRPr="00FB0BF1">
        <w:rPr>
          <w:rFonts w:ascii="Times New Roman" w:eastAsia="Times New Roman" w:hAnsi="Times New Roman"/>
          <w:b/>
          <w:sz w:val="24"/>
          <w:lang w:val="ru-RU"/>
        </w:rPr>
        <w:t xml:space="preserve"> В.В.</w:t>
      </w:r>
    </w:p>
    <w:p w:rsidR="00674F19" w:rsidRPr="00FB0BF1" w:rsidRDefault="00674F19" w:rsidP="00674F19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674F19" w:rsidRPr="00FB0BF1" w:rsidRDefault="00674F19" w:rsidP="00674F19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FB0BF1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FB0BF1">
        <w:rPr>
          <w:rFonts w:ascii="Times New Roman" w:eastAsia="Times New Roman" w:hAnsi="Times New Roman"/>
          <w:sz w:val="24"/>
          <w:lang w:val="ru-RU"/>
        </w:rPr>
        <w:t>до</w:t>
      </w:r>
      <w:proofErr w:type="gram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FB0BF1">
        <w:rPr>
          <w:rFonts w:ascii="Times New Roman" w:eastAsia="Times New Roman" w:hAnsi="Times New Roman"/>
          <w:sz w:val="24"/>
          <w:lang w:val="ru-RU"/>
        </w:rPr>
        <w:t>пункту</w:t>
      </w:r>
      <w:proofErr w:type="gramEnd"/>
      <w:r w:rsidRPr="00FB0BF1">
        <w:rPr>
          <w:rFonts w:ascii="Times New Roman" w:eastAsia="Times New Roman" w:hAnsi="Times New Roman"/>
          <w:sz w:val="24"/>
          <w:lang w:val="ru-RU"/>
        </w:rPr>
        <w:t xml:space="preserve"> 34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», статей 12,  118 та 121 Земельного кодексу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FB0BF1">
        <w:rPr>
          <w:rFonts w:ascii="Times New Roman" w:eastAsia="Times New Roman" w:hAnsi="Times New Roman"/>
          <w:sz w:val="24"/>
        </w:rPr>
        <w:t>Бучнова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В.В.,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674F19" w:rsidRPr="00FB0BF1" w:rsidRDefault="00674F19" w:rsidP="00674F19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FB0BF1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674F19" w:rsidRPr="00FB0BF1" w:rsidRDefault="00674F19" w:rsidP="00674F19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674F19" w:rsidRPr="00FB0BF1" w:rsidRDefault="00674F19" w:rsidP="00674F1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FB0BF1">
        <w:rPr>
          <w:rFonts w:ascii="Times New Roman" w:eastAsia="Times New Roman" w:hAnsi="Times New Roman"/>
          <w:sz w:val="24"/>
          <w:lang w:val="ru-RU"/>
        </w:rPr>
        <w:t xml:space="preserve">        1.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Надати</w:t>
      </w:r>
      <w:proofErr w:type="spellEnd"/>
      <w:r w:rsidRPr="00FB0BF1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Бучнову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Віктору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Володимировичу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,  </w:t>
      </w:r>
      <w:r w:rsidRPr="00FB0BF1">
        <w:rPr>
          <w:rFonts w:ascii="Times New Roman" w:eastAsia="Times New Roman" w:hAnsi="Times New Roman"/>
          <w:sz w:val="24"/>
        </w:rPr>
        <w:t xml:space="preserve">який зареєстрований за адресою: </w:t>
      </w:r>
      <w:r w:rsidR="001E4D26">
        <w:rPr>
          <w:rFonts w:ascii="Times New Roman" w:eastAsia="Times New Roman" w:hAnsi="Times New Roman"/>
          <w:sz w:val="24"/>
          <w:lang w:val="en-US"/>
        </w:rPr>
        <w:t>________________</w:t>
      </w:r>
      <w:bookmarkStart w:id="0" w:name="_GoBack"/>
      <w:bookmarkEnd w:id="0"/>
      <w:r w:rsidRPr="00FB0BF1">
        <w:rPr>
          <w:rFonts w:ascii="Times New Roman" w:hAnsi="Times New Roman"/>
          <w:sz w:val="24"/>
        </w:rPr>
        <w:t>,</w:t>
      </w:r>
      <w:r w:rsidRPr="00FB0BF1">
        <w:rPr>
          <w:rFonts w:ascii="Times New Roman" w:eastAsia="Times New Roman" w:hAnsi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орієнтовною площею </w:t>
      </w:r>
      <w:r w:rsidRPr="00FB0BF1">
        <w:rPr>
          <w:rFonts w:ascii="Times New Roman" w:eastAsia="Times New Roman" w:hAnsi="Times New Roman"/>
          <w:sz w:val="24"/>
          <w:lang w:val="ru-RU"/>
        </w:rPr>
        <w:t xml:space="preserve">0,2000га, </w:t>
      </w:r>
      <w:r w:rsidRPr="00FB0BF1">
        <w:rPr>
          <w:rFonts w:ascii="Times New Roman" w:eastAsia="Times New Roman" w:hAnsi="Times New Roman"/>
          <w:sz w:val="24"/>
        </w:rPr>
        <w:t>для ведення особистого селянського господарства</w:t>
      </w:r>
      <w:r w:rsidRPr="00FB0BF1">
        <w:rPr>
          <w:rFonts w:ascii="Times New Roman" w:eastAsia="Times New Roman" w:hAnsi="Times New Roman"/>
          <w:sz w:val="24"/>
          <w:lang w:val="ru-RU"/>
        </w:rPr>
        <w:t xml:space="preserve">, яка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розташована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с</w:t>
      </w:r>
      <w:proofErr w:type="gramStart"/>
      <w:r w:rsidRPr="00FB0BF1">
        <w:rPr>
          <w:rFonts w:ascii="Times New Roman" w:eastAsia="Times New Roman" w:hAnsi="Times New Roman"/>
          <w:sz w:val="24"/>
          <w:lang w:val="ru-RU"/>
        </w:rPr>
        <w:t>.К</w:t>
      </w:r>
      <w:proofErr w:type="gramEnd"/>
      <w:r w:rsidRPr="00FB0BF1">
        <w:rPr>
          <w:rFonts w:ascii="Times New Roman" w:eastAsia="Times New Roman" w:hAnsi="Times New Roman"/>
          <w:sz w:val="24"/>
          <w:lang w:val="ru-RU"/>
        </w:rPr>
        <w:t>олом’є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по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вул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>. Зелена</w:t>
      </w:r>
      <w:r w:rsidRPr="00FB0BF1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674F19" w:rsidRPr="00FB0BF1" w:rsidRDefault="00674F19" w:rsidP="00674F19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FB0BF1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FB0BF1">
        <w:rPr>
          <w:rFonts w:ascii="Times New Roman" w:eastAsia="Times New Roman" w:hAnsi="Times New Roman"/>
          <w:sz w:val="24"/>
          <w:lang w:val="ru-RU"/>
        </w:rPr>
        <w:t xml:space="preserve">    2</w:t>
      </w:r>
      <w:r w:rsidRPr="00FB0BF1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FB0BF1">
        <w:rPr>
          <w:rFonts w:ascii="Times New Roman" w:eastAsia="Times New Roman" w:hAnsi="Times New Roman"/>
          <w:sz w:val="24"/>
        </w:rPr>
        <w:t>Бучнову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В.В.,,</w:t>
      </w:r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FB0BF1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674F19" w:rsidRPr="00FB0BF1" w:rsidRDefault="00674F19" w:rsidP="00674F1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74F19" w:rsidRPr="00FB0BF1" w:rsidRDefault="00674F19" w:rsidP="00674F1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74F19" w:rsidRPr="00FB0BF1" w:rsidRDefault="00674F19" w:rsidP="00674F19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674F19" w:rsidRPr="00FB0BF1" w:rsidRDefault="00674F19" w:rsidP="00674F19">
      <w:pPr>
        <w:rPr>
          <w:rFonts w:ascii="Times New Roman" w:hAnsi="Times New Roman"/>
          <w:sz w:val="24"/>
          <w:lang w:val="ru-RU"/>
        </w:rPr>
      </w:pPr>
    </w:p>
    <w:p w:rsidR="00674F19" w:rsidRPr="00FB0BF1" w:rsidRDefault="00674F19" w:rsidP="00674F19">
      <w:pPr>
        <w:rPr>
          <w:rFonts w:ascii="Times New Roman" w:hAnsi="Times New Roman"/>
          <w:sz w:val="24"/>
          <w:lang w:val="ru-RU"/>
        </w:rPr>
      </w:pPr>
    </w:p>
    <w:p w:rsidR="00674F19" w:rsidRPr="00FB0BF1" w:rsidRDefault="00674F19" w:rsidP="00674F19">
      <w:pPr>
        <w:rPr>
          <w:rFonts w:ascii="Times New Roman" w:hAnsi="Times New Roman"/>
          <w:sz w:val="24"/>
          <w:lang w:val="ru-RU"/>
        </w:rPr>
      </w:pPr>
      <w:proofErr w:type="spellStart"/>
      <w:r w:rsidRPr="00FB0BF1">
        <w:rPr>
          <w:rFonts w:ascii="Times New Roman" w:hAnsi="Times New Roman"/>
          <w:sz w:val="24"/>
          <w:lang w:val="ru-RU"/>
        </w:rPr>
        <w:t>Сільський</w:t>
      </w:r>
      <w:proofErr w:type="spellEnd"/>
      <w:r w:rsidRPr="00FB0BF1">
        <w:rPr>
          <w:rFonts w:ascii="Times New Roman" w:hAnsi="Times New Roman"/>
          <w:sz w:val="24"/>
          <w:lang w:val="ru-RU"/>
        </w:rPr>
        <w:t xml:space="preserve"> голова                                                                                                   </w:t>
      </w:r>
      <w:proofErr w:type="spellStart"/>
      <w:r w:rsidRPr="00FB0BF1">
        <w:rPr>
          <w:rFonts w:ascii="Times New Roman" w:hAnsi="Times New Roman"/>
          <w:sz w:val="24"/>
          <w:lang w:val="ru-RU"/>
        </w:rPr>
        <w:t>В.А.Михалюк</w:t>
      </w:r>
      <w:proofErr w:type="spellEnd"/>
      <w:r w:rsidRPr="00FB0BF1">
        <w:rPr>
          <w:rFonts w:ascii="Times New Roman" w:hAnsi="Times New Roman"/>
          <w:sz w:val="24"/>
          <w:lang w:val="ru-RU"/>
        </w:rPr>
        <w:t xml:space="preserve"> </w:t>
      </w:r>
    </w:p>
    <w:p w:rsidR="00782FCB" w:rsidRDefault="00782FCB"/>
    <w:sectPr w:rsidR="00782FC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19"/>
    <w:rsid w:val="00171A2E"/>
    <w:rsid w:val="001E4D26"/>
    <w:rsid w:val="00304C90"/>
    <w:rsid w:val="00505B6D"/>
    <w:rsid w:val="00674F19"/>
    <w:rsid w:val="006D3977"/>
    <w:rsid w:val="00782FCB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1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1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2020-11-17T16:27:00Z</dcterms:created>
  <dcterms:modified xsi:type="dcterms:W3CDTF">2020-11-18T07:11:00Z</dcterms:modified>
</cp:coreProperties>
</file>