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1E" w:rsidRPr="00DE6ED3" w:rsidRDefault="009C691E" w:rsidP="009C691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C691E" w:rsidRPr="00DE6ED3" w:rsidRDefault="009C691E" w:rsidP="009C6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C691E" w:rsidRPr="00DE6ED3" w:rsidRDefault="009C691E" w:rsidP="009C6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91E" w:rsidRDefault="009C691E" w:rsidP="009C69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91E" w:rsidRDefault="009C691E" w:rsidP="009C69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9C691E" w:rsidRPr="00DE6ED3" w:rsidRDefault="009C691E" w:rsidP="009C691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9C691E" w:rsidRPr="00DE6ED3" w:rsidRDefault="009C691E" w:rsidP="009C691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9C691E" w:rsidRPr="00DE6ED3" w:rsidRDefault="009C691E" w:rsidP="009C691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9C691E" w:rsidRPr="00DE6ED3" w:rsidRDefault="009C691E" w:rsidP="009C691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9C691E" w:rsidRPr="00DE6ED3" w:rsidRDefault="009C691E" w:rsidP="009C69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9C691E" w:rsidRPr="00DE6ED3" w:rsidRDefault="009C691E" w:rsidP="009C69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9C691E" w:rsidRPr="00DE6ED3" w:rsidRDefault="009C691E" w:rsidP="009C691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Юрчик О.М.</w:t>
      </w: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Юрчик О.М.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691E" w:rsidRPr="00DE6ED3" w:rsidRDefault="009C691E" w:rsidP="009C69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Юрчик Олені Максимівні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0,0965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C691E" w:rsidRPr="00DE6ED3" w:rsidRDefault="009C691E" w:rsidP="009C69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Юрчик Олені Максимівні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243E47" w:rsidRPr="00243E47">
        <w:rPr>
          <w:rFonts w:ascii="Times New Roman" w:eastAsia="Calibri" w:hAnsi="Times New Roman" w:cs="Times New Roman"/>
          <w:sz w:val="24"/>
        </w:rPr>
        <w:t>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243E47" w:rsidRPr="00243E4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0,0965 га, кадастровий номер: 6823984000:01:016:0036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C691E" w:rsidRPr="00DE6ED3" w:rsidRDefault="009C691E" w:rsidP="009C69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Юрчик О.М.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C691E" w:rsidRPr="00DE6ED3" w:rsidRDefault="009C691E" w:rsidP="009C69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C691E" w:rsidRPr="00DE6ED3" w:rsidRDefault="009C691E" w:rsidP="009C69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691E" w:rsidRPr="00DE6ED3" w:rsidRDefault="009C691E" w:rsidP="009C69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274BE" w:rsidRPr="009C691E" w:rsidRDefault="009C691E" w:rsidP="009C691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3274BE" w:rsidRPr="009C69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1E"/>
    <w:rsid w:val="00171A2E"/>
    <w:rsid w:val="00243E47"/>
    <w:rsid w:val="00304C90"/>
    <w:rsid w:val="003274BE"/>
    <w:rsid w:val="00505B6D"/>
    <w:rsid w:val="006D3977"/>
    <w:rsid w:val="007D6C18"/>
    <w:rsid w:val="009C69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2021-03-17T09:25:00Z</dcterms:created>
  <dcterms:modified xsi:type="dcterms:W3CDTF">2021-03-17T09:33:00Z</dcterms:modified>
</cp:coreProperties>
</file>