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318" w:rsidRPr="00A12FAC" w:rsidRDefault="00382318" w:rsidP="00382318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5DFA89" wp14:editId="166120BB">
                <wp:simplePos x="0" y="0"/>
                <wp:positionH relativeFrom="column">
                  <wp:posOffset>2702560</wp:posOffset>
                </wp:positionH>
                <wp:positionV relativeFrom="paragraph">
                  <wp:posOffset>131445</wp:posOffset>
                </wp:positionV>
                <wp:extent cx="444500" cy="610870"/>
                <wp:effectExtent l="0" t="0" r="0" b="0"/>
                <wp:wrapNone/>
                <wp:docPr id="96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97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2.8pt;margin-top:10.3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8NJcQA&#10;AADbAAAADwAAAGRycy9kb3ducmV2LnhtbESPT2vCQBTE70K/w/KE3nRjBP+kbkKpVAqeqq30+Mg+&#10;k2D2bdjdxvjtu0LB4zAzv2E2xWBa0ZPzjWUFs2kCgri0uuFKwdfxfbIC4QOyxtYyKbiRhyJ/Gm0w&#10;0/bKn9QfQiUihH2GCuoQukxKX9Zk0E9tRxy9s3UGQ5SuktrhNcJNK9MkWUiDDceFGjt6q6m8HH6N&#10;gn2fLk4/u605zqt06cr59zZtWqWex8PrC4hAQ3iE/9sfWsF6Cfcv8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fDSX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6MMEA&#10;AADbAAAADwAAAGRycy9kb3ducmV2LnhtbERPTYvCMBC9C/6HMMJeRNN6WLUaRQoLuguCVfA6NGNb&#10;bSalydbuv98cBI+P973e9qYWHbWusqwgnkYgiHOrKy4UXM5fkwUI55E11pZJwR852G6GgzUm2j75&#10;RF3mCxFC2CWooPS+SaR0eUkG3dQ2xIG72dagD7AtpG7xGcJNLWdR9CkNVhwaSmwoLSl/ZL9GgTxn&#10;B3+YV2Ycf1+PfWzv6U9+V+pj1O9WIDz1/i1+ufdawTKMDV/C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EOjD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OgQsYA&#10;AADbAAAADwAAAGRycy9kb3ducmV2LnhtbESPT2sCMRTE70K/Q3iFXkSzFi3u1ii1YJEeBP/dn5vX&#10;3a2bl22S6uqnNwWhx2FmfsNMZq2pxYmcrywrGPQTEMS51RUXCnbbRW8MwgdkjbVlUnAhD7PpQ2eC&#10;mbZnXtNpEwoRIewzVFCG0GRS+rwkg75vG+LofVlnMETpCqkdniPc1PI5SV6kwYrjQokNvZeUHze/&#10;RsFiScd03/x8DK9uVIy/D6vP+bar1NNj+/YKIlAb/sP39lIrSFP4+xJ/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OgQs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Pg1sQA&#10;AADcAAAADwAAAGRycy9kb3ducmV2LnhtbESPQWvCQBCF7wX/wzKCt7prwSLRVUSxCD3Vil7H7JhE&#10;s7Mhu5r033cOhd5meG/e+2ax6n2tntTGKrCFydiAIs6Dq7iwcPzevc5AxYTssA5MFn4owmo5eFlg&#10;5kLHX/Q8pEJJCMcMLZQpNZnWMS/JYxyHhli0a2g9JlnbQrsWOwn3tX4z5l17rFgaSmxoU1J+Pzy8&#10;BfM5rS/XE/ez8/Yjv9+6HXfVxNrRsF/PQSXq07/573rvBN8IvjwjE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j4Nb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oRcQA&#10;AADcAAAADwAAAGRycy9kb3ducmV2LnhtbERPS2sCMRC+F/ofwhR6KZq1aFm3RmkFi3gQfN2nm3F3&#10;dTNZk1S3/fVGEHqbj+85o0lranEm5yvLCnrdBARxbnXFhYLtZtZJQfiArLG2TAp+ycNk/Pgwwkzb&#10;C6/ovA6FiCHsM1RQhtBkUvq8JIO+axviyO2tMxgidIXUDi8x3NTyNUnepMGKY0OJDU1Lyo/rH6Ng&#10;NqfjcNecvvp/blCkh+/l4nPzotTzU/vxDiJQG/7Fd/dcx/lJD27PxAvk+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0qEX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3bOsAA&#10;AADcAAAADwAAAGRycy9kb3ducmV2LnhtbERPTYvCMBC9C/6HMII3myi4SNcoi6IIntYVvc42Y9u1&#10;mZQm2vrvjSDsbR7vc+bLzlbiTo0vHWsYJwoEceZMybmG489mNAPhA7LByjFpeJCH5aLfm2NqXMvf&#10;dD+EXMQQ9ilqKEKoUyl9VpBFn7iaOHIX11gMETa5NA22MdxWcqLUh7RYcmwosKZVQdn1cLMa1H5a&#10;/V5O3M3O6212/Ws33JZjrYeD7usTRKAu/Ivf7p2J89UE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3bOsAAAADc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WBCMIA&#10;AADcAAAADwAAAGRycy9kb3ducmV2LnhtbERPTWvCQBC9C/6HZQRvuquBYqOrSKzQa2168DZmxyQk&#10;Oxuy25j213cLhd7m8T5ndxhtKwbqfe1Yw2qpQBAXztRcasjfz4sNCB+QDbaOScMXeTjsp5MdpsY9&#10;+I2GSyhFDGGfooYqhC6V0hcVWfRL1xFH7u56iyHCvpSmx0cMt61cK/UkLdYcGyrsKKuoaC6fVsPH&#10;qWmSZ1bJ93XINj675fn6/qL1fDYetyACjeFf/Od+NXG+SuD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VYEI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49HMQA&#10;AADcAAAADwAAAGRycy9kb3ducmV2LnhtbERPTWvCQBC9C/6HZQQvpW4UKZK6ioiChXqoirG3ITsm&#10;odnZmF1j7K/vCgVv83ifM523phQN1a6wrGA4iEAQp1YXnCk47NevExDOI2ssLZOCOzmYz7qdKcba&#10;3viLmp3PRAhhF6OC3PsqltKlORl0A1sRB+5sa4M+wDqTusZbCDelHEXRmzRYcGjIsaJlTunP7moU&#10;jKk5LT5/v7fH02Xl7fkl+XDDRKl+r128g/DU+qf4373RYX40hs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PRz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C858IA&#10;AADcAAAADwAAAGRycy9kb3ducmV2LnhtbERPTWvCQBC9F/wPyxS81d0qFk1dRVKFXqvx4G2aHZOQ&#10;7GzIbmPsr3cLBW/zeJ+z2gy2ET11vnKs4XWiQBDnzlRcaMiO+5cFCB+QDTaOScONPGzWo6cVJsZd&#10;+Yv6QyhEDGGfoIYyhDaR0uclWfQT1xJH7uI6iyHCrpCmw2sMt42cKvUmLVYcG0psKS0prw8/VsPp&#10;o65nS1az33OfLnz6nWXTy07r8fOwfQcRaAgP8b/708T5ag5/z8QL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8Lzn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G8MQA&#10;AADcAAAADwAAAGRycy9kb3ducmV2LnhtbERPTWvCQBC9C/6HZYRepG4UEUldRcSCgh6qovY2ZMck&#10;NDubZrcx+uu7guBtHu9zJrPGFKKmyuWWFfR7EQjixOqcUwWH/ef7GITzyBoLy6TgRg5m03ZrgrG2&#10;V/6ieudTEULYxagg876MpXRJRgZdz5bEgbvYyqAPsEqlrvAawk0hB1E0kgZzDg0ZlrTIKPnZ/RkF&#10;Q6rP8839e3s8/y69vXRPa9c/KfXWaeYfIDw1/iV+ulc6zI9G8HgmXC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wBvD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5EcsQA&#10;AADcAAAADwAAAGRycy9kb3ducmV2LnhtbERP32vCMBB+H/g/hBP2NlN1TKlGEYfbYCDYyfZ6NGdT&#10;bS5dE223v34RhL3dx/fz5svOVuJCjS8dKxgOEhDEudMlFwr2H5uHKQgfkDVWjknBD3lYLnp3c0y1&#10;a3lHlywUIoawT1GBCaFOpfS5IYt+4GriyB1cYzFE2BRSN9jGcFvJUZI8SYslxwaDNa0N5afsbBV8&#10;PY63zrxm7tw+v/yedt+T4+f6Xan7freagQjUhX/xzf2m4/xkAtdn4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uRHL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jl8cQA&#10;AADcAAAADwAAAGRycy9kb3ducmV2LnhtbESPQW/CMAyF75P4D5GRuI2UoU2oEBBMgNB2GoO71Zi2&#10;onFKE0r27+fDpN1svef3Pi9WyTWqpy7Ung1Mxhko4sLbmksDp+/d8wxUiMgWG89k4IcCrJaDpwXm&#10;1j/4i/pjLJWEcMjRQBVjm2sdioochrFviUW7+M5hlLUrte3wIeGu0S9Z9qYd1iwNFbb0XlFxPd6d&#10;genH621vN+W2b2b78Hm47FKdzsaMhmk9BxUpxX/z3/XBCn4mtPKMTK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I5fH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ksY8IA&#10;AADcAAAADwAAAGRycy9kb3ducmV2LnhtbERPPWvDMBDdC/0P4grZaikd0tq1YkxCIFA6NMmQ8bCu&#10;lol1MpbqOP8+KhS63eN9XlnNrhcTjaHzrGGZKRDEjTcdtxpOx93zG4gQkQ32nknDjQJU68eHEgvj&#10;r/xF0yG2IoVwKFCDjXEopAyNJYch8wNx4r796DAmOLbSjHhN4a6XL0qtpMOOU4PFgTaWmsvhx2k4&#10;55/5crZb9TG91vvYMOJlWmm9eJrrdxCR5vgv/nPvTZqvcvh9Jl0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ySxj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5/OMcA&#10;AADcAAAADwAAAGRycy9kb3ducmV2LnhtbESPQW/CMAyF75P2HyJP4jbSFgmNQkBoEhOXHcZg42g1&#10;pi00Tmky6Pj1+DBpN1vv+b3Ps0XvGnWhLtSeDaTDBBRx4W3NpYHt5+r5BVSIyBYbz2TglwIs5o8P&#10;M8ytv/IHXTaxVBLCIUcDVYxtrnUoKnIYhr4lFu3gO4dR1q7UtsOrhLtGZ0ky1g5rloYKW3qtqDht&#10;fpyB7/T9NmlH/S7bx/P6mL2di9XX2JjBU7+cgorUx3/z3/XaCn4q+PKMT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+fzj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9n8AA&#10;AADcAAAADwAAAGRycy9kb3ducmV2LnhtbERP3WrCMBS+H/gO4Qy8m2lFVDqjFGXg8MrqAxyas7au&#10;OQlJZru3XwaCd+fj+z2b3Wh6cScfOssK8lkGgri2uuNGwfXy8bYGESKyxt4yKfilALvt5GWDhbYD&#10;n+lexUakEA4FKmhjdIWUoW7JYJhZR5y4L+sNxgR9I7XHIYWbXs6zbCkNdpwaWnS0b6n+rn6MAvRu&#10;dXCVHM7L2wmPt8+SFrZUavo6lu8gIo3xKX64jzrNz3P4fyZd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/y9n8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RwT8QA&#10;AADcAAAADwAAAGRycy9kb3ducmV2LnhtbERPTWvCQBC9F/wPywje6kaFVmJWqbYBsbkY24O3ITsm&#10;odnZkN1o6q/vFgq9zeN9TrIZTCOu1LnasoLZNAJBXFhdc6ng45Q+LkE4j6yxsUwKvsnBZj16SDDW&#10;9sZHuua+FCGEXYwKKu/bWEpXVGTQTW1LHLiL7Qz6ALtS6g5vIdw0ch5FT9JgzaGhwpZ2FRVfeW8U&#10;ZGnWZu/8tjy/9tvFeX//fOZDqtRkPLysQHga/L/4z73XYf5sDr/PhAv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UcE/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0WMQA&#10;AADcAAAADwAAAGRycy9kb3ducmV2LnhtbERP32vCMBB+H/g/hBP2NtNOkFmNIgWZAzeYDubj2Zxt&#10;sbnUJNb63y+Dwd7u4/t582VvGtGR87VlBekoAUFcWF1zqeBrv356AeEDssbGMim4k4flYvAwx0zb&#10;G39StwuliCHsM1RQhdBmUvqiIoN+ZFviyJ2sMxgidKXUDm8x3DTyOUkm0mDNsaHClvKKivPuahR8&#10;XCbXbfd9eD26ft1emrf8XU9rpR6H/WoGIlAf/sV/7o2O89Mx/D4TL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rtFj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AScEA&#10;AADcAAAADwAAAGRycy9kb3ducmV2LnhtbERP24rCMBB9X/Afwiz4pqnija5RRPCCLIjVDxia2aZs&#10;MylN1OrXG2Fh3+ZwrjNftrYSN2p86VjBoJ+AIM6dLrlQcDlvejMQPiBrrByTggd5WC46H3NMtbvz&#10;iW5ZKEQMYZ+iAhNCnUrpc0MWfd/VxJH7cY3FEGFTSN3gPYbbSg6TZCItlhwbDNa0NpT/ZlergBO5&#10;OX7nlZbb52V62JnsML5mSnU/29UXiEBt+Bf/ufc6zh+M4P1MvE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HwEnBAAAA3A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iXbsMA&#10;AADcAAAADwAAAGRycy9kb3ducmV2LnhtbERPTWvCQBC9C/6HZQRvurFW0egq1lZQb0ZBvA3ZMQlm&#10;Z0N2q2l/fbcgeJvH+5z5sjGluFPtCssKBv0IBHFqdcGZgtNx05uAcB5ZY2mZFPyQg+Wi3ZpjrO2D&#10;D3RPfCZCCLsYFeTeV7GULs3JoOvbijhwV1sb9AHWmdQ1PkK4KeVbFI2lwYJDQ44VrXNKb8m3UZBc&#10;Lxf9wV/vu8nIrff74e/0vPlUqttpVjMQnhr/Ej/dWx3mD0bw/0y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iXbs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Hdnb4A&#10;AADcAAAADwAAAGRycy9kb3ducmV2LnhtbERPSwrCMBDdC94hjOBOUxVEqlFEFFy48HeAoRmbajOp&#10;TdR6eyMI7ubxvjNbNLYUT6p94VjBoJ+AIM6cLjhXcD5tehMQPiBrLB2Tgjd5WMzbrRmm2r34QM9j&#10;yEUMYZ+iAhNClUrpM0MWfd9VxJG7uNpiiLDOpa7xFcNtKYdJMpYWC44NBitaGcpux4dVMDwvr6vL&#10;frS73kcJr61p1o+DUarbaZZTEIGa8Bf/3Fsd5w/G8H0mXi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B3Z2+AAAA3AAAAA8AAAAAAAAAAAAAAAAAmAIAAGRycy9kb3ducmV2&#10;LnhtbFBLBQYAAAAABAAEAPUAAACD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1dhMQA&#10;AADcAAAADwAAAGRycy9kb3ducmV2LnhtbERPTWvCQBC9C/0PyxR6041irU2zShUEL4LaHuptzE6T&#10;kOxsurvV1F/vCkJv83ifk80704gTOV9ZVjAcJCCIc6srLhR8fqz6UxA+IGtsLJOCP/Iwnz30Mky1&#10;PfOOTvtQiBjCPkUFZQhtKqXPSzLoB7Yljty3dQZDhK6Q2uE5hptGjpJkIg1WHBtKbGlZUl7vf42C&#10;xet08bMd8+ayOx7o8HWsn0cuUerpsXt/AxGoC//iu3ut4/zhC9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dXYTEAAAA3AAAAA8AAAAAAAAAAAAAAAAAmAIAAGRycy9k&#10;b3ducmV2LnhtbFBLBQYAAAAABAAEAPUAAACJAwAAAAA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l/ZcYA&#10;AADcAAAADwAAAGRycy9kb3ducmV2LnhtbESPQWvCQBCF7wX/wzJCL0U3kSKSZiNFLNhexKjQ45Cd&#10;JsHsbMhuY/rvO4dCbzO8N+99k28n16mRhtB6NpAuE1DElbct1wYu57fFBlSIyBY7z2TghwJsi9lD&#10;jpn1dz7RWMZaSQiHDA00MfaZ1qFqyGFY+p5YtC8/OIyyDrW2A94l3HV6lSRr7bBlaWiwp11D1a38&#10;dgY+dDU+vT9TeqzHz9v+uLm69Sk15nE+vb6AijTFf/Pf9cEKfiq08oxMo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l/ZcYAAADc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DxgcEA&#10;AADcAAAADwAAAGRycy9kb3ducmV2LnhtbERP22rCQBB9L/gPywi+1Y2CotFVpLTQgiBVP2DYnSah&#10;2dmQHU3s17uC0Lc5nOust72v1ZXaWAU2MBlnoIhtcBUXBs6nj9cFqCjIDuvAZOBGEbabwcsacxc6&#10;/qbrUQqVQjjmaKAUaXKtoy3JYxyHhjhxP6H1KAm2hXYtdinc13qaZXPtseLUUGJDbyXZ3+PFG5he&#10;rFi//Prbv59ldjg1XTZb7IwZDfvdCpRQL//ip/vTpfmTJTyeSRfo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Q8YHBAAAA3A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qOcYA&#10;AADcAAAADwAAAGRycy9kb3ducmV2LnhtbESPQUsDMRCF70L/Q5iCN5vtCiJr01KkisJqaeultyGZ&#10;bhY3k2WTtuu/dw6Ctxnem/e+WazG0KkLDamNbGA+K0AR2+habgx8HV7uHkGljOywi0wGfijBajm5&#10;WWDl4pV3dNnnRkkIpwoN+Jz7SutkPQVMs9gTi3aKQ8As69BoN+BVwkOny6J40AFblgaPPT17st/7&#10;czBgX+/rzXt99PZcbj+a9nNbh93JmNvpuH4ClWnM/+a/6zcn+KXgyz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PqOc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uccEA&#10;AADcAAAADwAAAGRycy9kb3ducmV2LnhtbERPS4vCMBC+C/6HMAveNG0PslSjLIUFvQi+0OPQzLal&#10;zaQ0sa376zfCgrf5+J6z3o6mET11rrKsIF5EIIhzqysuFFzO3/NPEM4ja2wsk4InOdhuppM1ptoO&#10;fKT+5AsRQtilqKD0vk2ldHlJBt3CtsSB+7GdQR9gV0jd4RDCTSOTKFpKgxWHhhJbykrK69PDKGjN&#10;7/Vy3x/6KL5hooeMh3rJSs0+xq8VCE+jf4v/3Tsd5icxvJ4JF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krnHBAAAA3A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jAF8EA&#10;AADcAAAADwAAAGRycy9kb3ducmV2LnhtbERPTYvCMBC9L/gfwgje1tQisluNIoLiSdAuVG9DM7bF&#10;ZlKaqNVfbwRhb/N4nzNbdKYWN2pdZVnBaBiBIM6trrhQ8Jeuv39AOI+ssbZMCh7kYDHvfc0w0fbO&#10;e7odfCFCCLsEFZTeN4mULi/JoBvahjhwZ9sa9AG2hdQt3kO4qWUcRRNpsOLQUGJDq5Lyy+FqFIyP&#10;v8s0o9Pzkm1sJrfpzu7WV6UG/W45BeGp8//ij3urw/w4hvcz4QI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owBfBAAAA3A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AxcMA&#10;AADcAAAADwAAAGRycy9kb3ducmV2LnhtbERP22rCQBB9F/yHZYS+6cYIQVJXKZZCpVDwAr6O2WmS&#10;Jjsbd7ca/74rCL7N4VxnsepNKy7kfG1ZwXSSgCAurK65VHDYf4znIHxA1thaJgU38rBaDgcLzLW9&#10;8pYuu1CKGMI+RwVVCF0upS8qMugntiOO3I91BkOErpTa4TWGm1amSZJJgzXHhgo7WldUNLs/o+A8&#10;e2++3en4e/razG9ZU5xTucmUehn1b68gAvXhKX64P3Wcn87g/ky8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CAxcMAAADcAAAADwAAAAAAAAAAAAAAAACYAgAAZHJzL2Rv&#10;d25yZXYueG1sUEsFBgAAAAAEAAQA9QAAAIg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JTsMA&#10;AADcAAAADwAAAGRycy9kb3ducmV2LnhtbERPS2sCMRC+C/6HMEJvmnXRYrdGUaHQi+DrUG/jZrq7&#10;uJmsSaqrv74RCr3Nx/ec6bw1tbiS85VlBcNBAoI4t7riQsFh/9GfgPABWWNtmRTcycN81u1MMdP2&#10;xlu67kIhYgj7DBWUITSZlD4vyaAf2IY4ct/WGQwRukJqh7cYbmqZJsmrNFhxbCixoVVJ+Xn3YxQs&#10;3ybLy2bE68f2dKTj1+k8Tl2i1EuvXbyDCNSGf/Gf+1PH+ekIns/EC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MJTsMAAADcAAAADwAAAAAAAAAAAAAAAACYAgAAZHJzL2Rv&#10;d25yZXYueG1sUEsFBgAAAAAEAAQA9QAAAIg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9OMMMA&#10;AADcAAAADwAAAGRycy9kb3ducmV2LnhtbERP3WrCMBS+H+wdwhl4M2ZqweE6o4g4cFgo6h7g2Jy1&#10;ZclJSTLt3t4IA+/Ox/d75svBGnEmHzrHCibjDARx7XTHjYKv48fLDESIyBqNY1LwRwGWi8eHORba&#10;XXhP50NsRArhUKCCNsa+kDLULVkMY9cTJ+7beYsxQd9I7fGSwq2ReZa9Sosdp4YWe1q3VP8cfq2C&#10;TX7y1Ql3ps6OjSk/q/L5rSqVGj0Nq3cQkYZ4F/+7tzrNz6dwe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9OMMMAAADcAAAADwAAAAAAAAAAAAAAAACYAgAAZHJzL2Rv&#10;d25yZXYueG1sUEsFBgAAAAAEAAQA9QAAAIg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wG/8MA&#10;AADcAAAADwAAAGRycy9kb3ducmV2LnhtbERPTWvCQBC9C/6HZYTe6qYWgo2uIQqBgtBa9eBxmp1m&#10;Q7OzaXar8d+7hYK3ebzPWeaDbcWZet84VvA0TUAQV043XCs4HsrHOQgfkDW2jknBlTzkq/FoiZl2&#10;F/6g8z7UIoawz1CBCaHLpPSVIYt+6jriyH253mKIsK+l7vESw20rZ0mSSosNxwaDHW0MVd/7X6vA&#10;Sjx91mlZvRXP2/ftS7Pe/ZRGqYfJUCxABBrCXfzvftVx/iyFv2fiB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wG/8MAAADcAAAADwAAAAAAAAAAAAAAAACYAgAAZHJzL2Rv&#10;d25yZXYueG1sUEsFBgAAAAAEAAQA9QAAAIg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ru-RU"/>
        </w:rPr>
      </w:pP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ru-RU"/>
        </w:rPr>
      </w:pPr>
    </w:p>
    <w:p w:rsidR="00382318" w:rsidRPr="00A12FAC" w:rsidRDefault="00382318" w:rsidP="00382318">
      <w:pPr>
        <w:tabs>
          <w:tab w:val="left" w:pos="252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У К </w:t>
      </w:r>
      <w:proofErr w:type="gramStart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</w:t>
      </w:r>
      <w:proofErr w:type="gramEnd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А Ї Н А</w:t>
      </w: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КРУПЕЦЬКА СІЛЬСЬКА РАДА</w:t>
      </w: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СЛАВУТСЬКОГО РАЙОНУ</w:t>
      </w: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ХМЕЛЬНИЦЬКОЇ ОБЛАСТІ</w:t>
      </w: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ВИКОНАВЧИЙ КОМІТЕТ</w:t>
      </w: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gramStart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</w:t>
      </w:r>
      <w:proofErr w:type="gramEnd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ІШЕННЯ</w:t>
      </w: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82318" w:rsidRPr="00A12FAC" w:rsidRDefault="00382318" w:rsidP="0038231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2FAC">
        <w:rPr>
          <w:rFonts w:ascii="Times New Roman" w:eastAsiaTheme="minorHAnsi" w:hAnsi="Times New Roman" w:cs="Times New Roman"/>
          <w:sz w:val="24"/>
          <w:szCs w:val="24"/>
          <w:lang w:eastAsia="en-US"/>
        </w:rPr>
        <w:t>19.08</w:t>
      </w:r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.2021                                   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</w:t>
      </w:r>
      <w:proofErr w:type="spellStart"/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</w:t>
      </w:r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                             №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85</w:t>
      </w:r>
    </w:p>
    <w:p w:rsidR="00382318" w:rsidRPr="00A12FAC" w:rsidRDefault="00382318" w:rsidP="00382318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2318" w:rsidRPr="00A12FAC" w:rsidRDefault="00382318" w:rsidP="003823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Про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влаштування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дитини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Семенюк М.С.,</w:t>
      </w:r>
    </w:p>
    <w:p w:rsidR="00382318" w:rsidRPr="00A12FAC" w:rsidRDefault="00382318" w:rsidP="003823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на </w:t>
      </w: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навчання з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цілодобов</w:t>
      </w: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перебування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</w:p>
    <w:p w:rsidR="00382318" w:rsidRPr="00A12FAC" w:rsidRDefault="00382318" w:rsidP="0038231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до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гімназії</w:t>
      </w:r>
    </w:p>
    <w:p w:rsidR="00382318" w:rsidRPr="00A12FAC" w:rsidRDefault="00382318" w:rsidP="0038231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82318" w:rsidRPr="00A12FAC" w:rsidRDefault="00382318" w:rsidP="00382318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382318" w:rsidRDefault="00382318" w:rsidP="00382318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Розглянувши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заяву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гр.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Семенюк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Олени 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Василівни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яка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зареєстрована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мешкає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адресою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_____________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про влаштування дитини Семенюк Маргарити Сергіївни 22.10.2015 року народження на цілодобове перебування до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гімназії Хмельницької обласної ради, враховуючи </w:t>
      </w:r>
      <w:proofErr w:type="gram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ішення комісії з питань захисту прав дитини,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ст.. 32 Закону України «Про місцеве самоврядування в Україні», 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 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ст. 55 Закону України «Про освіту», ст. ст. 9, 12, 19 Закону України «Про охорону дитинства», «Порядком зарахування дітей на цілодобове перебування до закладів, які здійснюють інституційний догляд і виховання дітей», затвердженим Постановою Кабінету Міністрів України від 01.06.2020 №586, Постановою Кабінету Міністрів України від 01.06.2020 № 585 «Про забезпечення соціального захисту дітей, які перебувають у складних життєвих обставинах»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виконком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</w:t>
      </w:r>
    </w:p>
    <w:p w:rsidR="00382318" w:rsidRPr="00A12FAC" w:rsidRDefault="00382318" w:rsidP="0038231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ВИРІШИВ:</w:t>
      </w:r>
    </w:p>
    <w:p w:rsidR="00382318" w:rsidRPr="00A12FAC" w:rsidRDefault="00382318" w:rsidP="00382318">
      <w:pPr>
        <w:shd w:val="clear" w:color="auto" w:fill="FFFFFF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82318" w:rsidRPr="00A12FAC" w:rsidRDefault="00382318" w:rsidP="00382318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Влаштувати дитину Семенюк Маргариту Сергіївну 22.10.2015 року народження (РНОКПП 4229802841) до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гімназії Хмельницької обласної ради на навчання на 2021-2022 навчальний рік з цілодобовим перебуванням.</w:t>
      </w:r>
    </w:p>
    <w:p w:rsidR="00382318" w:rsidRPr="00496AE3" w:rsidRDefault="00382318" w:rsidP="00382318">
      <w:pPr>
        <w:pStyle w:val="af1"/>
        <w:numPr>
          <w:ilvl w:val="0"/>
          <w:numId w:val="12"/>
        </w:numPr>
        <w:shd w:val="clear" w:color="auto" w:fill="FFFFFF"/>
        <w:spacing w:after="113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Контроль за виконанням цього рішення покласти на 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начальника служби у справах дітей В.М.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Самчука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.</w:t>
      </w:r>
    </w:p>
    <w:p w:rsidR="00382318" w:rsidRPr="00A12FAC" w:rsidRDefault="00382318" w:rsidP="00382318">
      <w:pPr>
        <w:shd w:val="clear" w:color="auto" w:fill="FFFFFF"/>
        <w:spacing w:after="113" w:line="240" w:lineRule="auto"/>
        <w:ind w:left="709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2318" w:rsidRPr="00A12FAC" w:rsidRDefault="00382318" w:rsidP="00382318">
      <w:pPr>
        <w:shd w:val="clear" w:color="auto" w:fill="FFFFFF"/>
        <w:spacing w:after="113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82318" w:rsidRPr="00FF2DA8" w:rsidRDefault="00382318" w:rsidP="00382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A8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382318" w:rsidRPr="00FF2DA8" w:rsidRDefault="00382318" w:rsidP="00382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A8">
        <w:rPr>
          <w:rFonts w:ascii="Times New Roman" w:hAnsi="Times New Roman" w:cs="Times New Roman"/>
          <w:sz w:val="24"/>
          <w:szCs w:val="24"/>
        </w:rPr>
        <w:lastRenderedPageBreak/>
        <w:t xml:space="preserve">з питань діяльності виконавчих </w:t>
      </w:r>
    </w:p>
    <w:p w:rsidR="00382318" w:rsidRPr="00FF2DA8" w:rsidRDefault="00382318" w:rsidP="0038231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F2DA8">
        <w:rPr>
          <w:rFonts w:ascii="Times New Roman" w:hAnsi="Times New Roman" w:cs="Times New Roman"/>
          <w:sz w:val="24"/>
          <w:szCs w:val="24"/>
        </w:rPr>
        <w:t xml:space="preserve">органів ради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FF2DA8">
        <w:rPr>
          <w:rFonts w:ascii="Times New Roman" w:hAnsi="Times New Roman" w:cs="Times New Roman"/>
          <w:sz w:val="24"/>
          <w:szCs w:val="24"/>
        </w:rPr>
        <w:t xml:space="preserve">                 Любов ЛІПСЬКА                                      </w:t>
      </w:r>
    </w:p>
    <w:p w:rsidR="0045412F" w:rsidRDefault="0045412F">
      <w:bookmarkStart w:id="0" w:name="_GoBack"/>
      <w:bookmarkEnd w:id="0"/>
    </w:p>
    <w:sectPr w:rsidR="0045412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B78" w:rsidRDefault="00DF2B78">
      <w:pPr>
        <w:spacing w:after="0" w:line="240" w:lineRule="auto"/>
      </w:pPr>
      <w:r>
        <w:separator/>
      </w:r>
    </w:p>
  </w:endnote>
  <w:endnote w:type="continuationSeparator" w:id="0">
    <w:p w:rsidR="00DF2B78" w:rsidRDefault="00DF2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B78" w:rsidRDefault="00DF2B78">
      <w:pPr>
        <w:spacing w:after="0" w:line="240" w:lineRule="auto"/>
      </w:pPr>
      <w:r>
        <w:separator/>
      </w:r>
    </w:p>
  </w:footnote>
  <w:footnote w:type="continuationSeparator" w:id="0">
    <w:p w:rsidR="00DF2B78" w:rsidRDefault="00DF2B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6C012886"/>
    <w:multiLevelType w:val="hybridMultilevel"/>
    <w:tmpl w:val="83583DD6"/>
    <w:lvl w:ilvl="0" w:tplc="C1403188">
      <w:start w:val="1"/>
      <w:numFmt w:val="decimal"/>
      <w:lvlText w:val="%1."/>
      <w:lvlJc w:val="left"/>
      <w:pPr>
        <w:ind w:left="1146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2318"/>
    <w:rsid w:val="00382318"/>
    <w:rsid w:val="0045412F"/>
    <w:rsid w:val="00DF2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18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2318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2021-09-29T04:22:00Z</dcterms:created>
  <dcterms:modified xsi:type="dcterms:W3CDTF">2021-09-29T04:22:00Z</dcterms:modified>
</cp:coreProperties>
</file>