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A80" w:rsidRPr="00A12FAC" w:rsidRDefault="00193A80" w:rsidP="00193A80">
      <w:pPr>
        <w:shd w:val="clear" w:color="auto" w:fill="FFFFFF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145B348" wp14:editId="19FBCE37">
                <wp:simplePos x="0" y="0"/>
                <wp:positionH relativeFrom="column">
                  <wp:posOffset>2702560</wp:posOffset>
                </wp:positionH>
                <wp:positionV relativeFrom="paragraph">
                  <wp:posOffset>131445</wp:posOffset>
                </wp:positionV>
                <wp:extent cx="444500" cy="610870"/>
                <wp:effectExtent l="0" t="0" r="0" b="0"/>
                <wp:wrapNone/>
                <wp:docPr id="65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66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2.8pt;margin-top:10.3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bYmcQA&#10;AADbAAAADwAAAGRycy9kb3ducmV2LnhtbESPQWvCQBSE70L/w/IKvemmEaJEN6FUWgqeNLZ4fGRf&#10;k9Ds27C7jem/7wqCx2FmvmG25WR6MZLznWUFz4sEBHFtdceNglP1Nl+D8AFZY2+ZFPyRh7J4mG0x&#10;1/bCBxqPoRERwj5HBW0IQy6lr1sy6Bd2II7et3UGQ5SukdrhJcJNL9MkyaTBjuNCiwO9tlT/HH+N&#10;gv2YZl/n952plk26cvXyc5d2vVJPj9PLBkSgKdzDt/aHVpBlcP0Sf4As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G2Jn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7eZcQA&#10;AADbAAAADwAAAGRycy9kb3ducmV2LnhtbESPT2vCQBTE74LfYXlCL1I38ZBIdA1FKNQKhUah10f2&#10;mT/Nvg3ZVeO3d4VCj8PM/IbZ5KPpxJUG11hWEC8iEMSl1Q1XCk7H99cVCOeRNXaWScGdHOTb6WSD&#10;mbY3/qZr4SsRIOwyVFB732dSurImg25he+Lgne1g0Ac5VFIPeAtw08llFCXSYMNhocaedjWVv8XF&#10;KJDHYu/3aWPm8efP1xjbdncoW6VeZuPbGoSn0f+H/9ofWkGSwvNL+AFy+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O3mX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p1/sMA&#10;AADbAAAADwAAAGRycy9kb3ducmV2LnhtbERPy2rCQBTdF/oPwy24KTqpWNE0E6mCIl0I9bG/zVyT&#10;aOZOnBk17dd3FoUuD+edzTrTiBs5X1tW8DJIQBAXVtdcKtjvlv0JCB+QNTaWScE3eZjljw8Zptre&#10;+ZNu21CKGMI+RQVVCG0qpS8qMugHtiWO3NE6gyFCV0rt8B7DTSOHSTKWBmuODRW2tKioOG+vRsFy&#10;Tefpob2sRj/utZycvjYf892zUr2n7v0NRKAu/Iv/3GutYBzHxi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p1/s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e25cQA&#10;AADbAAAADwAAAGRycy9kb3ducmV2LnhtbESPT2vCQBTE70K/w/IKvelGoSFN3UipWARPjdJeX7Mv&#10;f2r2bchuk/jt3YLgcZiZ3zDrzWRaMVDvGssKlosIBHFhdcOVgtNxN09AOI+ssbVMCi7kYJM9zNaY&#10;ajvyJw25r0SAsEtRQe19l0rpipoMuoXtiINX2t6gD7KvpO5xDHDTylUUxdJgw2Ghxo7eayrO+Z9R&#10;EB2e25/yi6fke/tRnH/HHY/NUqmnx+ntFYSnyd/Dt/ZeK4hf4P9L+AEy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XtuXEAAAA2w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XvJcMA&#10;AADbAAAADwAAAGRycy9kb3ducmV2LnhtbERPz2vCMBS+D/wfwhN2EU0dbnPVKG6giIfBqrs/m2db&#10;bV66JNPOv94chB0/vt/TeWtqcSbnK8sKhoMEBHFudcWFgt122R+D8AFZY22ZFPyRh/ms8zDFVNsL&#10;f9E5C4WIIexTVFCG0KRS+rwkg35gG+LIHawzGCJ0hdQOLzHc1PIpSV6kwYpjQ4kNfZSUn7Jfo2C5&#10;ptPbd/OzGl3dczE+7j8379ueUo/ddjEBEagN/+K7e60VvMb18Uv8AX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XvJcMAAADbAAAADwAAAAAAAAAAAAAAAACYAgAAZHJzL2Rv&#10;d25yZXYueG1sUEsFBgAAAAAEAAQA9QAAAIg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gsPsQA&#10;AADbAAAADwAAAGRycy9kb3ducmV2LnhtbESPT2vCQBTE7wW/w/KE3ppNCm0lZhWxpAg9+Qe9PrPP&#10;JJp9G7LbJH57t1DocZiZ3zDZcjSN6KlztWUFSRSDIC6srrlUcNjnLzMQziNrbCyTgjs5WC4mTxmm&#10;2g68pX7nSxEg7FJUUHnfplK6oiKDLrItcfAutjPog+xKqTscAtw08jWO36XBmsNChS2tKypuux+j&#10;IP5+a86XI4+z0+dXcbsOOQ91otTzdFzNQXga/X/4r73RCj4S+P0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4LD7EAAAA2w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E4CsQA&#10;AADbAAAADwAAAGRycy9kb3ducmV2LnhtbESPQWvCQBSE7wX/w/IEb3VjBKvRVSS10Gs1Hrw9s88k&#10;JPs2ZLcx7a93CwWPw8x8w2x2g2lET52rLCuYTSMQxLnVFRcKstPH6xKE88gaG8uk4Icc7Lajlw0m&#10;2t75i/qjL0SAsEtQQel9m0jp8pIMuqltiYN3s51BH2RXSN3hPcBNI+MoWkiDFYeFEltKS8rr47dR&#10;cH6v6/mKo/nvpU+XLr1mWXw7KDUZD/s1CE+Df4b/259awVsMf1/CD5D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hOArEAAAA2w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IBBccA&#10;AADbAAAADwAAAGRycy9kb3ducmV2LnhtbESPT2vCQBTE70K/w/IKvUizsRUr0VVEKlioB23xz+2R&#10;fSbB7Ns0u8bUT98tCB6HmfkNM562phQN1a6wrKAXxSCIU6sLzhR8fy2ehyCcR9ZYWiYFv+RgOnno&#10;jDHR9sJrajY+EwHCLkEFufdVIqVLczLoIlsRB+9oa4M+yDqTusZLgJtSvsTxQBosOCzkWNE8p/S0&#10;ORsFfWr2s8/rYbXd/7x7e+zuPlxvp9TTYzsbgfDU+nv41l5qBW+v8P8l/AA5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SAQXHAAAA2wAAAA8AAAAAAAAAAAAAAAAAmAIAAGRy&#10;cy9kb3ducmV2LnhtbFBLBQYAAAAABAAEAPUAAACM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QF5cUA&#10;AADbAAAADwAAAGRycy9kb3ducmV2LnhtbESPQWvCQBSE74L/YXmCN92opdrUTZDUQq/aeOjtNftM&#10;QrJvQ3Yb0/76rlDocZiZb5h9OppWDNS72rKC1TICQVxYXXOpIH9/XexAOI+ssbVMCr7JQZpMJ3uM&#10;tb3xiYazL0WAsItRQeV9F0vpiooMuqXtiIN3tb1BH2RfSt3jLcBNK9dR9CgN1hwWKuwoq6hozl9G&#10;weWlaTZPHG1+PoZs57LPPF9fj0rNZ+PhGYSn0f+H/9pvWsH2Ae5fwg+Qy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BAXlxQAAANs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c86scA&#10;AADbAAAADwAAAGRycy9kb3ducmV2LnhtbESPT2vCQBTE70K/w/IKvUizsVQr0VVEKlioB23xz+2R&#10;fSbB7Ns0u8bUT98tCB6HmfkNM562phQN1a6wrKAXxSCIU6sLzhR8fy2ehyCcR9ZYWiYFv+RgOnno&#10;jDHR9sJrajY+EwHCLkEFufdVIqVLczLoIlsRB+9oa4M+yDqTusZLgJtSvsTxQBosOCzkWNE8p/S0&#10;ORsFr9TsZ5/Xw2q7/3n39tjdfbjeTqmnx3Y2AuGp9ffwrb3UCt768P8l/AA5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j3POrHAAAA2wAAAA8AAAAAAAAAAAAAAAAAmAIAAGRy&#10;cy9kb3ducmV2LnhtbFBLBQYAAAAABAAEAPUAAACM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tGFsYA&#10;AADbAAAADwAAAGRycy9kb3ducmV2LnhtbESP3WrCQBSE7wu+w3IKvaub/qASXUUstkKhYBS9PWSP&#10;2Wj2bMyuJvbpu4VCL4eZ+YaZzDpbiSs1vnSs4KmfgCDOnS65ULDdLB9HIHxA1lg5JgU38jCb9u4m&#10;mGrX8pquWShEhLBPUYEJoU6l9Lkhi77vauLoHVxjMUTZFFI32Ea4reRzkgykxZLjgsGaFobyU3ax&#10;CvavL1/OfGTu0r69f5/W5+Fxt/hU6uG+m49BBOrCf/ivvdIKhgP4/RJ/gJ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tGFs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C4bMQA&#10;AADbAAAADwAAAGRycy9kb3ducmV2LnhtbESPT2vCQBTE7wW/w/IK3ppNLf4hZhUtVURPant/ZJ9J&#10;MPs2za5x/fbdQqHHYWZ+w+TLYBrRU+dqywpekxQEcWF1zaWCz/PmZQbCeWSNjWVS8CAHy8XgKcdM&#10;2zsfqT/5UkQIuwwVVN63mZSuqMigS2xLHL2L7Qz6KLtS6g7vEW4aOUrTiTRYc1yosKX3iorr6WYU&#10;vO3H31u9Lj/6ZrZ1h91lE+rwpdTwOazmIDwF/x/+a++0gukUfr/EHy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guGz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9txLwA&#10;AADbAAAADwAAAGRycy9kb3ducmV2LnhtbERPuwrCMBTdBf8hXMFNUx18VKOIIgji4GNwvDTXptjc&#10;lCbW+vdmEBwP571ct7YUDdW+cKxgNExAEGdOF5wruF33gxkIH5A1lo5JwYc8rFfdzhJT7d58puYS&#10;chFD2KeowIRQpVL6zJBFP3QVceQerrYYIqxzqWt8x3BbynGSTKTFgmODwYq2hrLn5WUV3Oen+ag1&#10;u+TYTDeHkDHis5ko1e+1mwWIQG34i3/ug1YwjWPjl/gD5Oo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t723EvAAAANsAAAAPAAAAAAAAAAAAAAAAAJgCAABkcnMvZG93bnJldi54&#10;bWxQSwUGAAAAAAQABAD1AAAAg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n5MsUA&#10;AADbAAAADwAAAGRycy9kb3ducmV2LnhtbESPT2vCQBTE74LfYXmCN90YwT+pq4igeOmhtrY9PrLP&#10;JJp9G7NbTf30riB4HGbmN8xs0ZhSXKh2hWUFg34Egji1uuBMwdfnujcB4TyyxtIyKfgnB4t5uzXD&#10;RNsrf9Bl5zMRIOwSVJB7XyVSujQng65vK+LgHWxt0AdZZ1LXeA1wU8o4ikbSYMFhIceKVjmlp92f&#10;UfAzeL9Nq2Gzj3/9eXuMN+d0/T1Sqttplm8gPDX+FX62t1rBeAqPL+EH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efkyxQAAANs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XK7L4A&#10;AADbAAAADwAAAGRycy9kb3ducmV2LnhtbERPzYrCMBC+C/sOYRa8aaosKtUoZZcFF09WH2Boxrba&#10;TEISbX37zUHw+PH9b3aD6cSDfGgtK5hNMxDEldUt1wrOp9/JCkSIyBo7y6TgSQF224/RBnNtez7S&#10;o4y1SCEcclTQxOhyKUPVkMEwtY44cRfrDcYEfS21xz6Fm07Os2whDbacGhp09N1QdSvvRgF6t/xx&#10;peyPi+sB99e/gr5sodT4cyjWICIN8S1+ufdawSqtT1/SD5Db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eFyuy+AAAA2wAAAA8AAAAAAAAAAAAAAAAAmAIAAGRycy9kb3ducmV2&#10;LnhtbFBLBQYAAAAABAAEAPUAAACD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1zQ8UA&#10;AADbAAAADwAAAGRycy9kb3ducmV2LnhtbESPQWvCQBSE74L/YXmCN92o0IbUVdQ2IDYXbXvw9sg+&#10;k2D2bciumvrruwXB4zAz3zDzZWdqcaXWVZYVTMYRCOLc6ooLBd9f6SgG4TyyxtoyKfglB8tFvzfH&#10;RNsb7+l68IUIEHYJKii9bxIpXV6SQTe2DXHwTrY16INsC6lbvAW4qeU0il6kwYrDQokNbUrKz4eL&#10;UZClWZN98kd8fL+sZ8ft/eeVd6lSw0G3egPhqfPP8KO91QriCfx/C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7XNDxQAAANsAAAAPAAAAAAAAAAAAAAAAAJgCAABkcnMv&#10;ZG93bnJldi54bWxQSwUGAAAAAAQABAD1AAAAig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TihsUA&#10;AADbAAAADwAAAGRycy9kb3ducmV2LnhtbESPQWvCQBSE7wX/w/KE3pqNHsRG11ACYgutoBX0+Jp9&#10;TUKzb+PuGtN/7wqFHoeZ+YZZ5oNpRU/ON5YVTJIUBHFpdcOVgsPn+mkOwgdkja1lUvBLHvLV6GGJ&#10;mbZX3lG/D5WIEPYZKqhD6DIpfVmTQZ/Yjjh639YZDFG6SmqH1wg3rZym6UwabDgu1NhRUVP5s78Y&#10;Bdvz7PLeH0+bLzesu3P7Vnzo50apx/HwsgARaAj/4b/2q1Ywn8L9S/wB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pOKG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IbQcQA&#10;AADbAAAADwAAAGRycy9kb3ducmV2LnhtbESPUWvCMBSF3wX/Q7jC3tbUjW2lGkUGbkMEWfQHXJpr&#10;U2xuShO1269fBoKPh3POdzjz5eBacaE+NJ4VTLMcBHHlTcO1gsN+/ViACBHZYOuZFPxQgOViPJpj&#10;afyVv+miYy0ShEOJCmyMXSllqCw5DJnviJN39L3DmGRfS9PjNcFdK5/y/FU6bDgtWOzo3VJ10men&#10;gHO53m2r1siP38Pb5tPqzctZK/UwGVYzEJGGeA/f2l9GQfEM/1/S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SG0H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nzocUA&#10;AADbAAAADwAAAGRycy9kb3ducmV2LnhtbESPQWvCQBSE70L/w/IKvemmrZaYZpXWKqi3pgXx9sg+&#10;k9Ds25DdxuivdwXB4zAz3zDpvDe16Kh1lWUFz6MIBHFudcWFgt+f1TAG4TyyxtoyKTiRg/nsYZBi&#10;ou2Rv6nLfCEChF2CCkrvm0RKl5dk0I1sQxy8g20N+iDbQuoWjwFuavkSRW/SYMVhocSGFiXlf9m/&#10;UZAd9nv9ycvxJp64xXb7ep7uVl9KPT32H+8gPPX+Hr6111pBPIbrl/AD5O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afOhxQAAANs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Q8UMMA&#10;AADbAAAADwAAAGRycy9kb3ducmV2LnhtbESP3YrCMBSE74V9h3CEvdNURSldUxFR8GIv/HuAQ3Ns&#10;2m1Ouk3U7ttvBMHLYWa+YZar3jbiTp2vHCuYjBMQxIXTFZcKLufdKAXhA7LGxjEp+CMPq/xjsMRM&#10;uwcf6X4KpYgQ9hkqMCG0mZS+MGTRj11LHL2r6yyGKLtS6g4fEW4bOU2ShbRYcVww2NLGUPFzulkF&#10;08u63lwPs+/6d5bw1pp+ezsapT6H/foLRKA+vMOv9l4rSOfw/BJ/gM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5Q8UM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CGCsUA&#10;AADbAAAADwAAAGRycy9kb3ducmV2LnhtbESPT2sCMRTE7wW/Q3gFbzVbsbKuRtGC4EXw30Fvz81z&#10;d3Hzsk2ibvvpTaHQ4zAzv2Ems9bU4k7OV5YVvPcSEMS51RUXCg775VsKwgdkjbVlUvBNHmbTzssE&#10;M20fvKX7LhQiQthnqKAMocmk9HlJBn3PNsTRu1hnMETpCqkdPiLc1LKfJENpsOK4UGJDnyXl193N&#10;KFiM0sXXZsDrn+35RKfj+frRd4lS3dd2PgYRqA3/4b/2SitIh/D7Jf4AOX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AIYK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fXLsQA&#10;AADbAAAADwAAAGRycy9kb3ducmV2LnhtbESPT4vCMBTE74LfITzBi6xpRbR0jSLLCupF/LOwx0fz&#10;bIvNS2lird/eLCx4HGbmN8xi1ZlKtNS40rKCeByBIM6sLjlXcDlvPhIQziNrrCyTgic5WC37vQWm&#10;2j74SO3J5yJA2KWooPC+TqV0WUEG3djWxMG72sagD7LJpW7wEeCmkpMomkmDJYeFAmv6Kii7ne5G&#10;wV5m7Wg3pfiQt7+370PyY2bHWKnhoFt/gvDU+Xf4v73VCpI5/H0JP0Au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H1y7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CbHcAA&#10;AADbAAAADwAAAGRycy9kb3ducmV2LnhtbERPzWrCQBC+C77DMgVvuqmgxOgqIi0oCKXqAwy70yQ0&#10;Oxuyo0n79O6h0OPH97/ZDb5RD+piHdjA6ywDRWyDq7k0cLu+T3NQUZAdNoHJwA9F2G3How0WLvT8&#10;SY+LlCqFcCzQQCXSFlpHW5HHOAstceK+QudREuxK7TrsU7hv9DzLltpjzamhwpYOFdnvy90bmN+t&#10;WL86/Z7fbrL4uLZ9tsj3xkxehv0alNAg/+I/99EZyNPY9CX9AL1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jCbHcAAAADbAAAADwAAAAAAAAAAAAAAAACYAgAAZHJzL2Rvd25y&#10;ZXYueG1sUEsFBgAAAAAEAAQA9QAAAIU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R7LMUA&#10;AADbAAAADwAAAGRycy9kb3ducmV2LnhtbESPT2sCMRTE7wW/Q3iCt5qtguhqlFKqtLBV/HPp7ZE8&#10;N0s3L8sm6vrtm0LB4zAzv2EWq87V4kptqDwreBlmIIi1NxWXCk7H9fMURIjIBmvPpOBOAVbL3tMC&#10;c+NvvKfrIZYiQTjkqMDG2ORSBm3JYRj6hjh5Z986jEm2pTQt3hLc1XKUZRPpsOK0YLGhN0v653Bx&#10;CvRmXLx/Ft9WX0a7r7La7gq3Pys16HevcxCRuvgI/7c/jILpDP6+p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JHss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z7W7wA&#10;AADbAAAADwAAAGRycy9kb3ducmV2LnhtbERPuwrCMBTdBf8hXMFNUx1Eq1FEEHQRfKHjpbm2xeam&#10;NLGtfr0ZBMfDeS9WrSlETZXLLSsYDSMQxInVOacKLuftYArCeWSNhWVS8CYHq2W3s8BY24aPVJ98&#10;KkIIuxgVZN6XsZQuycigG9qSOHAPWxn0AVap1BU2IdwUchxFE2kw59CQYUmbjJLn6WUUlOZzvdz3&#10;hzoa3XCsmw03zwkr1e+16zkIT63/i3/unVYwC+vDl/AD5PI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gTPtbvAAAANsAAAAPAAAAAAAAAAAAAAAAAJgCAABkcnMvZG93bnJldi54&#10;bWxQSwUGAAAAAAQABAD1AAAAgQ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SLMcQA&#10;AADbAAAADwAAAGRycy9kb3ducmV2LnhtbESPQWvCQBSE7wX/w/KE3uomRaRGVwkFxZOgEdLeHtln&#10;Esy+Ddk1Sfvru4LQ4zAz3zDr7Wga0VPnassK4lkEgriwuuZSwSXbvX2AcB5ZY2OZFPyQg+1m8rLG&#10;RNuBT9SffSkChF2CCirv20RKV1Rk0M1sSxy8q+0M+iC7UuoOhwA3jXyPooU0WHNYqLClz4qK2/lu&#10;FMy/lmmW0/fvLd/bXB6yoz3u7kq9Tsd0BcLT6P/Dz/ZBK1jG8PgSfo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UizHEAAAA2w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r2ysUA&#10;AADbAAAADwAAAGRycy9kb3ducmV2LnhtbESPQWvCQBSE7wX/w/IKvdVNUwgaXUUUoVIoqIVen9ln&#10;EpN9G3e3Gv99tyB4HGbmG2Y6700rLuR8bVnB2zABQVxYXXOp4Hu/fh2B8AFZY2uZFNzIw3w2eJpi&#10;ru2Vt3TZhVJECPscFVQhdLmUvqjIoB/ajjh6R+sMhihdKbXDa4SbVqZJkkmDNceFCjtaVlQ0u1+j&#10;4Py+ar7c4ed0+NyMbllTnFO5yZR6ee4XExCB+vAI39sfWsE4hf8v8QfI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KvbKxQAAANsAAAAPAAAAAAAAAAAAAAAAAJgCAABkcnMv&#10;ZG93bnJldi54bWxQSwUGAAAAAAQABAD1AAAAig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6zT8UA&#10;AADbAAAADwAAAGRycy9kb3ducmV2LnhtbESPT2sCMRTE74V+h/AK3mq2WkVXo1RB8CLUPwe9PTev&#10;u4ubl20SdeunbwTB4zAzv2HG08ZU4kLOl5YVfLQTEMSZ1SXnCnbbxfsAhA/IGivLpOCPPEwnry9j&#10;TLW98poum5CLCGGfooIihDqV0mcFGfRtWxNH78c6gyFKl0vt8BrhppKdJOlLgyXHhQJrmheUnTZn&#10;o2A2HMx+vz95dVsfD3TYH0+9jkuUar01XyMQgZrwDD/aS61g2IX7l/gD5O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rrNPxQAAANsAAAAPAAAAAAAAAAAAAAAAAJgCAABkcnMv&#10;ZG93bnJldi54bWxQSwUGAAAAAAQABAD1AAAAigMAAAAA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eFDMQA&#10;AADbAAAADwAAAGRycy9kb3ducmV2LnhtbESPUWvCMBSF3wf+h3CFvYyZTmTMzihjbDCxUKz7Adfm&#10;2haTm5JkWv+9EQY+Hs453+EsVoM14kQ+dI4VvEwyEMS10x03Cn53389vIEJE1mgck4ILBVgtRw8L&#10;zLU785ZOVWxEgnDIUUEbY59LGeqWLIaJ64mTd3DeYkzSN1J7PCe4NXKaZa/SYsdpocWePluqj9Wf&#10;VfA13ftyjxtTZ7vGFOuyeJqXhVKP4+HjHUSkId7D/+0frWA+g9uX9APk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nhQzEAAAA2wAAAA8AAAAAAAAAAAAAAAAAmAIAAGRycy9k&#10;b3ducmV2LnhtbFBLBQYAAAAABAAEAPUAAACJ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9E/MUA&#10;AADbAAAADwAAAGRycy9kb3ducmV2LnhtbESPQWvCQBSE74X+h+UVvNWNFaWmboIVAgWhWvXg8Zl9&#10;zQazb2N2q/Hfd4VCj8PMfMPM89424kKdrx0rGA0TEMSl0zVXCva74vkVhA/IGhvHpOBGHvLs8WGO&#10;qXZX/qLLNlQiQtinqMCE0KZS+tKQRT90LXH0vl1nMUTZVVJ3eI1w28iXJJlKizXHBYMtLQ2Vp+2P&#10;VWAlHo7VtCg/F+PVejWr3zfnwig1eOoXbyAC9eE//Nf+0ApmE7h/iT9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n0T8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193A80" w:rsidRPr="00A12FAC" w:rsidRDefault="00193A80" w:rsidP="00193A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ru-RU" w:eastAsia="ru-RU"/>
        </w:rPr>
      </w:pPr>
    </w:p>
    <w:p w:rsidR="00193A80" w:rsidRPr="00A12FAC" w:rsidRDefault="00193A80" w:rsidP="00193A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ru-RU" w:eastAsia="ru-RU"/>
        </w:rPr>
      </w:pPr>
    </w:p>
    <w:p w:rsidR="00193A80" w:rsidRPr="00A12FAC" w:rsidRDefault="00193A80" w:rsidP="00193A80">
      <w:pPr>
        <w:tabs>
          <w:tab w:val="left" w:pos="252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193A80" w:rsidRPr="00A12FAC" w:rsidRDefault="00193A80" w:rsidP="00193A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У К </w:t>
      </w:r>
      <w:proofErr w:type="gramStart"/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</w:t>
      </w:r>
      <w:proofErr w:type="gramEnd"/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А Ї Н А</w:t>
      </w:r>
    </w:p>
    <w:p w:rsidR="00193A80" w:rsidRPr="00A12FAC" w:rsidRDefault="00193A80" w:rsidP="00193A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КРУПЕЦЬКА СІЛЬСЬКА РАДА</w:t>
      </w:r>
    </w:p>
    <w:p w:rsidR="00193A80" w:rsidRPr="00A12FAC" w:rsidRDefault="00193A80" w:rsidP="00193A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СЛАВУТСЬКОГО РАЙОНУ</w:t>
      </w:r>
    </w:p>
    <w:p w:rsidR="00193A80" w:rsidRPr="00A12FAC" w:rsidRDefault="00193A80" w:rsidP="00193A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ХМЕЛЬНИЦЬКОЇ ОБЛАСТІ</w:t>
      </w:r>
    </w:p>
    <w:p w:rsidR="00193A80" w:rsidRPr="00A12FAC" w:rsidRDefault="00193A80" w:rsidP="00193A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193A80" w:rsidRPr="00A12FAC" w:rsidRDefault="00193A80" w:rsidP="00193A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ВИКОНАВЧИЙ КОМІТЕТ</w:t>
      </w:r>
    </w:p>
    <w:p w:rsidR="00193A80" w:rsidRPr="00A12FAC" w:rsidRDefault="00193A80" w:rsidP="00193A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193A80" w:rsidRPr="00A12FAC" w:rsidRDefault="00193A80" w:rsidP="00193A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gramStart"/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</w:t>
      </w:r>
      <w:proofErr w:type="gramEnd"/>
      <w:r w:rsidRPr="00A12FA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ІШЕННЯ</w:t>
      </w:r>
    </w:p>
    <w:p w:rsidR="00193A80" w:rsidRPr="00A12FAC" w:rsidRDefault="00193A80" w:rsidP="00193A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93A80" w:rsidRPr="00A12FAC" w:rsidRDefault="00193A80" w:rsidP="00193A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A12FAC">
        <w:rPr>
          <w:rFonts w:ascii="Times New Roman" w:eastAsiaTheme="minorHAnsi" w:hAnsi="Times New Roman" w:cs="Times New Roman"/>
          <w:sz w:val="24"/>
          <w:szCs w:val="24"/>
          <w:lang w:eastAsia="en-US"/>
        </w:rPr>
        <w:t>19.08</w:t>
      </w:r>
      <w:r w:rsidRPr="00A12FA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.2021                                                 </w:t>
      </w:r>
      <w:proofErr w:type="spellStart"/>
      <w:r w:rsidRPr="00A12FA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Крупець</w:t>
      </w:r>
      <w:proofErr w:type="spellEnd"/>
      <w:r w:rsidRPr="00A12FA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                                           №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86</w:t>
      </w:r>
    </w:p>
    <w:p w:rsidR="00193A80" w:rsidRPr="00A12FAC" w:rsidRDefault="00193A80" w:rsidP="00193A80">
      <w:pPr>
        <w:shd w:val="clear" w:color="auto" w:fill="FFFFFF"/>
        <w:spacing w:after="113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3A80" w:rsidRPr="00A12FAC" w:rsidRDefault="00193A80" w:rsidP="00193A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Про </w:t>
      </w:r>
      <w:proofErr w:type="spellStart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влаштування</w:t>
      </w:r>
      <w:proofErr w:type="spellEnd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дитини</w:t>
      </w:r>
      <w:proofErr w:type="spellEnd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Семенюк М.С.,</w:t>
      </w:r>
    </w:p>
    <w:p w:rsidR="00193A80" w:rsidRPr="00A12FAC" w:rsidRDefault="00193A80" w:rsidP="00193A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на </w:t>
      </w:r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навчання з </w:t>
      </w:r>
      <w:proofErr w:type="spellStart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цілодобов</w:t>
      </w:r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им</w:t>
      </w:r>
      <w:proofErr w:type="spellEnd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перебування</w:t>
      </w:r>
      <w:proofErr w:type="spellEnd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</w:t>
      </w:r>
    </w:p>
    <w:p w:rsidR="00193A80" w:rsidRPr="00A12FAC" w:rsidRDefault="00193A80" w:rsidP="00193A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 xml:space="preserve">до </w:t>
      </w:r>
      <w:proofErr w:type="spellStart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Плужненської</w:t>
      </w:r>
      <w:proofErr w:type="spellEnd"/>
      <w:r w:rsidRPr="00A12F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гімназії</w:t>
      </w:r>
    </w:p>
    <w:p w:rsidR="00193A80" w:rsidRPr="00A12FAC" w:rsidRDefault="00193A80" w:rsidP="00193A80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193A80" w:rsidRPr="00A12FAC" w:rsidRDefault="00193A80" w:rsidP="00193A80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</w:p>
    <w:p w:rsidR="00193A80" w:rsidRDefault="00193A80" w:rsidP="00193A80">
      <w:pPr>
        <w:shd w:val="clear" w:color="auto" w:fill="FFFFFF"/>
        <w:spacing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Розглянувши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заяву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гр.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Семенюк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Олени 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Василівни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яка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зареєстрована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та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мешкає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за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адресою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: 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Хмельницька область,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Шепетівський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район, с.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Колом’є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вул.. Зелена, 18, про влаштування дитини Семенюк Марти Сергіївни 20.03.2011 року народження на цілодобове перебування до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Плужненської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гімназії Хмельницької обласної ради, враховуючи рішення комісії з питань захисту прав дитини,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 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керуючись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ст.. 32 Закону України «Про місцеве самоврядування в Україні», 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ru-RU" w:eastAsia="ru-RU"/>
        </w:rPr>
        <w:t> 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ст. 55 Закону України «Про освіту», ст. ст. 9, 12, 19 Закону України «Про охорону дитинства», «Порядком зарахування дітей на цілодобове перебування до закладів, які здійснюють інституційний догляд і виховання дітей», затвердженим Постановою Кабінету Міністрів України від 01.06.2020 №586, Постановою Кабінету Міністрів України від 01.06.2020 № 585 «Про забезпечення соціального захисту дітей, які перебувають у складних життєвих обставинах»</w:t>
      </w: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виконком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Крупецької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сільської ради </w:t>
      </w:r>
    </w:p>
    <w:p w:rsidR="00193A80" w:rsidRPr="00A12FAC" w:rsidRDefault="00193A80" w:rsidP="00193A8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ВИРІШИВ:</w:t>
      </w:r>
    </w:p>
    <w:p w:rsidR="00193A80" w:rsidRPr="00A12FAC" w:rsidRDefault="00193A80" w:rsidP="00193A80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93A80" w:rsidRPr="00A12FAC" w:rsidRDefault="00193A80" w:rsidP="00193A80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Влаштувати дитину Семенюк Марту Сергіївну 20.03.2011 року народження (РНОКПП 4062104047) до </w:t>
      </w:r>
      <w:proofErr w:type="spellStart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Плужненської</w:t>
      </w:r>
      <w:proofErr w:type="spellEnd"/>
      <w:r w:rsidRPr="00A12FA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гімназії Хмельницької обласної ради на навчання на 2021-2022 навчальний рік з цілодобовим перебуванням.</w:t>
      </w:r>
    </w:p>
    <w:p w:rsidR="00193A80" w:rsidRPr="00496AE3" w:rsidRDefault="00193A80" w:rsidP="00193A80">
      <w:pPr>
        <w:pStyle w:val="af1"/>
        <w:numPr>
          <w:ilvl w:val="0"/>
          <w:numId w:val="12"/>
        </w:numPr>
        <w:shd w:val="clear" w:color="auto" w:fill="FFFFFF"/>
        <w:spacing w:after="113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12FA3"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Контроль за виконанням цього рішення покласти на </w:t>
      </w:r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начальника служби у справах дітей В.М.</w:t>
      </w:r>
      <w:proofErr w:type="spellStart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Самчука</w:t>
      </w:r>
      <w:proofErr w:type="spellEnd"/>
      <w:r>
        <w:rPr>
          <w:rFonts w:ascii="Times New Roman" w:eastAsia="Times New Roman" w:hAnsi="Times New Roman"/>
          <w:sz w:val="24"/>
          <w:szCs w:val="24"/>
          <w:bdr w:val="none" w:sz="0" w:space="0" w:color="auto" w:frame="1"/>
        </w:rPr>
        <w:t>.</w:t>
      </w:r>
      <w:bookmarkStart w:id="0" w:name="_GoBack"/>
      <w:bookmarkEnd w:id="0"/>
    </w:p>
    <w:p w:rsidR="00193A80" w:rsidRPr="00496AE3" w:rsidRDefault="00193A80" w:rsidP="00193A80">
      <w:pPr>
        <w:pStyle w:val="af1"/>
        <w:shd w:val="clear" w:color="auto" w:fill="FFFFFF"/>
        <w:spacing w:after="113"/>
        <w:ind w:left="1146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93A80" w:rsidRPr="00A12FAC" w:rsidRDefault="00193A80" w:rsidP="00193A80">
      <w:pPr>
        <w:shd w:val="clear" w:color="auto" w:fill="FFFFFF"/>
        <w:spacing w:after="113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93A80" w:rsidRPr="00866FE7" w:rsidRDefault="00193A80" w:rsidP="00193A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FE7">
        <w:rPr>
          <w:rFonts w:ascii="Times New Roman" w:hAnsi="Times New Roman" w:cs="Times New Roman"/>
          <w:sz w:val="24"/>
          <w:szCs w:val="24"/>
        </w:rPr>
        <w:t xml:space="preserve">Заступник сільського голови </w:t>
      </w:r>
    </w:p>
    <w:p w:rsidR="00193A80" w:rsidRPr="00866FE7" w:rsidRDefault="00193A80" w:rsidP="00193A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FE7">
        <w:rPr>
          <w:rFonts w:ascii="Times New Roman" w:hAnsi="Times New Roman" w:cs="Times New Roman"/>
          <w:sz w:val="24"/>
          <w:szCs w:val="24"/>
        </w:rPr>
        <w:t xml:space="preserve">з питань діяльності виконавчих </w:t>
      </w:r>
    </w:p>
    <w:p w:rsidR="00193A80" w:rsidRPr="00866FE7" w:rsidRDefault="00193A80" w:rsidP="00193A8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6FE7">
        <w:rPr>
          <w:rFonts w:ascii="Times New Roman" w:hAnsi="Times New Roman" w:cs="Times New Roman"/>
          <w:sz w:val="24"/>
          <w:szCs w:val="24"/>
        </w:rPr>
        <w:t xml:space="preserve">органів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866FE7">
        <w:rPr>
          <w:rFonts w:ascii="Times New Roman" w:hAnsi="Times New Roman" w:cs="Times New Roman"/>
          <w:sz w:val="24"/>
          <w:szCs w:val="24"/>
        </w:rPr>
        <w:t xml:space="preserve">                        Любов ЛІПСЬКА                                      </w:t>
      </w:r>
    </w:p>
    <w:p w:rsidR="00D77C79" w:rsidRDefault="00D77C79"/>
    <w:sectPr w:rsidR="00D77C79" w:rsidSect="00193A80">
      <w:pgSz w:w="12240" w:h="15840"/>
      <w:pgMar w:top="568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D94" w:rsidRDefault="00140D94">
      <w:pPr>
        <w:spacing w:after="0" w:line="240" w:lineRule="auto"/>
      </w:pPr>
      <w:r>
        <w:separator/>
      </w:r>
    </w:p>
  </w:endnote>
  <w:endnote w:type="continuationSeparator" w:id="0">
    <w:p w:rsidR="00140D94" w:rsidRDefault="00140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D94" w:rsidRDefault="00140D94">
      <w:pPr>
        <w:spacing w:after="0" w:line="240" w:lineRule="auto"/>
      </w:pPr>
      <w:r>
        <w:separator/>
      </w:r>
    </w:p>
  </w:footnote>
  <w:footnote w:type="continuationSeparator" w:id="0">
    <w:p w:rsidR="00140D94" w:rsidRDefault="00140D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519F0372"/>
    <w:multiLevelType w:val="hybridMultilevel"/>
    <w:tmpl w:val="83583DD6"/>
    <w:lvl w:ilvl="0" w:tplc="C1403188">
      <w:start w:val="1"/>
      <w:numFmt w:val="decimal"/>
      <w:lvlText w:val="%1."/>
      <w:lvlJc w:val="left"/>
      <w:pPr>
        <w:ind w:left="1146" w:hanging="360"/>
      </w:pPr>
      <w:rPr>
        <w:sz w:val="28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A80"/>
    <w:rsid w:val="00140D94"/>
    <w:rsid w:val="00193A80"/>
    <w:rsid w:val="00D7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A80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A80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270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2021-09-29T04:22:00Z</dcterms:created>
  <dcterms:modified xsi:type="dcterms:W3CDTF">2021-09-29T04:22:00Z</dcterms:modified>
</cp:coreProperties>
</file>