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C22" w:rsidRPr="00154EFF" w:rsidRDefault="00047C22" w:rsidP="00047C2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7C22" w:rsidRDefault="00047C22" w:rsidP="00047C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7C22" w:rsidRDefault="00047C22" w:rsidP="00047C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7C22" w:rsidRDefault="00047C22" w:rsidP="00047C2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47C22" w:rsidRDefault="00047C22" w:rsidP="00047C2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7C22" w:rsidRDefault="00047C22" w:rsidP="00047C2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№82</w:t>
      </w:r>
    </w:p>
    <w:p w:rsidR="00047C22" w:rsidRPr="003B50D1" w:rsidRDefault="00047C22" w:rsidP="00047C2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47C22" w:rsidRPr="003B50D1" w:rsidRDefault="00047C22" w:rsidP="00047C2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047C22" w:rsidRPr="003B50D1" w:rsidRDefault="00047C22" w:rsidP="00047C2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Михальчуку  В.І.</w:t>
      </w: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Михальчука В.І.,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047C22" w:rsidRPr="00BF4128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3B50D1">
        <w:rPr>
          <w:rFonts w:ascii="Times New Roman" w:eastAsia="Calibri" w:hAnsi="Times New Roman" w:cs="Times New Roman"/>
          <w:sz w:val="24"/>
        </w:rPr>
        <w:t xml:space="preserve">1. Надати </w:t>
      </w:r>
      <w:r>
        <w:rPr>
          <w:rFonts w:ascii="Times New Roman" w:eastAsia="Calibri" w:hAnsi="Times New Roman" w:cs="Times New Roman"/>
          <w:sz w:val="24"/>
        </w:rPr>
        <w:t>Михальчуку Валерію Івановичу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14F78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0,6000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Михальчуку В.І.,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47C22" w:rsidRPr="003B50D1" w:rsidRDefault="00047C22" w:rsidP="00047C2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47C22" w:rsidRPr="003B50D1" w:rsidRDefault="00047C22" w:rsidP="00047C2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47C22" w:rsidRPr="003B50D1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47C22" w:rsidRDefault="00047C22" w:rsidP="00047C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41EAD" w:rsidRPr="00047C22" w:rsidRDefault="00047C22" w:rsidP="00047C2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141EAD" w:rsidRPr="00047C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7C22"/>
    <w:rsid w:val="00047C22"/>
    <w:rsid w:val="00141EAD"/>
    <w:rsid w:val="00F14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2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47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47C22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C2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047C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47C22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235</Words>
  <Characters>1342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2022-02-08T06:56:00Z</dcterms:created>
  <dcterms:modified xsi:type="dcterms:W3CDTF">2022-02-08T11:32:00Z</dcterms:modified>
</cp:coreProperties>
</file>