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F1C" w:rsidRPr="00AF2E62" w:rsidRDefault="00F90F1C" w:rsidP="00F90F1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90F1C" w:rsidRPr="00AF2E62" w:rsidRDefault="00F90F1C" w:rsidP="00F90F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A6EF71" wp14:editId="123C7814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620" name="Группа 146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6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0F1C" w:rsidRDefault="00F90F1C" w:rsidP="00F90F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FA6EF71" id="Группа 1462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B4lDMFd3AABBWQQADgAAAAAAAAAA&#10;AAAAAAAuAgAAZHJzL2Uyb0RvYy54bWxQSwECLQAUAAYACAAAACEAntNkbd0AAAAGAQAADwAAAAAA&#10;AAAAAAAAAACxeQAAZHJzL2Rvd25yZXYueG1sUEsFBgAAAAAEAAQA8wAAALt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" fillcolor="black" stroked="f"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" fillcolor="black" stroked="f"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90F1C" w:rsidRDefault="00F90F1C" w:rsidP="00F90F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90F1C" w:rsidRPr="00AF2E62" w:rsidRDefault="00F90F1C" w:rsidP="00F90F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90F1C" w:rsidRPr="00AF2E62" w:rsidRDefault="00F90F1C" w:rsidP="00F90F1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90F1C" w:rsidRPr="00AF2E62" w:rsidRDefault="00F90F1C" w:rsidP="00F90F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90F1C" w:rsidRPr="00AF2E62" w:rsidRDefault="00F90F1C" w:rsidP="00F90F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90F1C" w:rsidRPr="00AF2E62" w:rsidRDefault="00F90F1C" w:rsidP="00F90F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F90F1C" w:rsidRPr="00AF2E62" w:rsidRDefault="00F90F1C" w:rsidP="00F90F1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F90F1C" w:rsidRPr="00AF2E62" w:rsidRDefault="00F90F1C" w:rsidP="00F90F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F90F1C" w:rsidRPr="00AF2E62" w:rsidRDefault="00F90F1C" w:rsidP="00F90F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F90F1C" w:rsidRPr="00AF2E62" w:rsidRDefault="00F90F1C" w:rsidP="00F90F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90F1C" w:rsidRPr="00AF2E62" w:rsidRDefault="00F90F1C" w:rsidP="00F90F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F90F1C" w:rsidRPr="00AF2E62" w:rsidRDefault="00F90F1C" w:rsidP="00F90F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90F1C" w:rsidRPr="00AF2E62" w:rsidRDefault="00F90F1C" w:rsidP="00F90F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F90F1C" w:rsidRPr="00AF2E62" w:rsidRDefault="00F90F1C" w:rsidP="00F90F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F90F1C" w:rsidRPr="00AF2E62" w:rsidRDefault="00F90F1C" w:rsidP="00F90F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F90F1C" w:rsidRPr="00AF2E62" w:rsidRDefault="00F90F1C" w:rsidP="00F90F1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90F1C" w:rsidRPr="00AF2E62" w:rsidRDefault="00F90F1C" w:rsidP="00F90F1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90F1C" w:rsidRPr="00AF2E62" w:rsidRDefault="00F90F1C" w:rsidP="00F90F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90F1C" w:rsidRPr="00AF2E62" w:rsidRDefault="00F90F1C" w:rsidP="00F90F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F90F1C" w:rsidRPr="00AF2E62" w:rsidRDefault="00F90F1C" w:rsidP="00F90F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О.О.</w:t>
      </w:r>
    </w:p>
    <w:p w:rsidR="00F90F1C" w:rsidRPr="00AF2E62" w:rsidRDefault="00F90F1C" w:rsidP="00F90F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F90F1C" w:rsidRPr="00AF2E62" w:rsidRDefault="00F90F1C" w:rsidP="00F90F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F90F1C" w:rsidRPr="00AF2E62" w:rsidRDefault="00F90F1C" w:rsidP="00F90F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О.О.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F90F1C" w:rsidRPr="00AF2E62" w:rsidRDefault="00F90F1C" w:rsidP="00F90F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F90F1C" w:rsidRPr="00AF2E62" w:rsidRDefault="00F90F1C" w:rsidP="00F90F1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0F1C" w:rsidRPr="00AF2E62" w:rsidRDefault="00F90F1C" w:rsidP="00F90F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Олексіївні,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72F50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F90F1C" w:rsidRPr="00AF2E62" w:rsidRDefault="00F90F1C" w:rsidP="00F90F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О.О.,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90F1C" w:rsidRPr="00AF2E62" w:rsidRDefault="00F90F1C" w:rsidP="00F90F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90F1C" w:rsidRPr="00AF2E62" w:rsidRDefault="00F90F1C" w:rsidP="00F90F1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90F1C" w:rsidRPr="00AF2E62" w:rsidRDefault="00F90F1C" w:rsidP="00F90F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0F1C" w:rsidRPr="00AF2E62" w:rsidRDefault="00F90F1C" w:rsidP="00F90F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0F1C" w:rsidRDefault="00F90F1C" w:rsidP="00F90F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0F1C" w:rsidRDefault="00F90F1C" w:rsidP="00F90F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0F1C" w:rsidRDefault="00F90F1C" w:rsidP="00F90F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454B5" w:rsidRPr="00F90F1C" w:rsidRDefault="00F90F1C" w:rsidP="00F90F1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454B5" w:rsidRPr="00F90F1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F1C"/>
    <w:rsid w:val="009454B5"/>
    <w:rsid w:val="00972F50"/>
    <w:rsid w:val="00F90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F1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F1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56</TotalTime>
  <Pages>1</Pages>
  <Words>233</Words>
  <Characters>1331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2021-06-22T07:59:00Z</dcterms:created>
  <dcterms:modified xsi:type="dcterms:W3CDTF">2021-06-22T13:48:00Z</dcterms:modified>
</cp:coreProperties>
</file>