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3CD2" w:rsidRPr="00B623A8" w:rsidRDefault="00B6303A" w:rsidP="00E63CD2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vbBKr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NK9sEqsdwAAQFkEAA4AAAAAAAAAAAAAAAAALgIAAGRycy9lMm9Eb2MueG1sUEsB&#10;Ai0AFAAGAAgAAAAhALIdTJvgAAAACgEAAA8AAAAAAAAAAAAAAAAABnoAAGRycy9kb3ducmV2Lnht&#10;bFBLBQYAAAAABAAEAPMAAAAT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8WKsMA&#10;AADdAAAADwAAAGRycy9kb3ducmV2LnhtbESPzarCMBSE94LvEI7gTtNr/aPXKCIqLgRRr/tDc2zL&#10;bU5KE7W+vREEl8PMfMPMFo0pxZ1qV1hW8NOPQBCnVhecKfg7b3pTEM4jaywtk4InOVjM260ZJto+&#10;+Ej3k89EgLBLUEHufZVI6dKcDLq+rYiDd7W1QR9knUld4yPATSkHUTSWBgsOCzlWtMop/T/djAIb&#10;b3f7SzY4xmueeF4eptdLs1eq22mWvyA8Nf4b/rR3WkE8Go7g/SY8ATl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8WK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tMU8kA&#10;AADdAAAADwAAAGRycy9kb3ducmV2LnhtbESPQUsDMRSE74L/ITzBS7HZal3r2rRIYWv1ILQKvT42&#10;z83azcuSxHbbX2+EgsdhZr5hpvPetmJPPjSOFYyGGQjiyumGawWfH+XNBESIyBpbx6TgSAHms8uL&#10;KRbaHXhN+02sRYJwKFCBibErpAyVIYth6Dri5H05bzEm6WupPR4S3LbyNstyabHhtGCwo4Wharf5&#10;sQq+y3ezXTycln7wuKbToHx7aV9zpa6v+ucnEJH6+B8+t1dawd39OIe/N+kJy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ntMU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+Lt8MA&#10;AADdAAAADwAAAGRycy9kb3ducmV2LnhtbESP3YrCMBCF74V9hzDC3sia7qqrVKOIqIg34s8DDM3Y&#10;FJtJaaKtb28WFrw8nJ+PM1u0thQPqn3hWMF3PwFBnDldcK7gct58TUD4gKyxdEwKnuRhMf/ozDDV&#10;ruEjPU4hF3GEfYoKTAhVKqXPDFn0fVcRR+/qaoshyjqXusYmjttS/iTJr7RYcCQYrGhlKLud7jZC&#10;DgM87K/NebNtscH13nBveVTqs9supyACteEd/m/vtILBaDiG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O+Lt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vKZcQA&#10;AADdAAAADwAAAGRycy9kb3ducmV2LnhtbERPTWsCMRC9C/0PYQRvNatVW7ZGKVahFHqoLZTehs24&#10;u3QzCcnobv99cyh4fLzv9XZwnbpQTK1nA7NpAYq48rbl2sDnx+H2AVQSZIudZzLwSwm2m5vRGkvr&#10;e36ny1FqlUM4lWigEQml1qlqyGGa+kCcuZOPDiXDWGsbsc/hrtPzolhphy3nhgYD7Rqqfo5nZ+Ct&#10;34fX+9XyFL7jYq7Ts5WvnRgzGQ9Pj6CEBrmK/90v1sDdcpHn5jf5CejN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Lym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y6XsMA&#10;AADdAAAADwAAAGRycy9kb3ducmV2LnhtbESP3YrCMBCF74V9hzDC3sia7qqLVqOIqIg34s8DDM3Y&#10;FJtJaaKtb28WFrw8nJ+PM1u0thQPqn3hWMF3PwFBnDldcK7gct58jUH4gKyxdEwKnuRhMf/ozDDV&#10;ruEjPU4hF3GEfYoKTAhVKqXPDFn0fVcRR+/qaoshyjqXusYmjttS/iTJr7RYcCQYrGhlKLud7jZC&#10;DgM87K/NebNtscH13nBveVTqs9supyACteEd/m/vtILBaDiBvzfxCcj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jy6X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2RQvsMA&#10;AADdAAAADwAAAGRycy9kb3ducmV2LnhtbERPTUsDMRC9C/6HMEJvNmvr1rI2LVIriNCDVSjehs10&#10;d3EzCcm0u/57cxA8Pt73ajO6Xl0ops6zgbtpAYq49rbjxsDnx8vtElQSZIu9ZzLwQwk26+urFVbW&#10;D/xOl4M0KodwqtBAKxIqrVPdksM09YE4cycfHUqGsdE24pDDXa9nRbHQDjvODS0G2rZUfx/OzsB+&#10;2IW3h0V5Cl/xfqbTs5XjVoyZ3IxPj6CERvkX/7lfrYF5Web9+U1+An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2RQv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hVW8YA&#10;AADdAAAADwAAAGRycy9kb3ducmV2LnhtbESPUWvCMBSF3wf7D+EOfJGZOqmMzigqBAWFMR3s9dJc&#10;27LmpiSZrf/eDAZ7PJxzvsNZrAbbiiv50DhWMJ1kIIhLZxquFHye9fMriBCRDbaOScGNAqyWjw8L&#10;LIzr+YOup1iJBOFQoII6xq6QMpQ1WQwT1xEn7+K8xZikr6Tx2Ce4beVLls2lxYbTQo0dbWsqv08/&#10;VsHmva9mflxuBne47L5yrY0+aqVGT8P6DUSkIf6H/9p7o2CW51P4fZOegF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qhVW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KRacQA&#10;AADdAAAADwAAAGRycy9kb3ducmV2LnhtbESPUWvCMBSF3wf+h3CFvc3UbhWpRhGlMMZepv6AS3Nt&#10;qs1NSWLt/v0yGOzxcM75Dme9HW0nBvKhdaxgPstAENdOt9woOJ+qlyWIEJE1do5JwTcF2G4mT2ss&#10;tXvwFw3H2IgE4VCiAhNjX0oZakMWw8z1xMm7OG8xJukbqT0+Etx2Ms+yhbTYclow2NPeUH073q2C&#10;6iP/HG537Su3G98sFea6PBilnqfjbgUi0hj/w3/td63gtSh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CkW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Zut8YA&#10;AADdAAAADwAAAGRycy9kb3ducmV2LnhtbESPX0vDMBTF3wW/Q7iCL7KlrnRIXTqcEBQUxubA10tz&#10;+webm5Jka/32RhB8PJxzfoez2c52EBfyoXes4H6ZgSCunem5VXD60IsHECEiGxwck4JvCrCtrq82&#10;WBo38YEux9iKBOFQooIuxrGUMtQdWQxLNxInr3HeYkzSt9J4nBLcDnKVZWtpsee00OFIzx3VX8ez&#10;VbDbT23u7+rd7N6al89Ca6PftVK3N/PTI4hIc/wP/7VfjYK8KHL4fZOegK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Zut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eshsQA&#10;AADdAAAADwAAAGRycy9kb3ducmV2LnhtbESPUWvCMBSF3wf+h3AF32aqs0OqUcRRkLGXOX/Apbk2&#10;1eamJLHWf28Ggz0ezjnf4ay3g21FTz40jhXMphkI4srphmsFp5/ydQkiRGSNrWNS8KAA283oZY2F&#10;dnf+pv4Ya5EgHApUYGLsCilDZchimLqOOHln5y3GJH0ttcd7gttWzrPsXVpsOC0Y7GhvqLoeb1ZB&#10;+Tn/6q837Uu3GxaWcnNZfhilJuNhtwIRaYj/4b/2QSt4y/MF/L5JT0Bun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nrI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4TO8IA&#10;AADdAAAADwAAAGRycy9kb3ducmV2LnhtbESP0YrCMBRE3xf2H8Jd8G2bqhuRrlFEUPTR6gdcmrtt&#10;sbmpTbT1742w4OMwM2eYxWqwjbhT52vHGsZJCoK4cKbmUsP5tP2eg/AB2WDjmDQ8yMNq+fmxwMy4&#10;no90z0MpIoR9hhqqENpMSl9UZNEnriWO3p/rLIYou1KaDvsIt42cpOlMWqw5LlTY0qai4pLfrIaf&#10;R7+75uqSbo2l8WHaHjgUSuvR17D+BRFoCO/wf3tvNEyVUvB6E5+AX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bhM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6UUMQA&#10;AADdAAAADwAAAGRycy9kb3ducmV2LnhtbESPT4vCMBTE78J+h/AW9mbTdbFoNYqsKOJJ65/zo3m2&#10;xealNFHrtzcLCx6HmfkNM513phZ3al1lWcF3FIMgzq2uuFBwPKz6IxDOI2usLZOCJzmYzz56U0y1&#10;ffCe7pkvRICwS1FB6X2TSunykgy6yDbEwbvY1qAPsi2kbvER4KaWgzhOpMGKw0KJDf2WlF+zm1Fw&#10;S86DI1+2epctn+vxcrVw8lQo9fXZLSYgPHX+Hf5vb7SCn+Ewgb834QnI2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lFD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FOzMgA&#10;AADdAAAADwAAAGRycy9kb3ducmV2LnhtbESPzW7CMBCE70i8g7WVegOnBQINGNQiIbUcQPz00Ns2&#10;XpLQeB1iF9K3x5WQOI5m5hvNZNaYUpypdoVlBU/dCARxanXBmYL9btEZgXAeWWNpmRT8kYPZtN2a&#10;YKLthTd03vpMBAi7BBXk3leJlC7NyaDr2oo4eAdbG/RB1pnUNV4C3JTyOYpiabDgsJBjRfOc0p/t&#10;r1HwuR7FL+u3j/5xufrGntGnL13ESj0+NK9jEJ4afw/f2u9aQW8wGML/m/AE5PQK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wU7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YTcMA&#10;AADdAAAADwAAAGRycy9kb3ducmV2LnhtbERPy2rCQBTdC/2H4Qrd6UStQWIm0gfG0pW1BbeXzG0S&#10;mrkTMqNJ+vXOouDycN7pbjCNuFLnassKFvMIBHFhdc2lgu+v/WwDwnlkjY1lUjCSg132MEkx0bbn&#10;T7qefClCCLsEFVTet4mUrqjIoJvbljhwP7Yz6APsSqk77EO4aeQyimJpsObQUGFLrxUVv6eLUfAX&#10;n/HoDsuXt5X2ND5tcvtxzJV6nA7PWxCeBn8X/7vftYLVeh3mhjfhCcj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SYYT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LubsUA&#10;AADdAAAADwAAAGRycy9kb3ducmV2LnhtbESP0WrCQBRE3wX/YblC38xGa6RGVynFQt+q0Q+4ZG83&#10;wezdmN1q9Ou7BcHHYWbOMKtNbxtxoc7XjhVMkhQEcel0zUbB8fA5fgPhA7LGxjEpuJGHzXo4WGGu&#10;3ZX3dCmCERHCPkcFVQhtLqUvK7LoE9cSR+/HdRZDlJ2RusNrhNtGTtN0Li3WHBcqbOmjovJU/FoF&#10;ZzfNdF9s8fu0XexqY2bn+36m1Muof1+CCNSHZ/jR/tIKXrNsAf9v4hO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su5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MUHJsIA&#10;AADdAAAADwAAAGRycy9kb3ducmV2LnhtbERPPW/CMBDdK/U/WIfUDRyKSCHgoLZSpaxAB8bDPpJA&#10;fE5jN0n76+sBqePT+97uRtuInjpfO1YwnyUgiLUzNZcKPo8f0xUIH5ANNo5JwQ952OWPD1vMjBt4&#10;T/0hlCKGsM9QQRVCm0npdUUW/cy1xJG7uM5iiLArpelwiOG2kc9JkkqLNceGClt6r0jfDt9WQVGf&#10;aZnqy9qu3vT+9PsVFi9Xo9TTZHzdgAg0hn/x3V0YBYtlGvfHN/EJ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xQcm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BRScMA&#10;AADdAAAADwAAAGRycy9kb3ducmV2LnhtbERPW2vCMBR+H/gfwhH2NtM6JlqNZQ4GG3OCF/T10Byb&#10;YnNSmqzWf78MhD1+d75F3ttadNT6yrGCdJSAIC6crrhUcNi/P01B+ICssXZMCm7kIV8OHhaYaXfl&#10;LXW7UIpYwj5DBSaEJpPSF4Ys+pFriKN2dq3FEGFbSt3iNZbbWo6TZCItVhwXDDb0Zqi47H6sgg43&#10;t+RkVt+zz2pdjDer45eOvHoc9q9zEIH68G++pz+0gueXSQp/b+IT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oBRS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lxXsQA&#10;AADdAAAADwAAAGRycy9kb3ducmV2LnhtbESPQUvDQBSE70L/w/IK3uymEYvEbkspVDxq9ODxmX3N&#10;pmbfC7vbJvrrXUHwOMzMN8x6O/leXSjETtjAclGAIm7EdtwaeHs93NyDignZYi9MBr4ownYzu1pj&#10;ZWXkF7rUqVUZwrFCAy6lodI6No48xoUMxNk7SvCYsgyttgHHDPe9LotipT12nBccDrR31HzWZ29g&#10;fGw+TuXx3brvMMihfpZT2Ysx1/Np9wAq0ZT+w3/tJ2vg9m5V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pcV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6SYsYA&#10;AADdAAAADwAAAGRycy9kb3ducmV2LnhtbESPW2sCMRSE3wv+h3AKvtVslapsjeIVSlGKl74fN8fd&#10;1eRk2UTd/ntTKPRxmJlvmNGksUbcqPalYwWvnQQEceZ0ybmCw371MgThA7JG45gU/JCHybj1NMJU&#10;uztv6bYLuYgQ9ikqKEKoUil9VpBF33EVcfROrrYYoqxzqWu8R7g1spskfWmx5LhQYEXzgrLL7moV&#10;rL4W5tzdbKffMsyXg6MZfs4Wa6Xaz830HUSgJvyH/9ofWkHvrd+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k6SY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ADHr8YA&#10;AADdAAAADwAAAGRycy9kb3ducmV2LnhtbESPW4vCMBSE3xf8D+EIviyaekWqUUQQXVjBG/h6bI5t&#10;sTkpTbZ2//1mQfBxmJlvmPmyMYWoqXK5ZQX9XgSCOLE651TB5bzpTkE4j6yxsEwKfsnBctH6mGOs&#10;7ZOPVJ98KgKEXYwKMu/LWEqXZGTQ9WxJHLy7rQz6IKtU6gqfAW4KOYiiiTSYc1jIsKR1Rsnj9GMU&#10;1IfvW7qrXfn1mH668fC23e71ValOu1nNQHhq/Dv8au+0guF4MoL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ADHr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0e/cgA&#10;AADdAAAADwAAAGRycy9kb3ducmV2LnhtbESPT2sCMRTE7wW/Q3hCbzXrnxVdjaJCoReh2h7q7bl5&#10;7i5uXtYk1dVP3xQKPQ4z8xtmvmxNLa7kfGVZQb+XgCDOra64UPD58foyAeEDssbaMim4k4flovM0&#10;x0zbG+/oug+FiBD2GSooQ2gyKX1ekkHfsw1x9E7WGQxRukJqh7cIN7UcJMlYGqw4LpTY0Kak/Lz/&#10;NgrW08n68j7i7WN3PNDh63hOBy5R6rnbrmYgArXhP/zXftMKhuk4hd838Qn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b7R79yAAAAN0AAAAPAAAAAAAAAAAAAAAAAJgCAABk&#10;cnMvZG93bnJldi54bWxQSwUGAAAAAAQABAD1AAAAjQMAAAAA&#10;" fillcolor="black" stroked="f"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ZDhMcA&#10;AADdAAAADwAAAGRycy9kb3ducmV2LnhtbESPzWvCQBTE70L/h+UVetONFoNEV9F+QEE9+HHw+Mw+&#10;kyXZtyG71bR/fVcoeBxm5jfMbNHZWlyp9caxguEgAUGcO224UHA8fPYnIHxA1lg7JgU/5GExf+rN&#10;MNPuxju67kMhIoR9hgrKEJpMSp+XZNEPXEMcvYtrLYYo20LqFm8Rbms5SpJUWjQcF0ps6K2kvNp/&#10;WwWndWomO0Oj8+Z39aE342q1fa+UennullMQgbrwCP+3v7SC13Gawv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Q4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/YqsYA&#10;AADdAAAADwAAAGRycy9kb3ducmV2LnhtbESPQWsCMRSE74L/ITzBW81a0crWKGIpevFQ29LrY/O6&#10;2e7mZZtEXf31TUHwOMzMN8xi1dlGnMiHyrGC8SgDQVw4XXGp4OP99WEOIkRkjY1jUnChAKtlv7fA&#10;XLszv9HpEEuRIBxyVGBibHMpQ2HIYhi5ljh5385bjEn6UmqP5wS3jXzMspm0WHFaMNjSxlBRH45W&#10;gV9/vdRXPn7W2XV/Cduf7neORqnhoFs/g4jUxXv41t5pBZPp7An+36QnIJ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/Yq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TpasMA&#10;AADdAAAADwAAAGRycy9kb3ducmV2LnhtbERPzWoCMRC+C32HMIIX0WwttXZrlCIIgiJofYDpZrq7&#10;mEyWzVTXPr05FDx+fP/zZeedulAb68AGnscZKOIi2JpLA6ev9WgGKgqyRReYDNwownLx1JtjbsOV&#10;D3Q5SqlSCMccDVQiTa51LCryGMehIU7cT2g9SoJtqW2L1xTunZ5k2VR7rDk1VNjQqqLifPz1Btzk&#10;271v3+JObie9y/68HIZ7a8yg331+gBLq5CH+d2+sgZfXaZqb3qQnoB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Tpa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RDtcYA&#10;AADdAAAADwAAAGRycy9kb3ducmV2LnhtbESPQWsCMRSE70L/Q3iF3jSrRamrUdqKsJceulW8PjfP&#10;zWLysmxSXfvrm0LB4zAz3zDLde+suFAXGs8KxqMMBHHldcO1gt3XdvgCIkRkjdYzKbhRgPXqYbDE&#10;XPsrf9KljLVIEA45KjAxtrmUoTLkMIx8S5y8k+8cxiS7WuoOrwnurJxk2Uw6bDgtGGzp3VB1Lr+d&#10;gk3Z2smuMG/hsP84Hm3xs6XDRqmnx/51ASJSH+/h/3ahFTxPZ3P4e5Oe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bRDt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AzRMIA&#10;AADdAAAADwAAAGRycy9kb3ducmV2LnhtbERPz2vCMBS+D/wfwhO8zcSNVanGMsYKwk7r9LDbI3m2&#10;1ealNJmt//1yGOz48f3eFZPrxI2G0HrWsFoqEMTG25ZrDcev8nEDIkRki51n0nCnAMV+9rDD3PqR&#10;P+lWxVqkEA45amhi7HMpg2nIYVj6njhxZz84jAkOtbQDjincdfJJqUw6bDk1NNjTW0PmWv04DZdS&#10;fnij0JyOp/Fg19/vGXVK68V8et2CiDTFf/Gf+2A1PL+s0/70Jj0Buf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DN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5U08c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bjzwE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5U08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QVMgA&#10;AADdAAAADwAAAGRycy9kb3ducmV2LnhtbESPQWsCMRSE7wX/Q3hCbzXrtlq7NUoVCr0I1XrQ23Pz&#10;3F3cvGyTqKu/vhEKHoeZ+YYZT1tTixM5X1lW0O8lIIhzqysuFKx/Pp9GIHxA1lhbJgUX8jCddB7G&#10;mGl75iWdVqEQEcI+QwVlCE0mpc9LMuh7tiGO3t46gyFKV0jt8BzhppZpkgylwYrjQokNzUvKD6uj&#10;UTB7G81+v194cV3utrTd7A6D1CVKPXbbj3cQgdpwD/+3v7SC58FrCrc38QnIy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RBUyAAAAN0AAAAPAAAAAAAAAAAAAAAAAJgCAABk&#10;cnMvZG93bnJldi54bWxQSwUGAAAAAAQABAD1AAAAjQMAAAAA&#10;" fillcolor="black" stroked="f"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1PzsYA&#10;AADdAAAADwAAAGRycy9kb3ducmV2LnhtbESPzWrDMBCE74W8g9hCbo3cmP7gRAkmUFJ6ctKWXDfW&#10;1jK1VkZSFfftq0Khx2FmvmHW28kOIpEPvWMFt4sCBHHrdM+dgrfXp5tHECEiaxwck4JvCrDdzK7W&#10;WGl34QOlY+xEhnCoUIGJcaykDK0hi2HhRuLsfThvMWbpO6k9XjLcDnJZFPfSYs95weBIO0Pt5/HL&#10;KkjnXVOX6ZTM4cXXnXfN/v3cKDW/nuoViEhT/A//tZ+1gvLuoYTfN/kJy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O1PzsYAAADdAAAADwAAAAAAAAAAAAAAAACYAgAAZHJz&#10;L2Rvd25yZXYueG1sUEsFBgAAAAAEAAQA9QAAAIs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M3SMcA&#10;AADdAAAADwAAAGRycy9kb3ducmV2LnhtbESPQUvDQBSE7wX/w/IEb3aTqm2N3ZRSrFgvtlHQ4yP7&#10;zAazb0N2TWN/vVsQehxm5htmsRxsI3rqfO1YQTpOQBCXTtdcKXh/21zPQfiArLFxTAp+ycMyvxgt&#10;MNPuwHvqi1CJCGGfoQITQptJ6UtDFv3YtcTR+3KdxRBlV0nd4SHCbSMnSTKVFmuOCwZbWhsqv4sf&#10;q8Cn68ePF3u87z+fDL8WWzPdVUapq8th9QAi0BDO4f/2s1Zwcze7hdOb+ARk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ODN0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63CD2" w:rsidRDefault="00E63CD2" w:rsidP="00E63CD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3CD2" w:rsidRDefault="00E63CD2" w:rsidP="00E63C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3CD2" w:rsidRDefault="00E63CD2" w:rsidP="00E63C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E63CD2" w:rsidRDefault="00E63CD2" w:rsidP="00E63C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3CD2" w:rsidRPr="006E3F23" w:rsidRDefault="00E63CD2" w:rsidP="00E63C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№80</w:t>
      </w:r>
    </w:p>
    <w:p w:rsidR="00E63CD2" w:rsidRDefault="00E63CD2" w:rsidP="00E63CD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63CD2" w:rsidRPr="008E2C07" w:rsidRDefault="00E63CD2" w:rsidP="00E63CD2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E63CD2" w:rsidRPr="008E2C07" w:rsidRDefault="00E63CD2" w:rsidP="00E63CD2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E63CD2" w:rsidRPr="008E2C07" w:rsidRDefault="00E63CD2" w:rsidP="00E63CD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E63CD2" w:rsidRPr="008E2C07" w:rsidRDefault="00E63CD2" w:rsidP="00E63CD2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E63CD2" w:rsidRDefault="00E63CD2" w:rsidP="00E63CD2">
      <w:pPr>
        <w:spacing w:after="0"/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Павлюку</w:t>
      </w:r>
      <w:proofErr w:type="spellEnd"/>
      <w:r>
        <w:rPr>
          <w:rFonts w:ascii="Times New Roman" w:hAnsi="Times New Roman"/>
          <w:b/>
          <w:sz w:val="24"/>
        </w:rPr>
        <w:t xml:space="preserve"> С.С.</w:t>
      </w:r>
    </w:p>
    <w:p w:rsidR="00E63CD2" w:rsidRPr="008E2C07" w:rsidRDefault="00E63CD2" w:rsidP="00E63CD2">
      <w:pPr>
        <w:spacing w:after="0"/>
        <w:rPr>
          <w:rFonts w:ascii="Times New Roman" w:hAnsi="Times New Roman"/>
          <w:b/>
          <w:sz w:val="24"/>
        </w:rPr>
      </w:pPr>
    </w:p>
    <w:p w:rsidR="00E63CD2" w:rsidRPr="008E2C07" w:rsidRDefault="00E63CD2" w:rsidP="00E63CD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 xml:space="preserve">ст.12,121,122 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С.С.</w:t>
      </w:r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E63CD2" w:rsidRPr="008E2C07" w:rsidRDefault="00E63CD2" w:rsidP="00E63CD2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E63CD2" w:rsidRPr="00A80768" w:rsidRDefault="00E63CD2" w:rsidP="00E63CD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Павлюку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Сергійовичу</w:t>
      </w:r>
      <w:proofErr w:type="spellEnd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як</w:t>
      </w:r>
      <w:r>
        <w:rPr>
          <w:rFonts w:ascii="Times New Roman" w:hAnsi="Times New Roman"/>
          <w:sz w:val="24"/>
        </w:rPr>
        <w:t>ий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зареєстрований</w:t>
      </w:r>
      <w:proofErr w:type="spellEnd"/>
      <w:r>
        <w:rPr>
          <w:rFonts w:ascii="Times New Roman" w:hAnsi="Times New Roman"/>
          <w:sz w:val="24"/>
        </w:rPr>
        <w:t xml:space="preserve"> за </w:t>
      </w:r>
      <w:proofErr w:type="spellStart"/>
      <w:r>
        <w:rPr>
          <w:rFonts w:ascii="Times New Roman" w:hAnsi="Times New Roman"/>
          <w:sz w:val="24"/>
        </w:rPr>
        <w:t>адресою</w:t>
      </w:r>
      <w:proofErr w:type="spellEnd"/>
      <w:r>
        <w:rPr>
          <w:rFonts w:ascii="Times New Roman" w:hAnsi="Times New Roman"/>
          <w:sz w:val="24"/>
        </w:rPr>
        <w:t xml:space="preserve">: </w:t>
      </w:r>
      <w:r w:rsidR="00B6303A">
        <w:rPr>
          <w:rFonts w:ascii="Times New Roman" w:hAnsi="Times New Roman"/>
          <w:sz w:val="24"/>
        </w:rPr>
        <w:t>_______________</w:t>
      </w:r>
      <w:bookmarkStart w:id="0" w:name="_GoBack"/>
      <w:bookmarkEnd w:id="0"/>
      <w:r>
        <w:rPr>
          <w:rFonts w:ascii="Times New Roman" w:hAnsi="Times New Roman"/>
          <w:sz w:val="24"/>
        </w:rPr>
        <w:t>,</w:t>
      </w:r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>)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0,2500</w:t>
      </w:r>
      <w:r w:rsidRPr="004151C9">
        <w:rPr>
          <w:rFonts w:ascii="Times New Roman" w:hAnsi="Times New Roman"/>
          <w:sz w:val="24"/>
        </w:rPr>
        <w:t xml:space="preserve">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Колом’є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Шевченка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38.</w:t>
      </w:r>
    </w:p>
    <w:p w:rsidR="00E63CD2" w:rsidRPr="001A3C69" w:rsidRDefault="00E63CD2" w:rsidP="00E63CD2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Павлюку С.С.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E63CD2" w:rsidRPr="008E2C07" w:rsidRDefault="00E63CD2" w:rsidP="00E63CD2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E63CD2" w:rsidRPr="00917C04" w:rsidRDefault="00E63CD2" w:rsidP="00E63CD2">
      <w:pPr>
        <w:spacing w:after="0"/>
        <w:jc w:val="both"/>
        <w:rPr>
          <w:rFonts w:ascii="Times New Roman" w:hAnsi="Times New Roman"/>
          <w:sz w:val="24"/>
        </w:rPr>
      </w:pPr>
    </w:p>
    <w:p w:rsidR="00E63CD2" w:rsidRPr="00052E82" w:rsidRDefault="00E63CD2" w:rsidP="00E63CD2">
      <w:pPr>
        <w:spacing w:after="0"/>
        <w:jc w:val="both"/>
        <w:rPr>
          <w:rFonts w:ascii="Times New Roman" w:hAnsi="Times New Roman"/>
          <w:sz w:val="24"/>
        </w:rPr>
      </w:pPr>
    </w:p>
    <w:p w:rsidR="00176F73" w:rsidRPr="00E63CD2" w:rsidRDefault="00E63CD2" w:rsidP="00E63CD2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</w:t>
      </w:r>
      <w:r>
        <w:rPr>
          <w:rFonts w:ascii="Times New Roman" w:eastAsia="Arial Unicode MS" w:hAnsi="Times New Roman"/>
          <w:sz w:val="24"/>
          <w:szCs w:val="24"/>
        </w:rPr>
        <w:t xml:space="preserve">       </w:t>
      </w:r>
      <w:r w:rsidRPr="00E12288">
        <w:rPr>
          <w:rFonts w:ascii="Times New Roman" w:eastAsia="Arial Unicode MS" w:hAnsi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176F73" w:rsidRPr="00E63C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63CD2"/>
    <w:rsid w:val="00171A2E"/>
    <w:rsid w:val="00176F73"/>
    <w:rsid w:val="00304C90"/>
    <w:rsid w:val="00505B6D"/>
    <w:rsid w:val="006D3977"/>
    <w:rsid w:val="007D6C18"/>
    <w:rsid w:val="00B6303A"/>
    <w:rsid w:val="00D1641A"/>
    <w:rsid w:val="00E63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CD2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E63CD2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E63CD2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E63CD2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4</TotalTime>
  <Pages>1</Pages>
  <Words>251</Words>
  <Characters>1433</Characters>
  <Application>Microsoft Office Word</Application>
  <DocSecurity>0</DocSecurity>
  <Lines>11</Lines>
  <Paragraphs>3</Paragraphs>
  <ScaleCrop>false</ScaleCrop>
  <Company>Microsoft</Company>
  <LinksUpToDate>false</LinksUpToDate>
  <CharactersWithSpaces>1681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2020-12-01T06:36:00Z</dcterms:created>
  <dcterms:modified xsi:type="dcterms:W3CDTF">2020-12-01T07:38:00Z</dcterms:modified>
</cp:coreProperties>
</file>