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2BF" w:rsidRPr="00B623A8" w:rsidRDefault="00543C48" w:rsidP="008942B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DRzq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oGDRzqncAAEBZBAAOAAAAAAAAAAAAAAAAAC4CAABkcnMvZTJvRG9jLnhtbFBLAQIt&#10;ABQABgAIAAAAIQCyHUyb4AAAAAoBAAAPAAAAAAAAAAAAAAAAAAR6AABkcnMvZG93bnJldi54bWxQ&#10;SwUGAAAAAAQABADzAAAAE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VFb4A&#10;AADdAAAADwAAAGRycy9kb3ducmV2LnhtbERPSwrCMBDdC94hjOBOUxW1VKOIqLgQxN9+aMa22ExK&#10;E7Xe3iwEl4/3ny8bU4oX1a6wrGDQj0AQp1YXnCm4Xra9GITzyBpLy6TgQw6Wi3Zrjom2bz7R6+wz&#10;EULYJagg975KpHRpTgZd31bEgbvb2qAPsM6krvEdwk0ph1E0kQYLDg05VrTOKX2cn0aBHe32h1s2&#10;PI02PPW8Osb3W3NQqttpVjMQnhr/F//ce61gPIj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cVR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0gMgA&#10;AADdAAAADwAAAGRycy9kb3ducmV2LnhtbESPT2sCMRTE74V+h/AKvUjNWqjV1ShFWFt7KPgHvD42&#10;z83azcuSRN366ZuC0OMwM79hpvPONuJMPtSOFQz6GQji0umaKwW7bfE0AhEissbGMSn4oQDz2f3d&#10;FHPtLrym8yZWIkE45KjAxNjmUobSkMXQdy1x8g7OW4xJ+kpqj5cEt418zrKhtFhzWjDY0sJQ+b05&#10;WQXH4svsF6/Xpe+N13TtFZ/vzWqo1OND9zYBEamL/+Fb+0MreBmMxv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BjS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1pv8EA&#10;AADdAAAADwAAAGRycy9kb3ducmV2LnhtbERPzWrCQBC+F3yHZQpeim60WNrUVURqES/izwMM2TEb&#10;mp0N2a2Jb+8cBI8f3/982ftaXamNVWADk3EGirgItuLSwPm0GX2CignZYh2YDNwownIxeJljbkPH&#10;B7oeU6kkhGOOBlxKTa51LBx5jOPQEAt3Ca3HJLAttW2xk3Bf62mWfWiPFUuDw4bWjoq/47+Xkv07&#10;7neX7rT57bHDn53jt9XBmOFrv/oGlahPT/HDvbUGZpMv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9ab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ZhMYA&#10;AADdAAAADwAAAGRycy9kb3ducmV2LnhtbESPQUsDMRSE74L/ITzBm81usa2uTUtpFUTooVUQb4/N&#10;6+7i5iUkz+76740geBxm5htmuR5dr84UU+fZQDkpQBHX3nbcGHh7fbq5A5UE2WLvmQx8U4L16vJi&#10;iZX1Ax/ofJRGZQinCg20IqHSOtUtOUwTH4izd/LRoWQZG20jDhnuej0tirl22HFeaDHQtqX68/jl&#10;DOyHx/CymM9O4SPeTnXaWXnfijHXV+PmAZTQKP/hv/azNTAr70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oZ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SU8UA&#10;AADdAAAADwAAAGRycy9kb3ducmV2LnhtbESP3WrCQBCF7wu+wzKF3hTdqLTU6CaINFJyI/48wJAd&#10;s6HZ2ZDdmvTtXaHQy8P5+TibfLStuFHvG8cK5rMEBHHldMO1gsu5mH6A8AFZY+uYFPyShzybPG0w&#10;1W7gI91OoRZxhH2KCkwIXSqlrwxZ9DPXEUfv6nqLIcq+lrrHIY7bVi6S5F1abDgSDHa0M1R9n35s&#10;hByWeCivw7nYjzjgZ2n4dXtU6uV53K5BBBrDf/iv/aUVvM1X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1J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iaM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TAdP9zC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Qi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0aYscA&#10;AADdAAAADwAAAGRycy9kb3ducmV2LnhtbESPQWsCMRSE7wX/Q3iCl6JZbZW6GqUWggULpVbw+tg8&#10;d5duXpYkdbf/3hQKPQ4z8w2z3va2EVfyoXasYDrJQBAXztRcKjh96vETiBCRDTaOScEPBdhuBndr&#10;zI3r+IOux1iKBOGQo4IqxjaXMhQVWQwT1xIn7+K8xZikL6Xx2CW4beQsyxbSYs1pocKWXioqvo7f&#10;VsHuvSsf/H2x693hsj/PtTb6TSs1GvbPKxCR+vgf/mu/GgXz6fIR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9Gm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lvMQA&#10;AADdAAAADwAAAGRycy9kb3ducmV2LnhtbESPUWvCMBSF3wf+h3CFvc1UWYdWo4hSkLGXuf2AS3Nt&#10;qs1NSWKt/34RhD0ezjnf4aw2g21FTz40jhVMJxkI4srphmsFvz/l2xxEiMgaW8ek4E4BNuvRywoL&#10;7W78Tf0x1iJBOBSowMTYFVKGypDFMHEdcfJOzluMSfpaao+3BLetnGXZh7TYcFow2NHOUHU5Xq2C&#10;8nP21V+u2pduO7xbys15vjdKvY6H7RJEpCH+h5/tg1aQTxc5PN6k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J5b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MhjsYA&#10;AADdAAAADwAAAGRycy9kb3ducmV2LnhtbESPQWsCMRSE7wX/Q3hCL0Wztih2NYoKwUIF0RZ6fWye&#10;u4ublyWJ7vbfN4VCj8PMfMMs171txJ18qB0rmIwzEMSFMzWXCj4/9GgOIkRkg41jUvBNAdarwcMS&#10;c+M6PtH9HEuRIBxyVFDF2OZShqIii2HsWuLkXZy3GJP0pTQeuwS3jXzOspm0WHNaqLClXUXF9Xyz&#10;CrbHrnzxT8W2d++X/ddUa6MPWqnHYb9ZgIjUx//wX/vNKJhOXm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Mh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eUMQA&#10;AADdAAAADwAAAGRycy9kb3ducmV2LnhtbESP3WoCMRSE7wu+QzhC72pWqVVXo4hloZTe+PMAh81x&#10;s7o5WZK4bt++KQheDjPzDbPa9LYRHflQO1YwHmUgiEuna64UnI7F2xxEiMgaG8ek4JcCbNaDlxXm&#10;2t15T90hViJBOOSowMTY5lKG0pDFMHItcfLOzluMSfpKao/3BLeNnGTZh7RYc1ow2NLOUHk93KyC&#10;4nvy011v2hdu279bmprL/NMo9Trst0sQkfr4DD/aX1rBdLyYwf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X3l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QBMEA&#10;AADdAAAADwAAAGRycy9kb3ducmV2LnhtbERPS26DMBDdV+odrKnUXWNIStRSDKoiUSXLkhxghKeA&#10;gscUO3xuHy8qdfn0/lmxmF5MNLrOsoJ4E4Egrq3uuFFwOZcvbyCcR9bYWyYFKzko8seHDFNtZ/6m&#10;qfKNCCHsUlTQej+kUrq6JYNuYwfiwP3Y0aAPcGykHnEO4aaX2yjaS4Mdh4YWBzq0VF+rm1Hwus5f&#10;v1VyjUptKD7thhP7OlHq+Wn5/ADhafH/4j/3UStI4vcwN7wJT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NUA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sg8UA&#10;AADdAAAADwAAAGRycy9kb3ducmV2LnhtbESPQWvCQBSE7wX/w/IEb81GodJEVxElRXqyaer5kX0m&#10;wezbkN1o/PddodDjMDPfMOvtaFpxo941lhXMoxgEcWl1w5WC4jt7fQfhPLLG1jIpeJCD7WbyssZU&#10;2zt/0S33lQgQdikqqL3vUildWZNBF9mOOHgX2xv0QfaV1D3eA9y0chHHS2mw4bBQY0f7msprPhgF&#10;w/K8KPjyqU/54fGRHLKdkz+VUrPpuFuB8DT6//Bf+6gVvM2TBJ5vw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+yD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XO4scA&#10;AADdAAAADwAAAGRycy9kb3ducmV2LnhtbESPT2vCQBTE74LfYXmCN934p8GmrqJCwfbQoLaH3l6z&#10;zySafRuzW43fvlso9DjMzG+Y+bI1lbhS40rLCkbDCARxZnXJuYL3w/NgBsJ5ZI2VZVJwJwfLRbcz&#10;x0TbG+/ouve5CBB2CSoovK8TKV1WkEE3tDVx8I62MeiDbHKpG7wFuKnkOIpiabDksFBgTZuCsvP+&#10;2yj4SGfxY7p+mZ5e375wYvTlU5exUv1eu3oC4an1/+G/9lYreAhI+H0Tno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lz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pisUA&#10;AADdAAAADwAAAGRycy9kb3ducmV2LnhtbESPS4vCQBCE7wv+h6EFb+vEuIpER/HB6uLJF3htMm0S&#10;zPSEzKzG/fXOguCxqKqvqMmsMaW4Ue0Kywp63QgEcWp1wZmC0/H7cwTCeWSNpWVS8CAHs2nrY4KJ&#10;tnfe0+3gMxEg7BJUkHtfJVK6NCeDrmsr4uBdbG3QB1lnUtd4D3BTyjiKhtJgwWEhx4qWOaXXw69R&#10;8Dc8485t4sWqrz09vkZru92tleq0m/kYhKfGv8Ov9o9WMIijHvy/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am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tkRcMA&#10;AADdAAAADwAAAGRycy9kb3ducmV2LnhtbESP0YrCMBRE3xf8h3AF39bUostajSKi4Jva9QMuzTUt&#10;Nje1iVr36zeCsI/DzJxh5svO1uJOra8cKxgNExDEhdMVGwWnn+3nNwgfkDXWjknBkzwsF72POWba&#10;PfhI9zwYESHsM1RQhtBkUvqiJIt+6Bri6J1dazFE2RqpW3xEuK1lmiRf0mLFcaHEhtYlFZf8ZhVc&#10;XTrRXb7B/WUzPVTGjK+/x7FSg363moEI1IX/8Lu90womaZLC6018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tkR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ZLtsQA&#10;AADdAAAADwAAAGRycy9kb3ducmV2LnhtbESPS2/CMBCE75X6H6xF6q04gHgFDAKkSlx5HDgu9pIE&#10;4nUaGwj8eoxUqcfRzHyjmc4bW4ob1b5wrKDTTkAQa2cKzhTsdz/fIxA+IBssHZOCB3mYzz4/ppga&#10;d+cN3bYhExHCPkUFeQhVKqXXOVn0bVcRR+/kaoshyjqTpsZ7hNtSdpNkIC0WHBdyrGiVk75sr1bB&#10;ujhSf6BPYzta6s3h+Rt6w7NR6qvVLCYgAjXhP/zXXhsF/W7Sg/eb+AT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2S7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YgNsIA&#10;AADdAAAADwAAAGRycy9kb3ducmV2LnhtbERPW2vCMBR+H/gfwhH2NpOVbWhnFB0MNnSCF9zroTlr&#10;is1JabJa/70RBnv87nzTee9q0VEbKs8aHkcKBHHhTcWlhsP+/WEMIkRkg7Vn0nChAPPZ4G6KufFn&#10;3lK3i6VIJRxy1GBjbHIpQ2HJYRj5hjhpP751GBNsS2laPKdyV8tMqRfpsOK0YLGhN0vFaffrNHS4&#10;uahvu/yafFbrItssjyuTeH0/7BevICL18d/8l/4wGp4z9QS3N+kJ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ViA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7zcQA&#10;AADdAAAADwAAAGRycy9kb3ducmV2LnhtbESPQUvDQBSE70L/w/IK3uzGQEVit6UIlR5r9NDjM/ua&#10;TZt9L+yuTfTXu4LgcZiZb5jVZvK9ulKInbCB+0UBirgR23Fr4P1td/cIKiZki70wGfiiCJv17GaF&#10;lZWRX+lap1ZlCMcKDbiUhkrr2DjyGBcyEGfvJMFjyjK02gYcM9z3uiyKB+2x47zgcKBnR82l/vQG&#10;xpfm41yejtZ9h0F29UHOZS/G3M6n7ROoRFP6D/+199bAsiy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O8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jjHcYA&#10;AADdAAAADwAAAGRycy9kb3ducmV2LnhtbESP3WoCMRSE74W+QziF3mnWhVpZjWK1QikV8af3p5vj&#10;7mpysmxS3b69EQQvh5n5hhlPW2vEmRpfOVbQ7yUgiHOnKy4U7HfL7hCED8gajWNS8E8eppOnzhgz&#10;7S68ofM2FCJC2GeooAyhzqT0eUkWfc/VxNE7uMZiiLIppG7wEuHWyDRJBtJixXGhxJrmJeWn7Z9V&#10;sFwvzDFdbWY/Msw/3n7N8Ot98a3Uy3M7G4EI1IZH+N7+1Ape02QA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jjH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LP8YA&#10;AADdAAAADwAAAGRycy9kb3ducmV2LnhtbESP3YrCMBSE7xd8h3AEb2RNdfGHahQRRAUFdRf29tgc&#10;22JzUppYu29vBGEvh5n5hpktGlOImiqXW1bQ70UgiBOrc04V/HyvPycgnEfWWFgmBX/kYDFvfcww&#10;1vbBJ6rPPhUBwi5GBZn3ZSylSzIy6Hq2JA7e1VYGfZBVKnWFjwA3hRxE0UgazDksZFjSKqPkdr4b&#10;BfVxf0m3tSt3t0nXDb8um81B/yrVaTfLKQhPjf8Pv9tbrWA4iMbwehOe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OLP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1jhMQA&#10;AADdAAAADwAAAGRycy9kb3ducmV2LnhtbERPy2oCMRTdC/2HcIXuNHGoYkej1EKhm4KvRd1dJ9eZ&#10;wcnNNEl12q83C8Hl4bzny8424kI+1I41jIYKBHHhTM2lhv3uYzAFESKywcYxafijAMvFU2+OuXFX&#10;3tBlG0uRQjjkqKGKsc2lDEVFFsPQtcSJOzlvMSboS2k8XlO4bWSm1ERarDk1VNjSe0XFeftrNaxe&#10;p6uf9Qt//W+OBzp8H8/jzCutn/vd2wxEpC4+xHf3p9EwzlSam96kJ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NY4TEAAAA3QAAAA8AAAAAAAAAAAAAAAAAmAIAAGRycy9k&#10;b3ducmV2LnhtbFBLBQYAAAAABAAEAPUAAACJAwAAAAA=&#10;" fillcolor="black" stroked="f"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gFEccA&#10;AADd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+mkygv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oBR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4E5MIA&#10;AADdAAAADwAAAGRycy9kb3ducmV2LnhtbERPTWsCMRC9F/wPYQRvNaugyGoUsZR68aC19Dpsxs26&#10;m8k2ibr6681B6PHxvherzjbiSj5UjhWMhhkI4sLpiksFx+/P9xmIEJE1No5JwZ0CrJa9twXm2t14&#10;T9dDLEUK4ZCjAhNjm0sZCkMWw9C1xIk7OW8xJuhLqT3eUrht5DjLptJixanBYEsbQ0V9uFgFfv37&#10;UT/48lNnj909fJ27vxkapQb9bj0HEamL/+KXe6sVTMajtD+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gTk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EzcYA&#10;AADdAAAADwAAAGRycy9kb3ducmV2LnhtbESP3WrCQBSE74W+w3IKvRHdJNAfo6uUQqFQKWh9gGP2&#10;mAR3z4bsqcY+fVcQejnMzDfMYjV4p07UxzawgXyagSKugm25NrD7fp+8gIqCbNEFJgMXirBa3o0W&#10;WNpw5g2dtlKrBOFYooFGpCu1jlVDHuM0dMTJO4TeoyTZ19r2eE5w73SRZU/aY8tpocGO3hqqjtsf&#10;b8AVezf7fI5ruez0Ovv1shl/WWMe7ofXOSihQf7Dt/aHNfBY5Dlc36Qn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YEz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iV/sUA&#10;AADdAAAADwAAAGRycy9kb3ducmV2LnhtbESPQWsCMRSE7wX/Q3iF3mrWhUrZGsUqwl48dKt4fW5e&#10;N4vJy7JJdeuvbwTB4zAz3zCzxeCsOFMfWs8KJuMMBHHtdcuNgt335vUdRIjIGq1nUvBHARbz0dMM&#10;C+0v/EXnKjYiQTgUqMDE2BVShtqQwzD2HXHyfnzvMCbZN1L3eElwZ2WeZVPpsOW0YLCjlaH6VP06&#10;Beuqs/muNJ/hsN8ej7a8buiwVurleVh+gIg0xEf43i61grd8ksPtTXo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JX+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/1MQA&#10;AADdAAAADwAAAGRycy9kb3ducmV2LnhtbESPQWsCMRSE70L/Q3iF3jTRopatUUQUBE/qeujtkbzu&#10;brt5WTbR3f77RhA8DjPzDbNY9a4WN2pD5VnDeKRAEBtvKy405Ofd8ANEiMgWa8+k4Y8CrJYvgwVm&#10;1nd8pNspFiJBOGSooYyxyaQMpiSHYeQb4uR9+9ZhTLItpG2xS3BXy4lSM+mw4rRQYkObkszv6eo0&#10;/OzkwRuF5pJfur2df21nVCut31779SeISH18hh/tvdUwnYzf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zf9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FjsYA&#10;AADdAAAADwAAAGRycy9kb3ducmV2LnhtbESPT2vCQBTE7wW/w/KE3urG2IpEV1FBKJUe/IN4fGaf&#10;SUj2bdhdNf32XaHQ4zAzv2Fmi8404k7OV5YVDAcJCOLc6ooLBcfD5m0CwgdkjY1lUvBDHhbz3ssM&#10;M20fvKP7PhQiQthnqKAMoc2k9HlJBv3AtsTRu1pnMETpCqkdPiLcNDJNkrE0WHFcKLGldUl5vb8Z&#10;Befblq/fo6+lW4WT7Q6+Ti+TWqnXfrecggjUhf/wX/tTK/hIh+/wfB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NFj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ax8cA&#10;AADdAAAADwAAAGRycy9kb3ducmV2LnhtbESPT2vCQBTE7wW/w/IKvdWNoSkaXUWFQi8F//RQb8/s&#10;axLMvo27W41++q4geBxm5jfMZNaZRpzI+dqygkE/AUFcWF1zqeB7+/E6BOEDssbGMim4kIfZtPc0&#10;wVzbM6/ptAmliBD2OSqoQmhzKX1RkUHfty1x9H6tMxiidKXUDs8RbhqZJsm7NFhzXKiwpWVFxWHz&#10;ZxQsRsPFcfXGX9f1fke7n/0hS12i1MtzNx+DCNSFR/je/tQKsnSQwe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VWsfHAAAA3QAAAA8AAAAAAAAAAAAAAAAAmAIAAGRy&#10;cy9kb3ducmV2LnhtbFBLBQYAAAAABAAEAPUAAACMAwAAAAA=&#10;" fillcolor="black" stroked="f"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+scUA&#10;AADdAAAADwAAAGRycy9kb3ducmV2LnhtbESPzWrDMBCE74W8g9hCb42clIbgRAkmEFp6cn5Krxtr&#10;Y5laKyOpivv2VaHQ4zAz3zDr7Wh7kciHzrGC2bQAQdw43XGr4HzaPy5BhIissXdMCr4pwHYzuVtj&#10;qd2ND5SOsRUZwqFEBSbGoZQyNIYshqkbiLN3dd5izNK3Unu8Zbjt5bwoFtJix3nB4EA7Q83n8csq&#10;SJddXT2lj2QOb75qvatf3i+1Ug/3Y7UCEWmM/+G/9qtW8DyfLe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Oz6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72McA&#10;AADdAAAADwAAAGRycy9kb3ducmV2LnhtbESPQWvCQBSE74X+h+UVvNVNBG1NXUWkLdqLNQp6fGRf&#10;s8Hs25Ddxuiv7xYKPQ4z8w0zW/S2Fh21vnKsIB0mIIgLpysuFRz2b4/PIHxA1lg7JgVX8rCY39/N&#10;MNPuwjvq8lCKCGGfoQITQpNJ6QtDFv3QNcTR+3KtxRBlW0rd4iXCbS1HSTKRFiuOCwYbWhkqzvm3&#10;VeDT1evxw96m3end8DbfmMlnaZQaPPTLFxCB+vAf/muvtYLxKH2C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we9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942BF" w:rsidRDefault="008942BF" w:rsidP="008942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42BF" w:rsidRDefault="008942BF" w:rsidP="008942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2BF" w:rsidRDefault="008942BF" w:rsidP="00894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942BF" w:rsidRDefault="008942BF" w:rsidP="008942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42BF" w:rsidRPr="006E3F23" w:rsidRDefault="008942BF" w:rsidP="008942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№42</w:t>
      </w:r>
    </w:p>
    <w:p w:rsidR="008942BF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942BF" w:rsidRPr="00E12288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942BF" w:rsidRPr="00E12288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942BF" w:rsidRPr="00E12288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942BF" w:rsidRPr="00E12288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Г.О.</w:t>
      </w:r>
    </w:p>
    <w:p w:rsidR="008942BF" w:rsidRPr="00E12288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42BF" w:rsidRPr="00E12288" w:rsidRDefault="008942BF" w:rsidP="008942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8942BF" w:rsidRPr="00E12288" w:rsidRDefault="008942BF" w:rsidP="008942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942BF" w:rsidRPr="00E12288" w:rsidRDefault="008942BF" w:rsidP="008942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43C48"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</w:rPr>
        <w:t>,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543C48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982100:01:012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район</w:t>
      </w:r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Шкільна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 2.</w:t>
      </w:r>
    </w:p>
    <w:p w:rsidR="008942BF" w:rsidRPr="00E12288" w:rsidRDefault="008942BF" w:rsidP="008942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2.Сищук Г.О.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942BF" w:rsidRPr="00E12288" w:rsidRDefault="008942BF" w:rsidP="008942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942BF" w:rsidRPr="00E12288" w:rsidRDefault="008942BF" w:rsidP="008942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942BF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942BF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47A08" w:rsidRPr="008942BF" w:rsidRDefault="008942BF" w:rsidP="008942BF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147A08" w:rsidRPr="008942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942BF"/>
    <w:rsid w:val="00147A08"/>
    <w:rsid w:val="00171A2E"/>
    <w:rsid w:val="00304C90"/>
    <w:rsid w:val="00505B6D"/>
    <w:rsid w:val="00543C48"/>
    <w:rsid w:val="006D3977"/>
    <w:rsid w:val="007D6C18"/>
    <w:rsid w:val="008942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BF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942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942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42B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2020-12-01T06:12:00Z</dcterms:created>
  <dcterms:modified xsi:type="dcterms:W3CDTF">2020-12-01T06:59:00Z</dcterms:modified>
</cp:coreProperties>
</file>