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CA0" w:rsidRPr="004102D1" w:rsidRDefault="00497CA0" w:rsidP="00497CA0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CA0" w:rsidRDefault="00497CA0" w:rsidP="00497C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CA0" w:rsidRDefault="00497CA0" w:rsidP="00497C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CA0" w:rsidRDefault="00497CA0" w:rsidP="00497C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CA0" w:rsidRDefault="00497CA0" w:rsidP="00497C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CA0" w:rsidRDefault="00497CA0" w:rsidP="00497C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CA0" w:rsidRDefault="00497CA0" w:rsidP="00497C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CA0" w:rsidRDefault="00497CA0" w:rsidP="00497C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CA0" w:rsidRDefault="00497CA0" w:rsidP="00497C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CA0" w:rsidRDefault="00497CA0" w:rsidP="00497C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CA0" w:rsidRDefault="00497CA0" w:rsidP="00497C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CA0" w:rsidRDefault="00497CA0" w:rsidP="00497C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CA0" w:rsidRDefault="00497CA0" w:rsidP="00497C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CA0" w:rsidRDefault="00497CA0" w:rsidP="00497C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CA0" w:rsidRDefault="00497CA0" w:rsidP="00497C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CA0" w:rsidRDefault="00497CA0" w:rsidP="00497C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CA0" w:rsidRDefault="00497CA0" w:rsidP="00497C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CA0" w:rsidRDefault="00497CA0" w:rsidP="00497C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CA0" w:rsidRDefault="00497CA0" w:rsidP="00497C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CA0" w:rsidRDefault="00497CA0" w:rsidP="00497C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CA0" w:rsidRDefault="00497CA0" w:rsidP="00497C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CA0" w:rsidRDefault="00497CA0" w:rsidP="00497C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CA0" w:rsidRDefault="00497CA0" w:rsidP="00497C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CA0" w:rsidRDefault="00497CA0" w:rsidP="00497C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CA0" w:rsidRDefault="00497CA0" w:rsidP="00497C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CA0" w:rsidRDefault="00497CA0" w:rsidP="00497C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CA0" w:rsidRDefault="00497CA0" w:rsidP="00497C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CA0" w:rsidRDefault="00497CA0" w:rsidP="00497C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CA0" w:rsidRDefault="00497CA0" w:rsidP="00497C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CA0" w:rsidRDefault="00497CA0" w:rsidP="00497C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CA0" w:rsidRDefault="00497CA0" w:rsidP="00497C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97CA0" w:rsidRDefault="00497CA0" w:rsidP="00497C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97CA0" w:rsidRDefault="00497CA0" w:rsidP="00497C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97CA0" w:rsidRDefault="00497CA0" w:rsidP="00497C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97CA0" w:rsidRDefault="00497CA0" w:rsidP="00497C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97CA0" w:rsidRDefault="00497CA0" w:rsidP="00497C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97CA0" w:rsidRDefault="00497CA0" w:rsidP="00497C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97CA0" w:rsidRDefault="00497CA0" w:rsidP="00497C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97CA0" w:rsidRDefault="00497CA0" w:rsidP="00497C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97CA0" w:rsidRDefault="00497CA0" w:rsidP="00497C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97CA0" w:rsidRDefault="00497CA0" w:rsidP="00497C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97CA0" w:rsidRDefault="00497CA0" w:rsidP="00497C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97CA0" w:rsidRDefault="00497CA0" w:rsidP="00497C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97CA0" w:rsidRDefault="00497CA0" w:rsidP="00497C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97CA0" w:rsidRDefault="00497CA0" w:rsidP="00497C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97CA0" w:rsidRDefault="00497CA0" w:rsidP="00497C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97CA0" w:rsidRDefault="00497CA0" w:rsidP="00497C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97CA0" w:rsidRDefault="00497CA0" w:rsidP="00497C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97CA0" w:rsidRDefault="00497CA0" w:rsidP="00497C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97CA0" w:rsidRDefault="00497CA0" w:rsidP="00497C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97CA0" w:rsidRDefault="00497CA0" w:rsidP="00497C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97CA0" w:rsidRDefault="00497CA0" w:rsidP="00497C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97CA0" w:rsidRDefault="00497CA0" w:rsidP="00497C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97CA0" w:rsidRDefault="00497CA0" w:rsidP="00497C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97CA0" w:rsidRDefault="00497CA0" w:rsidP="00497C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97CA0" w:rsidRDefault="00497CA0" w:rsidP="00497C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97CA0" w:rsidRDefault="00497CA0" w:rsidP="00497C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97CA0" w:rsidRDefault="00497CA0" w:rsidP="00497C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97CA0" w:rsidRDefault="00497CA0" w:rsidP="00497C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97CA0" w:rsidRDefault="00497CA0" w:rsidP="00497C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97CA0" w:rsidRDefault="00497CA0" w:rsidP="00497C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97CA0" w:rsidRPr="000A4F3E" w:rsidRDefault="00497CA0" w:rsidP="00497CA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7CA0" w:rsidRPr="000A4F3E" w:rsidRDefault="00497CA0" w:rsidP="00497CA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7CA0" w:rsidRPr="000A4F3E" w:rsidRDefault="00497CA0" w:rsidP="00497CA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7CA0" w:rsidRPr="000A4F3E" w:rsidRDefault="00497CA0" w:rsidP="00497CA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7CA0" w:rsidRPr="000A4F3E" w:rsidRDefault="00497CA0" w:rsidP="00497CA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97CA0" w:rsidRPr="000A4F3E" w:rsidRDefault="00497CA0" w:rsidP="00497CA0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97CA0" w:rsidRPr="000A4F3E" w:rsidRDefault="00497CA0" w:rsidP="00497CA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97CA0" w:rsidRPr="000A4F3E" w:rsidRDefault="00497CA0" w:rsidP="00497CA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97CA0" w:rsidRPr="000A4F3E" w:rsidRDefault="00497CA0" w:rsidP="00497CA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7CA0" w:rsidRPr="000A4F3E" w:rsidRDefault="00497CA0" w:rsidP="00497CA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97CA0" w:rsidRPr="000A4F3E" w:rsidRDefault="00497CA0" w:rsidP="00497CA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7CA0" w:rsidRPr="000A4F3E" w:rsidRDefault="00497CA0" w:rsidP="00497CA0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97CA0" w:rsidRPr="000A4F3E" w:rsidRDefault="00497CA0" w:rsidP="00497CA0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97CA0" w:rsidRDefault="00497CA0" w:rsidP="00497CA0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497CA0" w:rsidRPr="004102D1" w:rsidRDefault="00497CA0" w:rsidP="00497CA0">
      <w:pPr>
        <w:pStyle w:val="HTML0"/>
        <w:spacing w:line="276" w:lineRule="auto"/>
        <w:rPr>
          <w:rFonts w:ascii="Times New Roman" w:hAnsi="Times New Roman"/>
        </w:rPr>
      </w:pPr>
    </w:p>
    <w:p w:rsidR="00497CA0" w:rsidRPr="00CA5B65" w:rsidRDefault="00497CA0" w:rsidP="00497CA0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497CA0" w:rsidRPr="00CA5B65" w:rsidRDefault="00497CA0" w:rsidP="00497CA0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497CA0" w:rsidRPr="00CA5B65" w:rsidRDefault="00497CA0" w:rsidP="00497CA0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CA5B65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497CA0" w:rsidRPr="00CA5B65" w:rsidRDefault="00497CA0" w:rsidP="00497CA0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Левунець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О.В.</w:t>
      </w:r>
    </w:p>
    <w:p w:rsidR="00497CA0" w:rsidRPr="00CA5B65" w:rsidRDefault="00497CA0" w:rsidP="00497CA0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497CA0" w:rsidRPr="00CA5B65" w:rsidRDefault="00497CA0" w:rsidP="00497CA0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CA5B65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eastAsia="Times New Roman" w:hAnsi="Times New Roman"/>
          <w:sz w:val="24"/>
        </w:rPr>
        <w:t>частини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місцеве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CA5B65">
        <w:rPr>
          <w:rFonts w:ascii="Times New Roman" w:eastAsia="Times New Roman" w:hAnsi="Times New Roman"/>
          <w:sz w:val="24"/>
        </w:rPr>
        <w:t>врахувавши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пропозицію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благоустрою,</w:t>
      </w:r>
      <w:r w:rsidRPr="00CA5B65">
        <w:rPr>
          <w:rFonts w:ascii="Times New Roman" w:eastAsia="Times New Roman" w:hAnsi="Times New Roman"/>
          <w:sz w:val="24"/>
        </w:rPr>
        <w:t xml:space="preserve">    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розглянувши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заяву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Левунець</w:t>
      </w:r>
      <w:proofErr w:type="spellEnd"/>
      <w:r>
        <w:rPr>
          <w:rFonts w:ascii="Times New Roman" w:eastAsia="Times New Roman" w:hAnsi="Times New Roman"/>
          <w:sz w:val="24"/>
        </w:rPr>
        <w:t xml:space="preserve"> О.В. 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рада </w:t>
      </w:r>
    </w:p>
    <w:p w:rsidR="00497CA0" w:rsidRPr="00CA5B65" w:rsidRDefault="00497CA0" w:rsidP="00497CA0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>ВИРІШИЛА:</w:t>
      </w:r>
    </w:p>
    <w:p w:rsidR="00497CA0" w:rsidRPr="00CA5B65" w:rsidRDefault="00497CA0" w:rsidP="00497CA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CA5B65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 w:rsidRPr="00CA5B65">
        <w:rPr>
          <w:rFonts w:ascii="Times New Roman" w:eastAsia="Times New Roman" w:hAnsi="Times New Roman"/>
          <w:sz w:val="24"/>
        </w:rPr>
        <w:t>Надати</w:t>
      </w:r>
      <w:proofErr w:type="spellEnd"/>
      <w:r w:rsidRPr="00CA5B65">
        <w:rPr>
          <w:rFonts w:ascii="Times New Roman" w:eastAsia="Times New Roman" w:hAnsi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Левунець</w:t>
      </w:r>
      <w:proofErr w:type="spellEnd"/>
      <w:r>
        <w:rPr>
          <w:rFonts w:ascii="Times New Roman" w:eastAsia="Times New Roman" w:hAnsi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</w:rPr>
        <w:t>Олені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Василівні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зареєстрован</w:t>
      </w:r>
      <w:r>
        <w:rPr>
          <w:rFonts w:ascii="Times New Roman" w:eastAsia="Times New Roman" w:hAnsi="Times New Roman"/>
          <w:sz w:val="24"/>
        </w:rPr>
        <w:t>а</w:t>
      </w:r>
      <w:proofErr w:type="spellEnd"/>
      <w:r>
        <w:rPr>
          <w:rFonts w:ascii="Times New Roman" w:eastAsia="Times New Roman" w:hAnsi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/>
          <w:sz w:val="24"/>
        </w:rPr>
        <w:t xml:space="preserve">: </w:t>
      </w:r>
      <w:r w:rsidR="00B70D2D">
        <w:rPr>
          <w:rFonts w:ascii="Times New Roman" w:eastAsia="Times New Roman" w:hAnsi="Times New Roman"/>
          <w:sz w:val="24"/>
          <w:lang w:val="en-US"/>
        </w:rPr>
        <w:t>___________________</w:t>
      </w:r>
      <w:r>
        <w:rPr>
          <w:rFonts w:ascii="Times New Roman" w:eastAsia="Times New Roman" w:hAnsi="Times New Roman"/>
          <w:sz w:val="24"/>
        </w:rPr>
        <w:t>,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дозвіл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CA5B65">
        <w:rPr>
          <w:rFonts w:ascii="Times New Roman" w:eastAsia="Times New Roman" w:hAnsi="Times New Roman"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орієнтовною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площею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2,00</w:t>
      </w:r>
      <w:r w:rsidR="00974CB5">
        <w:rPr>
          <w:rFonts w:ascii="Times New Roman" w:eastAsia="Times New Roman" w:hAnsi="Times New Roman"/>
          <w:sz w:val="24"/>
          <w:lang w:val="en-US"/>
        </w:rPr>
        <w:t xml:space="preserve"> </w:t>
      </w:r>
      <w:bookmarkStart w:id="0" w:name="_GoBack"/>
      <w:bookmarkEnd w:id="0"/>
      <w:r w:rsidRPr="00CA5B65">
        <w:rPr>
          <w:rFonts w:ascii="Times New Roman" w:eastAsia="Times New Roman" w:hAnsi="Times New Roman"/>
          <w:sz w:val="24"/>
        </w:rPr>
        <w:t xml:space="preserve">га, для </w:t>
      </w:r>
      <w:proofErr w:type="spellStart"/>
      <w:r>
        <w:rPr>
          <w:rFonts w:ascii="Times New Roman" w:eastAsia="Times New Roman" w:hAnsi="Times New Roman"/>
          <w:sz w:val="24"/>
        </w:rPr>
        <w:t>ведення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особистого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селянського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господарства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розташована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</w:rPr>
        <w:t>в</w:t>
      </w:r>
      <w:proofErr w:type="gram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селі</w:t>
      </w:r>
      <w:proofErr w:type="spellEnd"/>
      <w:r>
        <w:rPr>
          <w:rFonts w:ascii="Times New Roman" w:eastAsia="Times New Roman" w:hAnsi="Times New Roman"/>
          <w:sz w:val="24"/>
        </w:rPr>
        <w:t xml:space="preserve">   </w:t>
      </w:r>
      <w:proofErr w:type="spellStart"/>
      <w:r>
        <w:rPr>
          <w:rFonts w:ascii="Times New Roman" w:eastAsia="Times New Roman" w:hAnsi="Times New Roman"/>
          <w:sz w:val="24"/>
        </w:rPr>
        <w:t>Крупець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497CA0" w:rsidRPr="00DC5C5B" w:rsidRDefault="00497CA0" w:rsidP="00497CA0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</w:rPr>
        <w:t xml:space="preserve">   </w:t>
      </w:r>
      <w:r w:rsidRPr="00DC5C5B">
        <w:rPr>
          <w:rFonts w:ascii="Times New Roman" w:eastAsia="Times New Roman" w:hAnsi="Times New Roman"/>
          <w:sz w:val="24"/>
        </w:rPr>
        <w:t xml:space="preserve">    2</w:t>
      </w:r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Левунець</w:t>
      </w:r>
      <w:proofErr w:type="spellEnd"/>
      <w:r>
        <w:rPr>
          <w:rFonts w:ascii="Times New Roman" w:eastAsia="Times New Roman" w:hAnsi="Times New Roman"/>
          <w:sz w:val="24"/>
        </w:rPr>
        <w:t xml:space="preserve"> О.В.</w:t>
      </w:r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DC5C5B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щодо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ділянки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DC5C5B">
        <w:rPr>
          <w:rFonts w:ascii="Times New Roman" w:eastAsia="Times New Roman" w:hAnsi="Times New Roman"/>
          <w:sz w:val="24"/>
        </w:rPr>
        <w:t>передачі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її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DC5C5B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DC5C5B">
        <w:rPr>
          <w:rFonts w:ascii="Times New Roman" w:eastAsia="Times New Roman" w:hAnsi="Times New Roman"/>
          <w:sz w:val="24"/>
        </w:rPr>
        <w:t>розгляд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сесії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DC5C5B">
        <w:rPr>
          <w:rFonts w:ascii="Times New Roman" w:eastAsia="Times New Roman" w:hAnsi="Times New Roman"/>
          <w:sz w:val="24"/>
        </w:rPr>
        <w:t>ради</w:t>
      </w:r>
      <w:proofErr w:type="gramEnd"/>
      <w:r w:rsidRPr="00DC5C5B">
        <w:rPr>
          <w:rFonts w:ascii="Times New Roman" w:eastAsia="Times New Roman" w:hAnsi="Times New Roman"/>
          <w:sz w:val="24"/>
        </w:rPr>
        <w:t>.</w:t>
      </w:r>
    </w:p>
    <w:p w:rsidR="00497CA0" w:rsidRPr="00CA5B65" w:rsidRDefault="00497CA0" w:rsidP="00497CA0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497CA0" w:rsidRPr="00CA5B65" w:rsidRDefault="00497CA0" w:rsidP="00497CA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497CA0" w:rsidRDefault="00497CA0" w:rsidP="00497CA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7CA0" w:rsidRPr="004102D1" w:rsidRDefault="00497CA0" w:rsidP="00497CA0">
      <w:pPr>
        <w:pStyle w:val="HTML0"/>
        <w:spacing w:line="276" w:lineRule="auto"/>
        <w:rPr>
          <w:rFonts w:ascii="Times New Roman" w:hAnsi="Times New Roman"/>
        </w:rPr>
      </w:pPr>
      <w:proofErr w:type="spellStart"/>
      <w:r w:rsidRPr="004102D1">
        <w:rPr>
          <w:rFonts w:ascii="Times New Roman" w:hAnsi="Times New Roman"/>
        </w:rPr>
        <w:t>Сільський</w:t>
      </w:r>
      <w:proofErr w:type="spellEnd"/>
      <w:r w:rsidRPr="004102D1">
        <w:rPr>
          <w:rFonts w:ascii="Times New Roman" w:hAnsi="Times New Roman"/>
        </w:rPr>
        <w:t xml:space="preserve"> голова </w:t>
      </w:r>
      <w:r w:rsidRPr="004102D1">
        <w:rPr>
          <w:rFonts w:ascii="Times New Roman" w:hAnsi="Times New Roman"/>
        </w:rPr>
        <w:tab/>
      </w:r>
      <w:r w:rsidRPr="004102D1">
        <w:rPr>
          <w:rFonts w:ascii="Times New Roman" w:hAnsi="Times New Roman"/>
        </w:rPr>
        <w:tab/>
      </w:r>
      <w:r w:rsidRPr="004102D1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</w:t>
      </w:r>
      <w:proofErr w:type="spellStart"/>
      <w:r w:rsidRPr="004102D1">
        <w:rPr>
          <w:rFonts w:ascii="Times New Roman" w:hAnsi="Times New Roman"/>
        </w:rPr>
        <w:t>Валерій</w:t>
      </w:r>
      <w:proofErr w:type="spellEnd"/>
      <w:r w:rsidRPr="004102D1">
        <w:rPr>
          <w:rFonts w:ascii="Times New Roman" w:hAnsi="Times New Roman"/>
        </w:rPr>
        <w:t xml:space="preserve">  МИХАЛЮК </w:t>
      </w:r>
    </w:p>
    <w:p w:rsidR="00DB3E47" w:rsidRDefault="00DB3E47"/>
    <w:sectPr w:rsidR="00DB3E4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CA0"/>
    <w:rsid w:val="00171A2E"/>
    <w:rsid w:val="00304C90"/>
    <w:rsid w:val="00497CA0"/>
    <w:rsid w:val="00505B6D"/>
    <w:rsid w:val="006D3977"/>
    <w:rsid w:val="007D6C18"/>
    <w:rsid w:val="00974CB5"/>
    <w:rsid w:val="00B70D2D"/>
    <w:rsid w:val="00D1641A"/>
    <w:rsid w:val="00DB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97CA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497C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97CA0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97CA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497C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97CA0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244</Words>
  <Characters>1392</Characters>
  <Application>Microsoft Office Word</Application>
  <DocSecurity>0</DocSecurity>
  <Lines>11</Lines>
  <Paragraphs>3</Paragraphs>
  <ScaleCrop>false</ScaleCrop>
  <Company>Microsoft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5</cp:revision>
  <dcterms:created xsi:type="dcterms:W3CDTF">2020-08-20T14:39:00Z</dcterms:created>
  <dcterms:modified xsi:type="dcterms:W3CDTF">2020-08-21T13:04:00Z</dcterms:modified>
</cp:coreProperties>
</file>