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6B" w:rsidRDefault="00263A6B" w:rsidP="00263A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A6B" w:rsidRDefault="00263A6B" w:rsidP="0026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3A6B" w:rsidRDefault="00263A6B" w:rsidP="0026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3A6B" w:rsidRDefault="00263A6B" w:rsidP="00263A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3A6B" w:rsidRDefault="00263A6B" w:rsidP="00263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3A6B" w:rsidRDefault="00263A6B" w:rsidP="00263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№17</w:t>
      </w:r>
    </w:p>
    <w:p w:rsidR="00263A6B" w:rsidRDefault="00263A6B" w:rsidP="00263A6B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263A6B" w:rsidRPr="008E2C07" w:rsidRDefault="00263A6B" w:rsidP="00263A6B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263A6B" w:rsidRPr="008E2C0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263A6B" w:rsidRPr="008E2C0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63A6B" w:rsidRPr="008E2C0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Павельчук</w:t>
      </w:r>
      <w:proofErr w:type="spellEnd"/>
      <w:r>
        <w:rPr>
          <w:rFonts w:ascii="Times New Roman" w:hAnsi="Times New Roman"/>
          <w:b/>
          <w:sz w:val="24"/>
        </w:rPr>
        <w:t xml:space="preserve"> А.М.</w:t>
      </w:r>
    </w:p>
    <w:p w:rsidR="00263A6B" w:rsidRPr="008E2C0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263A6B" w:rsidRPr="008E2C0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Павельчук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А.М.,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263A6B" w:rsidRPr="00921196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63A6B" w:rsidRPr="000146CF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 w:rsidRPr="000146CF">
        <w:rPr>
          <w:rFonts w:ascii="Times New Roman" w:hAnsi="Times New Roman"/>
          <w:sz w:val="24"/>
        </w:rPr>
        <w:t>Павельчук</w:t>
      </w:r>
      <w:proofErr w:type="spellEnd"/>
      <w:r w:rsidRPr="000146CF">
        <w:rPr>
          <w:rFonts w:ascii="Times New Roman" w:hAnsi="Times New Roman"/>
          <w:sz w:val="24"/>
        </w:rPr>
        <w:t xml:space="preserve"> Антоніні Миколаївні.,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</w:t>
      </w:r>
      <w:r w:rsidRPr="00EB2F06">
        <w:rPr>
          <w:rFonts w:ascii="Times New Roman" w:hAnsi="Times New Roman"/>
          <w:sz w:val="24"/>
        </w:rPr>
        <w:t xml:space="preserve"> </w:t>
      </w:r>
      <w:r w:rsidR="007B57C5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0146CF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45 </w:t>
      </w:r>
      <w:r w:rsidRPr="000146CF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0146CF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0146CF">
        <w:rPr>
          <w:rFonts w:ascii="Times New Roman" w:hAnsi="Times New Roman"/>
          <w:sz w:val="24"/>
        </w:rPr>
        <w:t>Колом’є</w:t>
      </w:r>
      <w:proofErr w:type="spellEnd"/>
      <w:r w:rsidRPr="000146CF">
        <w:rPr>
          <w:rFonts w:ascii="Times New Roman" w:hAnsi="Times New Roman"/>
          <w:sz w:val="24"/>
        </w:rPr>
        <w:t>.</w:t>
      </w:r>
    </w:p>
    <w:p w:rsidR="00263A6B" w:rsidRPr="000146CF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146CF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Павельчук</w:t>
      </w:r>
      <w:proofErr w:type="spellEnd"/>
      <w:r>
        <w:rPr>
          <w:rFonts w:ascii="Times New Roman" w:hAnsi="Times New Roman"/>
          <w:sz w:val="24"/>
        </w:rPr>
        <w:t xml:space="preserve"> А.М.,</w:t>
      </w:r>
      <w:r w:rsidRPr="000146CF">
        <w:rPr>
          <w:rFonts w:ascii="Times New Roman" w:hAnsi="Times New Roman"/>
          <w:sz w:val="24"/>
        </w:rPr>
        <w:t xml:space="preserve"> розробити </w:t>
      </w:r>
      <w:proofErr w:type="spellStart"/>
      <w:r w:rsidRPr="000146CF">
        <w:rPr>
          <w:rFonts w:ascii="Times New Roman" w:hAnsi="Times New Roman"/>
          <w:sz w:val="24"/>
        </w:rPr>
        <w:t>проєкт</w:t>
      </w:r>
      <w:proofErr w:type="spellEnd"/>
      <w:r w:rsidRPr="000146CF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63A6B" w:rsidRPr="00F443C5" w:rsidRDefault="00263A6B" w:rsidP="00263A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63A6B" w:rsidRPr="008E2C07" w:rsidRDefault="00263A6B" w:rsidP="00263A6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3A6B" w:rsidRPr="0040456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63A6B" w:rsidRPr="0040456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63A6B" w:rsidRPr="0040456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63A6B" w:rsidRPr="0040456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63A6B" w:rsidRPr="00404567" w:rsidRDefault="00263A6B" w:rsidP="00263A6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63A6B" w:rsidRDefault="00263A6B" w:rsidP="00263A6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D54E11" w:rsidRDefault="00D54E11"/>
    <w:sectPr w:rsidR="00D54E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6B"/>
    <w:rsid w:val="00171A2E"/>
    <w:rsid w:val="00263A6B"/>
    <w:rsid w:val="00304C90"/>
    <w:rsid w:val="00505B6D"/>
    <w:rsid w:val="006D3977"/>
    <w:rsid w:val="007B57C5"/>
    <w:rsid w:val="007D6C18"/>
    <w:rsid w:val="00D1641A"/>
    <w:rsid w:val="00D5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3025"/>
  <w15:docId w15:val="{448AB1BB-495B-4403-A660-11B4B6A1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A6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63A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3A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63A6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2021-04-28T12:08:00Z</dcterms:created>
  <dcterms:modified xsi:type="dcterms:W3CDTF">2021-04-28T12:54:00Z</dcterms:modified>
</cp:coreProperties>
</file>