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633" w:rsidRDefault="008E1633" w:rsidP="008E1633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A881B9A" wp14:editId="7297A45B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5838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83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633" w:rsidRDefault="008E1633" w:rsidP="008E1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4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1633" w:rsidRDefault="008E1633" w:rsidP="008E1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4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633" w:rsidRDefault="008E1633" w:rsidP="008E1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4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1633" w:rsidRDefault="008E1633" w:rsidP="008E1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4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633" w:rsidRDefault="008E1633" w:rsidP="008E1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4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1633" w:rsidRDefault="008E1633" w:rsidP="008E1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4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633" w:rsidRDefault="008E1633" w:rsidP="008E1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4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1633" w:rsidRDefault="008E1633" w:rsidP="008E1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4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633" w:rsidRDefault="008E1633" w:rsidP="008E1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4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1633" w:rsidRDefault="008E1633" w:rsidP="008E1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4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633" w:rsidRDefault="008E1633" w:rsidP="008E1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5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1633" w:rsidRDefault="008E1633" w:rsidP="008E1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5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633" w:rsidRDefault="008E1633" w:rsidP="008E1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5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1633" w:rsidRDefault="008E1633" w:rsidP="008E1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5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633" w:rsidRDefault="008E1633" w:rsidP="008E1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5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1633" w:rsidRDefault="008E1633" w:rsidP="008E1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5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633" w:rsidRDefault="008E1633" w:rsidP="008E1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5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1633" w:rsidRDefault="008E1633" w:rsidP="008E1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5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633" w:rsidRDefault="008E1633" w:rsidP="008E1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5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1633" w:rsidRDefault="008E1633" w:rsidP="008E1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5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633" w:rsidRDefault="008E1633" w:rsidP="008E1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6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633" w:rsidRDefault="008E1633" w:rsidP="008E1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6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633" w:rsidRDefault="008E1633" w:rsidP="008E1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6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633" w:rsidRDefault="008E1633" w:rsidP="008E1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6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633" w:rsidRDefault="008E1633" w:rsidP="008E1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6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633" w:rsidRDefault="008E1633" w:rsidP="008E1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6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633" w:rsidRDefault="008E1633" w:rsidP="008E1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6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633" w:rsidRDefault="008E1633" w:rsidP="008E1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6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633" w:rsidRDefault="008E1633" w:rsidP="008E1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6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1633" w:rsidRDefault="008E1633" w:rsidP="008E16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Bvx8YA&#10;AADdAAAADwAAAGRycy9kb3ducmV2LnhtbESPQWvCQBSE74X+h+UVvDWbGtqm0TWEosWDIEnr/ZF9&#10;JsHs25BdNf33XUHocZiZb5hlPpleXGh0nWUFL1EMgri2uuNGwc/35jkF4Tyyxt4yKfglB/nq8WGJ&#10;mbZXLulS+UYECLsMFbTeD5mUrm7JoIvsQBy8ox0N+iDHRuoRrwFuejmP4zdpsOOw0OJAny3Vp+ps&#10;FNjka7s7NPMyWfO752KfHg/TTqnZ01QsQHia/H/43t5qBa9p8gG3N+E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FBvx8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E1633" w:rsidRDefault="008E1633" w:rsidP="008E1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pxKcUA&#10;AADdAAAADwAAAGRycy9kb3ducmV2LnhtbERPTWsCMRC9C/0PYQpepGYr1drVKEXYqj0UtIVeh824&#10;2XYzWZJUV399cxA8Pt73fNnZRhzJh9qxgsdhBoK4dLrmSsHXZ/EwBREissbGMSk4U4Dl4q43x1y7&#10;E+/ouI+VSCEcclRgYmxzKUNpyGIYupY4cQfnLcYEfSW1x1MKt40cZdlEWqw5NRhsaWWo/N3/WQU/&#10;xYf5Xj1f3vzgZUeXQfG+brYTpfr33esMRKQu3sRX90YrGE+f0v70Jj0Bu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enEp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E1633" w:rsidRDefault="008E1633" w:rsidP="008E1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62zcMA&#10;AADdAAAADwAAAGRycy9kb3ducmV2LnhtbESP3YrCMBCF74V9hzALeyNr6i9SjSKLinhT1H2AoRmb&#10;YjMpTdZ2394IgpeH8/NxluvOVuJOjS8dKxgOEhDEudMlFwp+L7vvOQgfkDVWjknBP3lYrz56S0y1&#10;a/lE93MoRBxhn6ICE0KdSulzQxb9wNXE0bu6xmKIsimkbrCN47aSoySZSYslR4LBmn4M5bfzn42Q&#10;bIzZ8dpedvsOW9weDfc3J6W+PrvNAkSgLrzDr/ZBK5jOJ0N4volP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62z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E1633" w:rsidRDefault="008E1633" w:rsidP="008E1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f9GsYA&#10;AADdAAAADwAAAGRycy9kb3ducmV2LnhtbESPQUsDMRSE70L/Q3gFbzbr0tayNi2lVRDBQ6sg3h6b&#10;193FzUtInt313xtB8DjMzDfMeju6Xl0ops6zgdtZAYq49rbjxsDb6+PNClQSZIu9ZzLwTQm2m8nV&#10;GivrBz7S5SSNyhBOFRpoRUKldapbcphmPhBn7+yjQ8kyNtpGHDLc9bosiqV22HFeaDHQvqX68/Tl&#10;DLwMD+H5brk4h484L3U6WHnfizHX03F3D0polP/wX/vJGlis5iX8vslPQG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If9G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E1633" w:rsidRDefault="008E1633" w:rsidP="008E1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CNIcUA&#10;AADdAAAADwAAAGRycy9kb3ducmV2LnhtbESP3WrCQBCF7wt9h2UK3hTd1LRFoqtIMaXkRvx5gCE7&#10;ZoPZ2ZBdk/j2bqHQy8P5+TirzWgb0VPna8cK3mYJCOLS6ZorBedTPl2A8AFZY+OYFNzJw2b9/LTC&#10;TLuBD9QfQyXiCPsMFZgQ2kxKXxqy6GeuJY7exXUWQ5RdJXWHQxy3jZwnyae0WHMkGGzpy1B5Pd5s&#10;hOxT3BeX4ZR/jzjgrjD8uj0oNXkZt0sQgcbwH/5r/2gFH4v3FH7fxCc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cI0h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E1633" w:rsidRDefault="008E1633" w:rsidP="008E1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LA9cYA&#10;AADdAAAADwAAAGRycy9kb3ducmV2LnhtbESPX0sDMRDE3wW/Q1jBN5uzXP9wNi2lVRDBh7aC+LZc&#10;tneHl01I1t757Y0g+DjMzG+Y1WZ0vbpQTJ1nA/eTAhRx7W3HjYG309PdElQSZIu9ZzLwTQk26+ur&#10;FVbWD3ygy1EalSGcKjTQioRK61S35DBNfCDO3tlHh5JlbLSNOGS46/W0KObaYcd5ocVAu5bqz+OX&#10;M/A6PIaXxXx2Dh+xnOq0t/K+E2Nub8btAyihUf7Df+1na2C2LE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CLA9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E1633" w:rsidRDefault="008E1633" w:rsidP="008E1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7FEMYA&#10;AADdAAAADwAAAGRycy9kb3ducmV2LnhtbESPUWvCMBSF3wf+h3CFvQxN3dYhnVF0ECZsMKaCr5fm&#10;2pY1NyXJbP33Rhjs8XDO+Q5nsRpsK87kQ+NYwWyagSAunWm4UnDY68kcRIjIBlvHpOBCAVbL0d0C&#10;C+N6/qbzLlYiQTgUqKCOsSukDGVNFsPUdcTJOzlvMSbpK2k89gluW/mYZS/SYsNpocaO3moqf3a/&#10;VsHmq6+e/EO5GdzH6f2Ya230p1bqfjysX0FEGuJ/+K+9NQry+XMOt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e7FE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E1633" w:rsidRDefault="008E1633" w:rsidP="008E1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QBIsQA&#10;AADdAAAADwAAAGRycy9kb3ducmV2LnhtbESP3YrCMBSE7xd8h3CEvVvTFZXSNYoohUX2xp8HODRn&#10;m67NSUlirW9vhAUvh5n5hlmuB9uKnnxoHCv4nGQgiCunG64VnE/lRw4iRGSNrWNScKcA69XobYmF&#10;djc+UH+MtUgQDgUqMDF2hZShMmQxTFxHnLxf5y3GJH0ttcdbgttWTrNsIS02nBYMdrQ1VF2OV6ug&#10;3E9/+stV+9JthpmlufnLd0ap9/Gw+QIRaYiv8H/7WyuY57MFPN+kJ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EASL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E1633" w:rsidRDefault="008E1633" w:rsidP="008E1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D+/McA&#10;AADdAAAADwAAAGRycy9kb3ducmV2LnhtbESPQWsCMRSE7wX/Q3hCL0WzttXKahQtBAsWSq3g9bF5&#10;7i5uXpYkdbf/3hQKPQ4z8w2zXPe2EVfyoXasYDLOQBAXztRcKjh+6dEcRIjIBhvHpOCHAqxXg7sl&#10;5sZ1/EnXQyxFgnDIUUEVY5tLGYqKLIaxa4mTd3beYkzSl9J47BLcNvIxy2bSYs1pocKWXisqLodv&#10;q2D70ZVP/qHY9m5/3p2mWhv9rpW6H/abBYhIffwP/7XfjILp/PkFft+kJyB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Jw/vz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E1633" w:rsidRDefault="008E1633" w:rsidP="008E1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cwy8AA&#10;AADdAAAADwAAAGRycy9kb3ducmV2LnhtbERPzYrCMBC+C75DGGFvmioqpRpFlMKy7EV3H2Boxqba&#10;TEoSa317c1jY48f3v90PthU9+dA4VjCfZSCIK6cbrhX8/pTTHESIyBpbx6TgRQH2u/Foi4V2Tz5T&#10;f4m1SCEcClRgYuwKKUNlyGKYuY44cVfnLcYEfS21x2cKt61cZNlaWmw4NRjs6Gioul8eVkH5tfju&#10;7w/tS3cYlpZW5pafjFIfk+GwARFpiP/iP/enVrDKl2luepOegNy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lcwy8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E1633" w:rsidRDefault="008E1633" w:rsidP="008E1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6PdsIA&#10;AADdAAAADwAAAGRycy9kb3ducmV2LnhtbESP3YrCMBSE7wXfIRzBO039qWjXKCIo66XVBzg0Z9ti&#10;c1KbaOvbbwTBy2FmvmHW285U4kmNKy0rmIwjEMSZ1SXnCq6Xw2gJwnlkjZVlUvAiB9tNv7fGRNuW&#10;z/RMfS4ChF2CCgrv60RKlxVk0I1tTRy8P9sY9EE2udQNtgFuKjmNooU0WHJYKLCmfUHZLX0YBfNX&#10;e7yn8S06aEOT06w+sc9ipYaDbvcDwlPnv+FP+1criJfzFbzfhCcgN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Xo92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E1633" w:rsidRDefault="008E1633" w:rsidP="008E1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+pKr4A&#10;AADdAAAADwAAAGRycy9kb3ducmV2LnhtbERPyw7BQBTdS/zD5ErsmJIQyhAhRKyox/qmc7WNzp2m&#10;M6i/NwuJ5cl5z5eNKcWLaldYVjDoRyCIU6sLzhRcztveBITzyBpLy6TgQw6Wi3ZrjrG2bz7RK/GZ&#10;CCHsYlSQe1/FUro0J4OubyviwN1tbdAHWGdS1/gO4aaUwygaS4MFh4YcK1rnlD6Sp1HwHN+GF74f&#10;9DHZfHbTzXbl5DVTqttpVjMQnhr/F//ce61gNBmF/eFNeAJy8Q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8vqSq+AAAA3Q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E1633" w:rsidRDefault="008E1633" w:rsidP="008E1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BztsgA&#10;AADdAAAADwAAAGRycy9kb3ducmV2LnhtbESPQWvCQBSE74L/YXlCb7qxrSGNrtIWBNuDotaDt2f2&#10;mcRm38bsVtN/7wqFHoeZ+YaZzFpTiQs1rrSsYDiIQBBnVpecK/jazvsJCOeRNVaWScEvOZhNu50J&#10;ptpeeU2Xjc9FgLBLUUHhfZ1K6bKCDLqBrYmDd7SNQR9kk0vd4DXATSUfoyiWBksOCwXW9F5Q9r35&#10;MQp2qyR+Wb19PJ8+lwd8Mvq812Ws1EOvfR2D8NT6//Bfe6EVjJLREO5vwhOQ0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AwHO2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E1633" w:rsidRDefault="008E1633" w:rsidP="008E1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ovMsUA&#10;AADdAAAADwAAAGRycy9kb3ducmV2LnhtbESPT2vCQBTE7wW/w/KE3urGWCVEV7GVavHkP/D6yD6T&#10;YPZtyG41+uldoeBxmJnfMJNZaypxocaVlhX0exEI4szqknMFh/3PRwLCeWSNlWVScCMHs2nnbYKp&#10;tlfe0mXncxEg7FJUUHhfp1K6rCCDrmdr4uCdbGPQB9nkUjd4DXBTyTiKRtJgyWGhwJq+C8rOuz+j&#10;4D464sat4q/FQHu6fSZLu94slXrvtvMxCE+tf4X/279awTAZxvB8E56An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ai8y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E1633" w:rsidRDefault="008E1633" w:rsidP="008E1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7ZEcUA&#10;AADdAAAADwAAAGRycy9kb3ducmV2LnhtbESP0WrCQBRE3wX/YblC38xGa8RGVynFQt+q0Q+4ZG83&#10;wezdmN1q9Ou7BcHHYWbOMKtNbxtxoc7XjhVMkhQEcel0zUbB8fA5XoDwAVlj45gU3MjDZj0crDDX&#10;7sp7uhTBiAhhn6OCKoQ2l9KXFVn0iWuJo/fjOoshys5I3eE1wm0jp2k6lxZrjgsVtvRRUXkqfq2C&#10;s5tmui+2+H3avu1qY2bn+36m1Muof1+CCNSHZ/jR/tIKskX2Cv9v4hO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/tkR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E1633" w:rsidRDefault="008E1633" w:rsidP="008E1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bLDcUA&#10;AADdAAAADwAAAGRycy9kb3ducmV2LnhtbESPwW7CMBBE70j8g7VI3IjT0tA0xaAWqRJXaA89bu0l&#10;SRuv09hA4OsxEhLH0cy80cyXvW3EgTpfO1bwkKQgiLUzNZcKvj4/JjkIH5ANNo5JwYk8LBfDwRwL&#10;4468ocM2lCJC2BeooAqhLaT0uiKLPnEtcfR2rrMYouxKaTo8Rrht5GOazqTFmuNChS2tKtJ/271V&#10;sK5/KJvp3YvN3/Xm+/wfps+/RqnxqH97BRGoD/fwrb02CrI8e4Lrm/gE5O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NssN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E1633" w:rsidRDefault="008E1633" w:rsidP="008E1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OdYsIA&#10;AADdAAAADwAAAGRycy9kb3ducmV2LnhtbERPW2vCMBR+F/YfwhH2pqlCh1aj6GAwcRO8oK+H5tgU&#10;m5PSZLX++2Uw8PG7882Xna1ES40vHSsYDRMQxLnTJRcKTsePwQSED8gaK8ek4EEelouX3hwz7e68&#10;p/YQChFL2GeowIRQZ1L63JBFP3Q1cdSurrEYImwKqRu8x3JbyXGSvEmLJccFgzW9G8pvhx+roMXd&#10;I7mY9fd0U37l4936vNWRV6/9bjUDEagLT/N/+lMrSCdpCn9v4hO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c51i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E1633" w:rsidRDefault="008E1633" w:rsidP="008E1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q9dcQA&#10;AADdAAAADwAAAGRycy9kb3ducmV2LnhtbESPQUvDQBSE74L/YXmCN7tpoKWk3RYpVDxq9NDja/Y1&#10;m5p9L+yuTfTXu4LgcZiZb5jNbvK9ulKInbCB+awARdyI7bg18P52eFiBignZYi9MBr4owm57e7PB&#10;ysrIr3StU6syhGOFBlxKQ6V1bBx5jDMZiLN3luAxZRlabQOOGe57XRbFUnvsOC84HGjvqPmoP72B&#10;8ak5Xcrz0brvMMihfpFL2Ysx93fT4xpUoin9h//az9bAYrVYwu+b/AT0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avXX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E1633" w:rsidRDefault="008E1633" w:rsidP="008E1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1eSccA&#10;AADdAAAADwAAAGRycy9kb3ducmV2LnhtbESPW2sCMRSE3wv9D+EU+lazFdRlNYqXCkUs4u39uDnu&#10;bk1Olk2q239vCgUfh5n5hhlNWmvElRpfOVbw3klAEOdOV1woOOyXbykIH5A1Gsek4Jc8TMbPTyPM&#10;tLvxlq67UIgIYZ+hgjKEOpPS5yVZ9B1XE0fv7BqLIcqmkLrBW4RbI7tJ0pcWK44LJdY0Lym/7H6s&#10;guVmYb67X9vpUYb5x+Bk0tVssVbq9aWdDkEEasMj/N/+1Ap6aW8Af2/iE5Dj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q9Xkn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E1633" w:rsidRDefault="008E1633" w:rsidP="008E1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UHgsQA&#10;AADdAAAADwAAAGRycy9kb3ducmV2LnhtbERPTWvCQBC9F/wPyxR6KbppJSVE1yCFkggWWit4HbPT&#10;JJidDdltEv+9exB6fLzvdTaZVgzUu8aygpdFBIK4tLrhSsHx52OegHAeWWNrmRRcyUG2mT2sMdV2&#10;5G8aDr4SIYRdigpq77tUSlfWZNAtbEccuF/bG/QB9pXUPY4h3LTyNYrepMGGQ0ONHb3XVF4Of0bB&#10;8LU/V8Xgut0leXbx8pznn/qk1NPjtF2B8DT5f/HdXWgFcRKHueFNeAJyc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FB4L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E1633" w:rsidRDefault="008E1633" w:rsidP="008E1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je0McA&#10;AADdAAAADwAAAGRycy9kb3ducmV2LnhtbESPT2vCQBTE7wW/w/IKvdVNpSkxuooWCl4E//RQb8/s&#10;Mwlm36a7W41++q4geBxm5jfMeNqZRpzI+dqygrd+AoK4sLrmUsH39us1A+EDssbGMim4kIfppPc0&#10;xlzbM6/ptAmliBD2OSqoQmhzKX1RkUHfty1x9A7WGQxRulJqh+cIN40cJMmHNFhzXKiwpc+KiuPm&#10;zyiYD7P57+qdl9f1fke7n/0xHbhEqZfnbjYCEagLj/C9vdAK0iwdwu1NfAJy8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1o3tDHAAAA3QAAAA8AAAAAAAAAAAAAAAAAmAIAAGRy&#10;cy9kb3ducmV2LnhtbFBLBQYAAAAABAAEAPUAAACMAwAAAAA=&#10;" fillcolor="black" stroked="f">
                  <v:textbox>
                    <w:txbxContent>
                      <w:p w:rsidR="008E1633" w:rsidRDefault="008E1633" w:rsidP="008E1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d+/sQA&#10;AADdAAAADwAAAGRycy9kb3ducmV2LnhtbERPy2rCQBTdF/yH4Rbc1UkFQ0gdpT4KgrrQduHymrlN&#10;hmTuhMxUo1/vLIQuD+c9nfe2ERfqvHGs4H2UgCAunDZcKvj5/nrLQPiArLFxTApu5GE+G7xMMdfu&#10;yge6HEMpYgj7HBVUIbS5lL6oyKIfuZY4cr+usxgi7EqpO7zGcNvIcZKk0qLh2FBhS8uKivr4ZxWc&#10;tqnJDobG5919sda7Sb3Yr2qlhq/95weIQH34Fz/dG61gkqVxf3wTn4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Xfv7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E1633" w:rsidRDefault="008E1633" w:rsidP="008E1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7l0MUA&#10;AADdAAAADwAAAGRycy9kb3ducmV2LnhtbESPQWsCMRSE7wX/Q3hCbzWrUFlWo4hS7KWHWsXrY/O6&#10;2e7mZZtEXf31jSD0OMzMN8x82dtWnMmH2rGC8SgDQVw6XXOlYP/19pKDCBFZY+uYFFwpwHIxeJpj&#10;od2FP+m8i5VIEA4FKjAxdoWUoTRkMYxcR5y8b+ctxiR9JbXHS4LbVk6ybCot1pwWDHa0NlQ2u5NV&#10;4FfHTXPj06HJbh/XsP3pf3M0Sj0P+9UMRKQ+/ocf7Xet4DWfjuH+Jj0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vuXQ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E1633" w:rsidRDefault="008E1633" w:rsidP="008E1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jeFcYA&#10;AADdAAAADwAAAGRycy9kb3ducmV2LnhtbESP3WrCQBSE7wt9h+UUelN0Y6D+RFeRQqFQKfjzAMfs&#10;MQnung3ZU419+m6h4OUwM98wi1XvnbpQF5vABkbDDBRxGWzDlYHD/n0wBRUF2aILTAZuFGG1fHxY&#10;YGHDlbd02UmlEoRjgQZqkbbQOpY1eYzD0BIn7xQ6j5JkV2nb4TXBvdN5lo21x4bTQo0tvdVUnnff&#10;3oDLj272OYkbuR30Jvvxsn35ssY8P/XrOSihXu7h//aHNfA6Hefw9y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DjeF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E1633" w:rsidRDefault="008E1633" w:rsidP="008E1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h0ysYA&#10;AADdAAAADwAAAGRycy9kb3ducmV2LnhtbESPQWsCMRSE74X+h/AKvdVsLYqsRrEVYS8e3Fq8PjfP&#10;zWLysmxSXf31plDwOMzMN8xs0TsrztSFxrOC90EGgrjyuuFawe57/TYBESKyRuuZFFwpwGL+/DTD&#10;XPsLb+lcxlokCIccFZgY21zKUBlyGAa+JU7e0XcOY5JdLXWHlwR3Vg6zbCwdNpwWDLb0Zag6lb9O&#10;waps7XBXmM+w/9kcDra4rWm/Uur1pV9OQUTq4yP83y60gtFk/AF/b9IT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fh0ys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E1633" w:rsidRDefault="008E1633" w:rsidP="008E1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ajD8UA&#10;AADdAAAADwAAAGRycy9kb3ducmV2LnhtbESPzWrDMBCE74G8g9hCb4nU0jjBtRxCaSCQU/NzyG2R&#10;trYTa2UsNXbfvioUehxm5humWI+uFXfqQ+NZw9NcgSA23jZcaTgdt7MViBCRLbaeScM3BViX00mB&#10;ufUDf9D9ECuRIBxy1FDH2OVSBlOTwzD3HXHyPn3vMCbZV9L2OCS4a+WzUpl02HBaqLGjt5rM7fDl&#10;NFy3cu+NQnM+nYedXV7eM2qV1o8P4+YVRKQx/of/2jurYbHKXuD3TXoCs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hqMP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E1633" w:rsidRDefault="008E1633" w:rsidP="008E1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OkusUA&#10;AADdAAAADwAAAGRycy9kb3ducmV2LnhtbESPQWvCQBSE7wX/w/IEb3WjooToKioUSouHqojHZ/aZ&#10;hGTfht1V03/fFQoeh5n5hlmsOtOIOzlfWVYwGiYgiHOrKy4UHA8f7ykIH5A1NpZJwS95WC17bwvM&#10;tH3wD933oRARwj5DBWUIbSalz0sy6Ie2JY7e1TqDIUpXSO3wEeGmkeMkmUmDFceFElvalpTX+5tR&#10;cL5983U3+Vq7TTjZ7uDr8SWtlRr0u/UcRKAuvML/7U+tYJrOpvB8E5+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06S6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E1633" w:rsidRDefault="008E1633" w:rsidP="008E1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AH8gA&#10;AADdAAAADwAAAGRycy9kb3ducmV2LnhtbESPT2vCQBTE70K/w/IK3symoiFNXaUWCr0I9c9Bb8/s&#10;axLMvk13txr76bsFweMwM79hZovetOJMzjeWFTwlKQji0uqGKwW77fsoB+EDssbWMim4kofF/GEw&#10;w0LbC6/pvAmViBD2BSqoQ+gKKX1Zk0Gf2I44el/WGQxRukpqh5cIN60cp2kmDTYcF2rs6K2m8rT5&#10;MQqWz/ny+3PCq9/18UCH/fE0HbtUqeFj//oCIlAf7uFb+0MrmOZZBv9v4hOQ8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Cm4AfyAAAAN0AAAAPAAAAAAAAAAAAAAAAAJgCAABk&#10;cnMvZG93bnJldi54bWxQSwUGAAAAAAQABAD1AAAAjQMAAAAA&#10;" fillcolor="black" stroked="f">
                  <v:textbox>
                    <w:txbxContent>
                      <w:p w:rsidR="008E1633" w:rsidRDefault="008E1633" w:rsidP="008E1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vfhcUA&#10;AADdAAAADwAAAGRycy9kb3ducmV2LnhtbESPQUsDMRSE7wX/Q3gFb222irVsm5alIIqnbVV6fd08&#10;N4ublyWJ6frvjSD0OMzMN8xmN9peJPKhc6xgMS9AEDdOd9wqeH97mq1AhIissXdMCn4owG57M9lg&#10;qd2FD5SOsRUZwqFEBSbGoZQyNIYshrkbiLP36bzFmKVvpfZ4yXDby7uiWEqLHecFgwPtDTVfx2+r&#10;IJ33dXWfTskcXn3Velc/f5xrpW6nY7UGEWmM1/B/+0UreFgtH+HvTX4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q9+F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E1633" w:rsidRDefault="008E1633" w:rsidP="008E1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OrBcMA&#10;AADdAAAADwAAAGRycy9kb3ducmV2LnhtbERPz2vCMBS+C/sfwht4s6kDi3ZGGbKN6UXtBtvx0bw1&#10;Zc1LabJa/evNQfD48f1ergfbiJ46XztWME1SEMSl0zVXCr4+3yZzED4ga2wck4IzeVivHkZLzLU7&#10;8ZH6IlQihrDPUYEJoc2l9KUhiz5xLXHkfl1nMUTYVVJ3eIrhtpFPaZpJizXHBoMtbQyVf8W/VeCn&#10;m9fvnb0s+p93w/tia7JDZZQaPw4vzyACDeEuvrk/tILZPItz45v4BOTq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rOrBc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E1633" w:rsidRDefault="008E1633" w:rsidP="008E16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E1633" w:rsidRDefault="008E1633" w:rsidP="008E163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8E1633" w:rsidRDefault="008E1633" w:rsidP="008E16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1633" w:rsidRDefault="008E1633" w:rsidP="008E16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1633" w:rsidRDefault="008E1633" w:rsidP="008E16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E1633" w:rsidRDefault="008E1633" w:rsidP="008E163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E1633" w:rsidRDefault="008E1633" w:rsidP="008E16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E1633" w:rsidRDefault="008E1633" w:rsidP="008E16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E1633" w:rsidRDefault="008E1633" w:rsidP="008E16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1633" w:rsidRDefault="008E1633" w:rsidP="008E16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E1633" w:rsidRDefault="008E1633" w:rsidP="008E16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1633" w:rsidRDefault="008E1633" w:rsidP="008E16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E1633" w:rsidRDefault="008E1633" w:rsidP="008E163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E1633" w:rsidRDefault="008E1633" w:rsidP="008E163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№52</w:t>
      </w:r>
    </w:p>
    <w:p w:rsidR="008E1633" w:rsidRPr="002D189B" w:rsidRDefault="008E1633" w:rsidP="008E163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E1633" w:rsidRPr="009B40A3" w:rsidRDefault="008E1633" w:rsidP="008E1633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9B40A3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</w:p>
    <w:p w:rsidR="008E1633" w:rsidRPr="009B40A3" w:rsidRDefault="008E1633" w:rsidP="008E163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</w:t>
      </w:r>
      <w:r w:rsidRPr="009B40A3">
        <w:rPr>
          <w:rFonts w:ascii="Times New Roman" w:eastAsia="Calibri" w:hAnsi="Times New Roman" w:cs="Times New Roman"/>
          <w:b/>
          <w:sz w:val="24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</w:p>
    <w:p w:rsidR="008E1633" w:rsidRPr="009B40A3" w:rsidRDefault="008E1633" w:rsidP="008E163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8E1633" w:rsidRPr="00A40A88" w:rsidRDefault="008E1633" w:rsidP="008E163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Андрощук</w:t>
      </w:r>
      <w:proofErr w:type="spellEnd"/>
      <w:r w:rsidRPr="009B40A3">
        <w:rPr>
          <w:rFonts w:ascii="Times New Roman" w:eastAsia="Calibri" w:hAnsi="Times New Roman" w:cs="Times New Roman"/>
          <w:b/>
          <w:sz w:val="24"/>
        </w:rPr>
        <w:t xml:space="preserve"> С.П.</w:t>
      </w:r>
    </w:p>
    <w:p w:rsidR="008E1633" w:rsidRPr="009B40A3" w:rsidRDefault="008E1633" w:rsidP="008E163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E1633" w:rsidRPr="009B40A3" w:rsidRDefault="008E1633" w:rsidP="008E163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9B40A3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>», статей 12,</w:t>
      </w:r>
      <w:r>
        <w:rPr>
          <w:rFonts w:ascii="Times New Roman" w:eastAsia="Calibri" w:hAnsi="Times New Roman" w:cs="Times New Roman"/>
          <w:sz w:val="24"/>
        </w:rPr>
        <w:t xml:space="preserve">116,  118, 121,122,186 </w:t>
      </w:r>
      <w:r w:rsidRPr="009B40A3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», 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заявуАндрощук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С.П.,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рада </w:t>
      </w:r>
    </w:p>
    <w:p w:rsidR="008E1633" w:rsidRPr="00A40A88" w:rsidRDefault="008E1633" w:rsidP="008E163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>ВИРІШИЛА:</w:t>
      </w:r>
    </w:p>
    <w:p w:rsidR="008E1633" w:rsidRPr="009B40A3" w:rsidRDefault="008E1633" w:rsidP="008E163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1.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Надати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Андрощук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proofErr w:type="gramStart"/>
      <w:r w:rsidRPr="009B40A3">
        <w:rPr>
          <w:rFonts w:ascii="Times New Roman" w:eastAsia="Calibri" w:hAnsi="Times New Roman" w:cs="Times New Roman"/>
          <w:sz w:val="24"/>
        </w:rPr>
        <w:t>Св</w:t>
      </w:r>
      <w:proofErr w:type="gramEnd"/>
      <w:r w:rsidRPr="009B40A3">
        <w:rPr>
          <w:rFonts w:ascii="Times New Roman" w:eastAsia="Calibri" w:hAnsi="Times New Roman" w:cs="Times New Roman"/>
          <w:sz w:val="24"/>
        </w:rPr>
        <w:t>ітлані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Петрівні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яка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: </w:t>
      </w:r>
      <w:r w:rsidR="00030CBA">
        <w:rPr>
          <w:rFonts w:ascii="Times New Roman" w:eastAsia="Calibri" w:hAnsi="Times New Roman" w:cs="Times New Roman"/>
          <w:sz w:val="24"/>
          <w:lang w:val="uk-UA"/>
        </w:rPr>
        <w:t>______________</w:t>
      </w:r>
      <w:bookmarkStart w:id="0" w:name="_GoBack"/>
      <w:bookmarkEnd w:id="0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площею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0,4000 га, для </w:t>
      </w:r>
      <w:proofErr w:type="spellStart"/>
      <w:r w:rsidRPr="009B40A3">
        <w:rPr>
          <w:rFonts w:ascii="Times New Roman" w:eastAsia="Calibri" w:hAnsi="Times New Roman" w:cs="Times New Roman"/>
        </w:rPr>
        <w:t>ведення</w:t>
      </w:r>
      <w:proofErr w:type="spellEnd"/>
      <w:r w:rsidRPr="009B40A3">
        <w:rPr>
          <w:rFonts w:ascii="Times New Roman" w:eastAsia="Calibri" w:hAnsi="Times New Roman" w:cs="Times New Roman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</w:rPr>
        <w:t>особистого</w:t>
      </w:r>
      <w:proofErr w:type="spellEnd"/>
      <w:r w:rsidRPr="009B40A3">
        <w:rPr>
          <w:rFonts w:ascii="Times New Roman" w:eastAsia="Calibri" w:hAnsi="Times New Roman" w:cs="Times New Roman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</w:rPr>
        <w:t>селянського</w:t>
      </w:r>
      <w:proofErr w:type="spellEnd"/>
      <w:r w:rsidRPr="009B40A3">
        <w:rPr>
          <w:rFonts w:ascii="Times New Roman" w:eastAsia="Calibri" w:hAnsi="Times New Roman" w:cs="Times New Roman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</w:rPr>
        <w:t>господарства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 яка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в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Комарівка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по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вул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Л.Українки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>.</w:t>
      </w:r>
    </w:p>
    <w:p w:rsidR="008E1633" w:rsidRPr="009B40A3" w:rsidRDefault="008E1633" w:rsidP="008E163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Анд</w:t>
      </w:r>
      <w:r>
        <w:rPr>
          <w:rFonts w:ascii="Times New Roman" w:eastAsia="Calibri" w:hAnsi="Times New Roman" w:cs="Times New Roman"/>
          <w:sz w:val="24"/>
        </w:rPr>
        <w:t>рощук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С.П.,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9B40A3">
        <w:rPr>
          <w:rFonts w:ascii="Times New Roman" w:eastAsia="Calibri" w:hAnsi="Times New Roman" w:cs="Times New Roman"/>
          <w:sz w:val="24"/>
        </w:rPr>
        <w:t>.</w:t>
      </w:r>
    </w:p>
    <w:p w:rsidR="008E1633" w:rsidRPr="009B40A3" w:rsidRDefault="008E1633" w:rsidP="008E163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8E1633" w:rsidRPr="009B40A3" w:rsidRDefault="008E1633" w:rsidP="008E163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8E1633" w:rsidRPr="009B40A3" w:rsidRDefault="008E1633" w:rsidP="008E163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E1633" w:rsidRPr="008E1633" w:rsidRDefault="008E1633" w:rsidP="008E1633">
      <w:pPr>
        <w:tabs>
          <w:tab w:val="left" w:pos="4424"/>
        </w:tabs>
        <w:spacing w:after="0"/>
        <w:rPr>
          <w:rFonts w:ascii="Times New Roman" w:eastAsia="Calibri" w:hAnsi="Times New Roman" w:cs="Times New Roman"/>
          <w:sz w:val="24"/>
          <w:lang w:val="uk-UA"/>
        </w:rPr>
      </w:pPr>
    </w:p>
    <w:p w:rsidR="008E1633" w:rsidRPr="009B40A3" w:rsidRDefault="008E1633" w:rsidP="008E1633">
      <w:pPr>
        <w:tabs>
          <w:tab w:val="left" w:pos="4424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193410" w:rsidRPr="008E1633" w:rsidRDefault="008E1633" w:rsidP="008E163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  <w:lang w:val="uk-UA"/>
        </w:rPr>
      </w:pPr>
      <w:proofErr w:type="spellStart"/>
      <w:r w:rsidRPr="009B40A3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9B40A3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   </w:t>
      </w:r>
      <w:proofErr w:type="spellStart"/>
      <w:r w:rsidRPr="009B40A3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9B40A3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193410" w:rsidRPr="008E163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633"/>
    <w:rsid w:val="00030CBA"/>
    <w:rsid w:val="00193410"/>
    <w:rsid w:val="008E1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633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8E163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E163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8E1633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633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8E163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E163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8E1633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236</Words>
  <Characters>1348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2021-09-13T10:24:00Z</dcterms:created>
  <dcterms:modified xsi:type="dcterms:W3CDTF">2021-09-14T12:23:00Z</dcterms:modified>
</cp:coreProperties>
</file>