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DD" w:rsidRDefault="00C536DD" w:rsidP="00C536D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96893D" wp14:editId="6A1BBC4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5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5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6DD" w:rsidRDefault="00C536DD" w:rsidP="00C53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RTqXcAAEBZBAAOAAAAZHJzL2Uyb0RvYy54bWzsfW1uJsmR3n8DvsML/hTQw8r6roZaC2l6&#10;WjAwXgvQ6wOwSXaTMJtvm+RMt3axgAEfwRfZG/gKuzfyE5mRWZlkRUSpNWMIixwBU9QwGJUZkZk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HF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4CFd+UyOwWzIq58ZFHB6pNPFznTQ8&#10;V+jDja3MMFeINDxXqKNxbSNN1+X6ENkV2mjGWeSWa2NsBeG5XBnLsojcCl3MouwKZTRtK/Gjg3PV&#10;RdPNwvjaQhkT6IS1hwM3Yzg10oTbXB1d03Uiw1wbbYNVur1721wh2LWiettcIW0rbrc2V8nYzPII&#10;C520jXS+tLlSpq4X91tXKGXqFmHKOCxXWU/TOEky7AqlDIPIMFfK3I7iMuxypbhxGKQR5kqZp0nc&#10;wl2hlMZJMuxypSxuHsQpF0rpJmkddrlSls6JWsYnfBV2O4zS1utzpSztJI6QvvRp67W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Z3LddTjGJDU&#10;Xl7qe3gx5HHmOgKlqCNX6AhnWnFpgT/uY/QwXdxEp9Pl13v2OuGnwwV5kBvvLPx8eiR3H7mg4N46&#10;eu8WWICKXFQCMWZPxN7TZhJjWkQcnWM6Z6wpIp7Yk6YTY7EQ8bKLmJYBUUPLwWu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QLrB80SDh7MDEg3e099cvP588UTWbvzx8OXNmY+hHm4QtfVBUvrVp9PP18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yus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eNRPID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5XK6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ow8gA&#10;AADdAAAADwAAAGRycy9kb3ducmV2LnhtbESPQUsDMRSE74L/ITzBS7FZF1x127RIYav1ILQKvT42&#10;r5utm5clSdu1v94IBY/DzHzDTOeD7cSRfGgdK7gfZyCIa6dbbhR8fVZ3TyBCRNbYOSYFPxRgPru+&#10;mmKp3YnXdNzERiQIhxIVmBj7UspQG7IYxq4nTt7OeYsxSd9I7fGU4LaTeZYV0mLLacFgTwtD9ffm&#10;YBXsqw+zXTyel370vKbzqHp/7VaFUrc3w8sERKQh/ocv7TetoHjIc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ISj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vJ8QA&#10;AADdAAAADwAAAGRycy9kb3ducmV2LnhtbESP32rCMBTG7we+QziCN0PTKZNRjaWIyuhNUfcAh+bY&#10;FJuT0mS2vv0yGOzy4/vz49tmo23Fg3rfOFbwtkhAEFdON1wr+Loe5x8gfEDW2DomBU/ykO0mL1tM&#10;tRv4TI9LqEUcYZ+iAhNCl0rpK0MW/cJ1xNG7ud5iiLKvpe5xiOO2lcskWUuLDUeCwY72hqr75dtG&#10;SLnCsrgN1+NpxAEPheHX/KzUbDrmGxCBxvAf/mt/agXr9+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17y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ei88YA&#10;AADdAAAADwAAAGRycy9kb3ducmV2LnhtbESPQUvDQBSE70L/w/IK3uymoY0Suy1SFUTwYBXE2yP7&#10;moRm3y67zyb+e1cQPA4z8w2z2U1uUGeKqfdsYLkoQBE33vbcGnh/e7y6AZUE2eLgmQx8U4Lddnax&#10;wdr6kV/pfJBWZQinGg10IqHWOjUdOUwLH4izd/TRoWQZW20jjhnuBl0WRaUd9pwXOgy076g5Hb6c&#10;gZfxITxfV+tj+IyrUqd7Kx97MeZyPt3dghKa5D/8136yBqp1uY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ei8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SyMQA&#10;AADdAAAADwAAAGRycy9kb3ducmV2LnhtbESP32rCMBTG7we+QziCN0PTOSqjGksRleFNUfcAh+bY&#10;FJuT0mS2vv0yGOzy4/vz49vko23Fg3rfOFbwtkhAEFdON1wr+Loe5h8gfEDW2DomBU/ykG8nLxvM&#10;tBv4TI9LqEUcYZ+hAhNCl0npK0MW/cJ1xNG7ud5iiLKvpe5xiOO2lcskWUmLDUeCwY52hqr75dtG&#10;SPmO5ek2XA/HEQfcnwy/FmelZtOxWIMINIb/8F/7UytYpc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Q0s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mZH8UA&#10;AADd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qpF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Zkf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c+scA&#10;AADdAAAADwAAAGRycy9kb3ducmV2LnhtbESP3WoCMRSE74W+QziF3pSa1aKVrVG0ECpUEH/A28Pm&#10;uLt0c7Ikqbt9e1MoeDnMzDfMfNnbRlzJh9qxgtEwA0FcOFNzqeB01C8zECEiG2wck4JfCrBcPAzm&#10;mBvX8Z6uh1iKBOGQo4IqxjaXMhQVWQxD1xIn7+K8xZikL6Xx2CW4beQ4y6bSYs1pocKWPioqvg8/&#10;VsF615Wv/rlY9+7r8nmeaG30Viv19Niv3kFE6uM9/N/eGAXTyfgN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1nP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SzcAA&#10;AADdAAAADwAAAGRycy9kb3ducmV2LnhtbERPzYrCMBC+C75DGMGbppZVpBpFlMKyeFl3H2Boxqba&#10;TEoSa337zUHY48f3v90PthU9+dA4VrCYZyCIK6cbrhX8/pSzNYgQkTW2jknBiwLsd+PRFgvtnvxN&#10;/SXWIoVwKFCBibErpAyVIYth7jrixF2dtxgT9LXUHp8p3LYyz7KVtNhwajDY0dFQdb88rILyKz/3&#10;94f2pTsMH5aW5rY+GaWmk+GwARFpiP/it/tTK1gt8zQ3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JSz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tE8cA&#10;AADdAAAADwAAAGRycy9kb3ducmV2LnhtbESP3WoCMRSE74W+QziF3pSa1aLUrVG0ECpUEH/A28Pm&#10;uLt0c7Ikqbt9e1MoeDnMzDfMfNnbRlzJh9qxgtEwA0FcOFNzqeB01C9vIEJENtg4JgW/FGC5eBjM&#10;MTeu4z1dD7EUCcIhRwVVjG0uZSgqshiGriVO3sV5izFJX0rjsUtw28hxlk2lxZrTQoUtfVRUfB9+&#10;rIL1ritf/XOx7t3X5fM80drorVbq6bFfvYOI1Md7+L+9MQqmk/EM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mrR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3IFsAA&#10;AADdAAAADwAAAGRycy9kb3ducmV2LnhtbERPzYrCMBC+C/sOYRa8abq6ilSjyEpBlr2s+gBDMzbV&#10;ZlKSWOvbm4Pg8eP7X21624iOfKgdK/gaZyCIS6drrhScjsVoASJEZI2NY1LwoACb9cdghbl2d/6n&#10;7hArkUI45KjAxNjmUobSkMUwdi1x4s7OW4wJ+kpqj/cUbhs5ybK5tFhzajDY0o+h8nq4WQXF7+Sv&#10;u960L9y2/7Y0M5fFzig1/Oy3SxCR+vgWv9x7rWA+m6b9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3IF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R3q8MA&#10;AADdAAAADwAAAGRycy9kb3ducmV2LnhtbESP0WqDQBRE3wv5h+UG+lZXa5VgswmhkJA81uQDLu6t&#10;Sty7xt1E/ftuoNDHYWbOMOvtZDrxoMG1lhUkUQyCuLK65VrB5bx/W4FwHlljZ5kUzORgu1m8rLHQ&#10;duRvepS+FgHCrkAFjfd9IaWrGjLoItsTB+/HDgZ9kEMt9YBjgJtOvsdxLg22HBYa7Omroepa3o2C&#10;j3k83MrsGu+1oeSU9if2VabU63LafYLwNPn/8F/7qBXkWZrA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R3q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wwMQA&#10;AADdAAAADwAAAGRycy9kb3ducmV2LnhtbESPT4vCMBTE78J+h/AWvGm6XbZoNYqsKIsnrX/Oj+bZ&#10;lm1eShO1fnsjCB6HmfkNM513phZXal1lWcHXMAJBnFtdcaHgsF8NRiCcR9ZYWyYFd3Iwn330pphq&#10;e+MdXTNfiABhl6KC0vsmldLlJRl0Q9sQB+9sW4M+yLaQusVbgJtaxlGUSIMVh4USG/otKf/PLkbB&#10;JTnFBz5v9DZb3tfj5Wrh5LFQqv/ZLSYgPHX+HX61/7SC5Oc7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08M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qXMcA&#10;AADdAAAADwAAAGRycy9kb3ducmV2LnhtbESPQWvCQBSE74L/YXmF3nTTRoNNXcUWBPWgVO2ht9fs&#10;axLNvo3ZVeO/dwuFHoeZ+YYZT1tTiQs1rrSs4KkfgSDOrC45V7DfzXsjEM4ja6wsk4IbOZhOup0x&#10;ptpe+YMuW5+LAGGXooLC+zqV0mUFGXR9WxMH78c2Bn2QTS51g9cAN5V8jqJEGiw5LBRY03tB2XF7&#10;Ngo+N6PkZfO2HBxW62+MjT596TJR6vGhnb2C8NT6//Bfe6EVJMM4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bKl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pw2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4jfJlP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pw2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6G+MUA&#10;AADdAAAADwAAAGRycy9kb3ducmV2LnhtbESP0WrCQBRE3wX/YbmCb7rRmtBGVylFoW/V2A+4ZG83&#10;wezdmN1q9Ou7BcHHYWbOMKtNbxtxoc7XjhXMpgkI4tLpmo2C7+Nu8grCB2SNjWNScCMPm/VwsMJc&#10;uysf6FIEIyKEfY4KqhDaXEpfVmTRT11LHL0f11kMUXZG6g6vEW4bOU+STFqsOS5U2NJHReWp+LUK&#10;zm6e6r7Y4tdp+7avjVmc74eFUuNR/74EEagPz/Cj/akVZOlLC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ob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2S58UA&#10;AADdAAAADwAAAGRycy9kb3ducmV2LnhtbESPwW7CMBBE75X6D9ZW6g2cFhFCwIlapEpcoT1wXOwl&#10;CY3XaWwg7ddjJKQeRzPzRrMsB9uKM/W+cazgZZyAINbONFwp+Pr8GGUgfEA22DomBb/koSweH5aY&#10;G3fhDZ23oRIRwj5HBXUIXS6l1zVZ9GPXEUfv4HqLIcq+kqbHS4TbVr4mSSotNhwXauxoVZP+3p6s&#10;gnWzp2mqD3ObvevN7u8nTGZHo9Tz0/C2ABFoCP/he3ttFKTTSQq3N/EJy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bZL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EiMMA&#10;AADdAAAADwAAAGRycy9kb3ducmV2LnhtbERPXWvCMBR9F/Yfwh3sTdM5dLMzigoDRS3MyfZ6ae6a&#10;suamNFmt/94Igo/nmzOdd7YSLTW+dKzgeZCAIM6dLrlQcPz66L+B8AFZY+WYFJzJw3z20Jtiqt2J&#10;P6k9hELEEvYpKjAh1KmUPjdk0Q9cTRy1X9dYDBE2hdQNnmK5reQwScbSYslxwWBNK0P53+HfKmgx&#10;Oyc/ZrmfbMpdPsyW31sdefX02C3eQQTqwt18S6+1gvHo5R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jEi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umsIA&#10;AADdAAAADwAAAGRycy9kb3ducmV2LnhtbERPPU/DMBDdkfofrKvERp0GUaFQt6oqFTFC6MB4xNc4&#10;bXwX2aYJ/Ho8IDE+ve/1dvK9ulKInbCB5aIARdyI7bg1cHw/3D2CignZYi9MBr4pwnYzu1ljZWXk&#10;N7rWqVU5hGOFBlxKQ6V1bBx5jAsZiDN3kuAxZRhabQOOOdz3uiyKlfbYcW5wONDeUXOpv7yB8bn5&#10;PJenD+t+wiCH+lXOZS/G3M6n3ROoRFP6F/+5X6yB1cN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O6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NpscA&#10;AADdAAAADwAAAGRycy9kb3ducmV2LnhtbESPQWsCMRSE7wX/Q3iCt5pVqdXVKFYrFGkRbb0/N8/d&#10;tcnLskl1/femUOhxmJlvmOm8sUZcqPalYwW9bgKCOHO65FzB1+f6cQTCB2SNxjEpuJGH+az1MMVU&#10;uyvv6LIPuYgQ9ikqKEKoUil9VpBF33UVcfROrrYYoqxzqWu8Rrg1sp8kQ2mx5LhQYEXLgrLv/Y9V&#10;sN6uzLn/sVscZFi+Ph/NaPOyeleq024WExCBmvAf/mu/aQXDp8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rDa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Aa/8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YDz6CfvDm/AE5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Br/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DrccA&#10;AADdAAAADwAAAGRycy9kb3ducmV2LnhtbESPT2sCMRTE7wW/Q3gFbzWrqOhqFC0IXgr+6aHenpvX&#10;3cXNyzaJuvXTG0HwOMzMb5jpvDGVuJDzpWUF3U4CgjizuuRcwfd+9TEC4QOyxsoyKfgnD/NZ622K&#10;qbZX3tJlF3IRIexTVFCEUKdS+qwgg75ja+Lo/VpnMETpcqkdXiPcVLKXJENpsOS4UGBNnwVlp93Z&#10;KFiOR8u/TZ+/btvjgQ4/x9Og5xKl2u/NYgIiUBNe4Wd7rRUMB/0uPN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dw63HAAAA3QAAAA8AAAAAAAAAAAAAAAAAmAIAAGRy&#10;cy9kb3ducmV2LnhtbFBLBQYAAAAABAAEAPUAAACMAwAAAAA=&#10;" fillcolor="black" stroked="f"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ae1McA&#10;AADdAAAADwAAAGRycy9kb3ducmV2LnhtbESPQWvCQBSE74X+h+UVeqsbgwaJrqKtgqA9aHvw+Mw+&#10;kyXZtyG71bS/visUehxm5htmtuhtI67UeeNYwXCQgCAunDZcKvj82LxMQPiArLFxTAq+ycNi/vgw&#10;w1y7Gx/oegyliBD2OSqoQmhzKX1RkUU/cC1x9C6usxii7EqpO7xFuG1kmiSZtGg4LlTY0mtFRX38&#10;sgpOu8xMDobS8/5ntdb7cb16f6uVen7ql1MQgfrwH/5rb7WCbDxK4f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mnt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8F+sYA&#10;AADdAAAADwAAAGRycy9kb3ducmV2LnhtbESPQWsCMRSE74L/ITzBm2atVmRrFLEUvXioben1sXnd&#10;bHfzsk2irv76piD0OMzMN8xy3dlGnMmHyrGCyTgDQVw4XXGp4P3tZbQAESKyxsYxKbhSgPWq31ti&#10;rt2FX+l8jKVIEA45KjAxtrmUoTBkMYxdS5y8L+ctxiR9KbXHS4LbRj5k2VxarDgtGGxpa6iojyer&#10;wG8+n+sbnz7q7Ha4ht1397NAo9Rw0G2eQETq4n/43t5rBfPH2R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48F+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4PMYA&#10;AADdAAAADwAAAGRycy9kb3ducmV2LnhtbESP3WoCMRSE7wu+QziCN6VmFavtapQiFApKwZ8HON0c&#10;dxeTk2VzqmufvhEKvRxm5htmseq8UxdqYx3YwGiYgSIugq25NHA8vD+9gIqCbNEFJgM3irBa9h4W&#10;mNtw5R1d9lKqBOGYo4FKpMm1jkVFHuMwNMTJO4XWoyTZltq2eE1w7/Q4y6baY81pocKG1hUV5/23&#10;N+DGX+51M4tbuR31Nvvxsnv8tMYM+t3bHJRQJ//hv/aHNTB9nkzg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I4P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S48YA&#10;AADdAAAADwAAAGRycy9kb3ducmV2LnhtbESPQWsCMRSE74X+h/CE3mpWqVJWo1hF2EsPrhavz81z&#10;s5i8LJuo2/76Rij0OMzMN8x82TsrbtSFxrOC0TADQVx53XCt4LDfvr6DCBFZo/VMCr4pwHLx/DTH&#10;XPs77+hWxlokCIccFZgY21zKUBlyGIa+JU7e2XcOY5JdLXWH9wR3Vo6zbCodNpwWDLa0NlRdyqtT&#10;sClbOz4U5iMcvz5PJ1v8bOm4Uepl0K9mICL18T/81y60gunkbQK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KS4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DJcUA&#10;AADdAAAADwAAAGRycy9kb3ducmV2LnhtbESPzWrDMBCE74W+g9hCb43U0jjFiWxKSSCQU/Nz6G2R&#10;NrYTa2UsJXbePioUehxm5htmUY6uFVfqQ+NZw+tEgSA23jZcadjvVi8fIEJEtth6Jg03ClAWjw8L&#10;zK0f+Juu21iJBOGQo4Y6xi6XMpiaHIaJ74iTd/S9w5hkX0nb45DgrpVvSmXSYcNpocaOvmoy5+3F&#10;aTit5MYbheawPwxrO/tZZtQqrZ+fxs85iEhj/A//tddWQzZ9z+D3TXo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t0M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EkMcA&#10;AADdAAAADwAAAGRycy9kb3ducmV2LnhtbESPW2sCMRSE3wv9D+EUfKvZeqtsN4oKhVLxoVpKH083&#10;Zy/s5mRJoq7/vhEEH4eZ+YbJlr1pxYmcry0reBkmIIhzq2suFXwf3p/nIHxA1thaJgUX8rBcPD5k&#10;mGp75i867UMpIoR9igqqELpUSp9XZNAPbUccvcI6gyFKV0rt8BzhppWjJJlJgzXHhQo72lSUN/uj&#10;UfB73HKxG3+u3Dr82P7gm9HfvFFq8NSv3kAE6sM9fGt/aAWz6eQVrm/iE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iRJD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dqMMMA&#10;AADdAAAADwAAAGRycy9kb3ducmV2LnhtbERPy4rCMBTdC/MP4Qqz01RRcapRRmHAjTA+FuPu2lzb&#10;YnNTk6h1vt4sBJeH857OG1OJGzlfWlbQ6yYgiDOrS84V7Hc/nTEIH5A1VpZJwYM8zGcfrSmm2t55&#10;Q7dtyEUMYZ+igiKEOpXSZwUZ9F1bE0fuZJ3BEKHLpXZ4j+Gmkv0kGUmDJceGAmtaFpSdt1ejYPE1&#10;Xlx+B7z+3xwPdPg7nod9lyj12W6+JyACNeEtfrlXWsFoOIhz45v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dqMMMAAADdAAAADwAAAAAAAAAAAAAAAACYAgAAZHJzL2Rv&#10;d25yZXYueG1sUEsFBgAAAAAEAAQA9QAAAIgDAAAAAA==&#10;" fillcolor="black" stroked="f"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c1qsUA&#10;AADdAAAADwAAAGRycy9kb3ducmV2LnhtbESPQUsDMRSE70L/Q3iCN5u1atG1aVkKonjatpZeXzfP&#10;zeLmZUliuv57IxR6HGbmG2axGm0vEvnQOVZwNy1AEDdOd9wq+Ny93j6BCBFZY++YFPxSgNVycrXA&#10;UrsTbyhtYysyhEOJCkyMQyllaAxZDFM3EGfvy3mLMUvfSu3xlOG2l7OimEuLHecFgwOtDTXf2x+r&#10;IB3XdXWfDslsPnzVele/7Y+1UjfXY/UCItIYL+Fz+10rmD8+PM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1zWq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PqGMMA&#10;AADdAAAADwAAAGRycy9kb3ducmV2LnhtbERPz2vCMBS+D/wfwhO8zVTBMjujiLihXqbdYB4fzbMp&#10;Ni+libXbX28Ogx0/vt+LVW9r0VHrK8cKJuMEBHHhdMWlgq/Pt+cXED4ga6wdk4If8rBaDp4WmGl3&#10;5xN1eShFDGGfoQITQpNJ6QtDFv3YNcSRu7jWYoiwLaVu8R7DbS2nSZJKixXHBoMNbQwV1/xmFfjJ&#10;Zvt9sL/z7vxu+CPfm/RYGqVGw379CiJQH/7Ff+6dVpDOZnF/fBOf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PqG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536DD" w:rsidRDefault="00C536DD" w:rsidP="00C53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536DD" w:rsidRDefault="00C536DD" w:rsidP="00C536D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536DD" w:rsidRDefault="00C536DD" w:rsidP="00C536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36DD" w:rsidRDefault="00C536DD" w:rsidP="00C53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536DD" w:rsidRDefault="00C536DD" w:rsidP="00C536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36DD" w:rsidRDefault="00C536DD" w:rsidP="00C536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№30</w:t>
      </w:r>
    </w:p>
    <w:p w:rsidR="00C536DD" w:rsidRDefault="00C536DD" w:rsidP="00C536D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C536DD" w:rsidRPr="003937A2" w:rsidRDefault="00C536DD" w:rsidP="00C536D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536DD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Черешневій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Т.В.</w:t>
      </w:r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116, 118, 121,122,186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Черешневої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Т.В.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C536DD" w:rsidRPr="00395EA4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C536DD" w:rsidRPr="003937A2" w:rsidRDefault="00C536DD" w:rsidP="00C536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Черешневій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</w:t>
      </w:r>
      <w:proofErr w:type="gramStart"/>
      <w:r>
        <w:rPr>
          <w:rFonts w:ascii="Times New Roman" w:eastAsia="Calibri" w:hAnsi="Times New Roman" w:cs="Times New Roman"/>
          <w:sz w:val="24"/>
        </w:rPr>
        <w:t>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>італіївні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85E6B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0,50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6823984000:03:012:0197,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Стригани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Черешневій Т.В.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C536DD" w:rsidRPr="003937A2" w:rsidRDefault="00C536DD" w:rsidP="00C536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536DD" w:rsidRPr="00C536DD" w:rsidRDefault="00C536DD" w:rsidP="00C536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536DD" w:rsidRPr="003937A2" w:rsidRDefault="00C536DD" w:rsidP="00C53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E6471" w:rsidRPr="00C536DD" w:rsidRDefault="00C536DD" w:rsidP="00C536D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E6471" w:rsidRPr="00C536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DD"/>
    <w:rsid w:val="006E6471"/>
    <w:rsid w:val="00A85E6B"/>
    <w:rsid w:val="00C5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D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536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536D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536D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D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536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536D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536D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280</Words>
  <Characters>1599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2021-09-13T07:46:00Z</dcterms:created>
  <dcterms:modified xsi:type="dcterms:W3CDTF">2021-09-13T13:04:00Z</dcterms:modified>
</cp:coreProperties>
</file>