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23D" w:rsidRDefault="007F423D" w:rsidP="007F42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2540" r="8890" b="31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F423D" w:rsidRDefault="007F423D" w:rsidP="007F423D"/>
    <w:p w:rsidR="007F423D" w:rsidRDefault="007F423D" w:rsidP="007F423D"/>
    <w:p w:rsidR="007F423D" w:rsidRDefault="007F423D" w:rsidP="007F42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F423D" w:rsidRDefault="007F423D" w:rsidP="007F42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F423D" w:rsidRDefault="007F423D" w:rsidP="007F42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F423D" w:rsidRDefault="007F423D" w:rsidP="007F42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F423D" w:rsidRDefault="007F423D" w:rsidP="007F423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423D" w:rsidRDefault="007F423D" w:rsidP="007F423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F423D" w:rsidRDefault="007F423D" w:rsidP="007F423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423D" w:rsidRDefault="007F423D" w:rsidP="007F423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F423D" w:rsidRPr="00822353" w:rsidRDefault="007F423D" w:rsidP="007F423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7F423D" w:rsidRPr="002606EF" w:rsidRDefault="007F423D" w:rsidP="007F423D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7F423D" w:rsidRPr="002606EF" w:rsidRDefault="007F423D" w:rsidP="007F42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6E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F423D" w:rsidRPr="002606EF" w:rsidRDefault="007F423D" w:rsidP="007F423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7F423D" w:rsidRPr="002606EF" w:rsidRDefault="007F423D" w:rsidP="007F423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7F423D" w:rsidRPr="002606EF" w:rsidRDefault="007F423D" w:rsidP="007F423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О.П.</w:t>
      </w:r>
    </w:p>
    <w:p w:rsidR="007F423D" w:rsidRPr="002606EF" w:rsidRDefault="007F423D" w:rsidP="007F423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F423D" w:rsidRPr="002606EF" w:rsidRDefault="007F423D" w:rsidP="007F423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О.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П.,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7F423D" w:rsidRPr="002606EF" w:rsidRDefault="007F423D" w:rsidP="007F423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7F423D" w:rsidRPr="002606EF" w:rsidRDefault="007F423D" w:rsidP="007F423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Павловичу проект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0,0321 га,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Лісова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№11.</w:t>
      </w:r>
    </w:p>
    <w:p w:rsidR="007F423D" w:rsidRPr="002606EF" w:rsidRDefault="007F423D" w:rsidP="007F42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Павловичу,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: </w:t>
      </w:r>
      <w:r w:rsidR="00863920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63920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2606E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0,0321 га,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номер: 6823986800:03:007:0076,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Лісова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№11.</w:t>
      </w:r>
    </w:p>
    <w:p w:rsidR="007F423D" w:rsidRPr="002606EF" w:rsidRDefault="007F423D" w:rsidP="007F42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О.П.,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7F423D" w:rsidRPr="002606EF" w:rsidRDefault="007F423D" w:rsidP="007F42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7F423D" w:rsidRPr="002606EF" w:rsidRDefault="007F423D" w:rsidP="007F423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F423D" w:rsidRPr="007F423D" w:rsidRDefault="007F423D" w:rsidP="007F423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7196C" w:rsidRPr="007F423D" w:rsidRDefault="007F423D" w:rsidP="007F423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7196C" w:rsidRPr="007F423D" w:rsidSect="007F423D">
      <w:pgSz w:w="12240" w:h="15840"/>
      <w:pgMar w:top="709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23D"/>
    <w:rsid w:val="00171A2E"/>
    <w:rsid w:val="00304C90"/>
    <w:rsid w:val="0047196C"/>
    <w:rsid w:val="00505B6D"/>
    <w:rsid w:val="006D3977"/>
    <w:rsid w:val="007D6C18"/>
    <w:rsid w:val="007F423D"/>
    <w:rsid w:val="0086392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F423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F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F423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F423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F42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F423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286</Words>
  <Characters>1633</Characters>
  <Application>Microsoft Office Word</Application>
  <DocSecurity>0</DocSecurity>
  <Lines>13</Lines>
  <Paragraphs>3</Paragraphs>
  <ScaleCrop>false</ScaleCrop>
  <Company>Microsoft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2020-05-21T17:28:00Z</dcterms:created>
  <dcterms:modified xsi:type="dcterms:W3CDTF">2020-05-21T18:05:00Z</dcterms:modified>
</cp:coreProperties>
</file>