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77" w:rsidRPr="00C623C0" w:rsidRDefault="001E7B77" w:rsidP="001E7B77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1E7B77" w:rsidRPr="00C623C0" w:rsidRDefault="001E7B77" w:rsidP="001E7B77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1E7B77" w:rsidRPr="00C623C0" w:rsidRDefault="00A363D9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A363D9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694" o:spid="_x0000_s1026" style="position:absolute;margin-left:211.3pt;margin-top:2.9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7E6sYA&#10;AADdAAAADwAAAGRycy9kb3ducmV2LnhtbESPQWsCMRSE7wX/Q3iCt5o10q1djSJKS6Gnqi09PjbP&#10;3cXNy5LEdfvvm0Khx2FmvmFWm8G2oicfGscaZtMMBHHpTMOVhtPx+X4BIkRkg61j0vBNATbr0d0K&#10;C+Nu/E79IVYiQTgUqKGOsSukDGVNFsPUdcTJOztvMSbpK2k83hLctlJlWS4tNpwWauxoV1N5OVyt&#10;hrde5Z9fL3t7nFfq0Zfzj71qWq0n42G7BBFpiP/hv/ar0aDypwf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7E6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gNrscA&#10;AADdAAAADwAAAGRycy9kb3ducmV2LnhtbESPQWvCQBSE74X+h+UVvBTdxENao5tQhIK2UDAWvD6y&#10;zySafRuyaxL/fbdQ6HGYmW+YTT6ZVgzUu8aygngRgSAurW64UvB9fJ+/gnAeWWNrmRTcyUGePT5s&#10;MNV25AMNha9EgLBLUUHtfZdK6cqaDLqF7YiDd7a9QR9kX0nd4xjgppXLKEqkwYbDQo0dbWsqr8XN&#10;KJDHYu/3L415jj9OX1NsL9vP8qLU7Gl6W4PwNPn/8F97pxUsk1UCv2/CE5D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oDa7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mCfcgA&#10;AADdAAAADwAAAGRycy9kb3ducmV2LnhtbESPW2sCMRSE3wv+h3CEvhTNKvW2NYotWMSHgrf34+Z0&#10;d3Vzsiaprv31TaHQx2FmvmGm88ZU4krOl5YV9LoJCOLM6pJzBfvdsjMG4QOyxsoyKbiTh/ms9TDF&#10;VNsbb+i6DbmIEPYpKihCqFMpfVaQQd+1NXH0Pq0zGKJ0udQObxFuKtlPkqE0WHJcKLCmt4Ky8/bL&#10;KFiu6Dw51Jf35283yMen48f6dfek1GO7WbyACNSE//Bfe6UV9IeTEfy+iU9Az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6YJ9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dxIMEA&#10;AADdAAAADwAAAGRycy9kb3ducmV2LnhtbERPTYvCMBC9L/gfwgje1lRB0WpaxEURPK2KXsdmbKvN&#10;pDRZW//95iB4fLzvZdqZSjypcaVlBaNhBII4s7rkXMHpuPmegXAeWWNlmRS8yEGa9L6WGGvb8i89&#10;Dz4XIYRdjAoK7+tYSpcVZNANbU0cuJttDPoAm1zqBtsQbio5jqKpNFhyaCiwpnVB2ePwZxRE+0l1&#10;vZ25m11+ttnj3m64LUdKDfrdagHCU+c/4rd7pxWMp/MwN7wJT0A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ncSDBAAAA3Q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zlMgA&#10;AADdAAAADwAAAGRycy9kb3ducmV2LnhtbESPT2sCMRTE74V+h/CEXopmK1Xc1SitYBEPBf/dn5vn&#10;7urmZU1S3fbTN4WCx2FmfsNMZq2pxZWcrywreOklIIhzqysuFOy2i+4IhA/IGmvLpOCbPMymjw8T&#10;zLS98Zqum1CICGGfoYIyhCaT0uclGfQ92xBH72idwRClK6R2eItwU8t+kgylwYrjQokNzUvKz5sv&#10;o2CxpHO6by4frz9uUIxOh8/V+/ZZqadO+zYGEagN9/B/e6kV9IdpCn9v4hOQ0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OrOU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nPMIA&#10;AADdAAAADwAAAGRycy9kb3ducmV2LnhtbERPz2vCMBS+D/wfwhN2WxMFN6mNRRzKYKep6PXZPNva&#10;5qU0me3+++Uw2PHj+53lo23Fg3pfO9YwSxQI4sKZmksNp+PuZQnCB2SDrWPS8EMe8vXkKcPUuIG/&#10;6HEIpYgh7FPUUIXQpVL6oiKLPnEdceRurrcYIuxLaXocYrht5VypV2mx5thQYUfbiorm8G01qM9F&#10;e72deVxe3vdFcx92PNQzrZ+n42YFItAY/sV/7g+jYf6m4v74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uc8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jL8YA&#10;AADdAAAADwAAAGRycy9kb3ducmV2LnhtbESPQWvCQBSE70L/w/KE3nTXCK1GVylpC71q48HbM/tM&#10;QrJvQ3Yb0/76rlDocZiZb5jtfrStGKj3tWMNi7kCQVw4U3OpIf98n61A+IBssHVMGr7Jw373MNli&#10;atyNDzQcQykihH2KGqoQulRKX1Rk0c9dRxy9q+sthij7UpoebxFuW5ko9SQt1hwXKuwoq6hojl9W&#10;w+m1aZZrVsuf85CtfHbJ8+T6pvXjdHzZgAg0hv/wX/vDaEie1QLub+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PjL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169cgA&#10;AADdAAAADwAAAGRycy9kb3ducmV2LnhtbESPQWvCQBSE74L/YXmCl6IbQ6kldRWRChbsoVrU3h7Z&#10;ZxLMvk2za4z+erdQ8DjMzDfMZNaaUjRUu8KygtEwAkGcWl1wpuB7uxy8gnAeWWNpmRRcycFs2u1M&#10;MNH2wl/UbHwmAoRdggpy76tESpfmZNANbUUcvKOtDfog60zqGi8BbkoZR9GLNFhwWMixokVO6Wlz&#10;NgqeqTnM17efz93h993b49P+w432SvV77fwNhKfWP8L/7ZVWEI+jGP7eh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7Xr1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3Yw8YA&#10;AADdAAAADwAAAGRycy9kb3ducmV2LnhtbESPQUvDQBSE7wX/w/KE3tpdE9Aauy0SW/DaGg/entnX&#10;JCT7NmTXNPXXuwWhx2FmvmHW28l2YqTBN441PCwVCOLSmYYrDcXHfrEC4QOywc4xabiQh+3mbrbG&#10;zLgzH2g8hkpECPsMNdQh9JmUvqzJol+6njh6JzdYDFEOlTQDniPcdjJR6lFabDgu1NhTXlPZHn+s&#10;hs+3tk2fWaW/X2O+8vl3USSnndbz++n1BUSgKdzC/+13oyF5Uilc38Qn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3Yw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hHGsgA&#10;AADdAAAADwAAAGRycy9kb3ducmV2LnhtbESPT2vCQBTE7wW/w/IKvYhuFFFJXUVEoQU9+Idqb4/s&#10;Mwlm38bsNqb99K4g9DjMzG+YyawxhaipcrllBb1uBII4sTrnVMFhv+qMQTiPrLGwTAp+ycFs2nqZ&#10;YKztjbdU73wqAoRdjAoy78tYSpdkZNB1bUkcvLOtDPogq1TqCm8BbgrZj6KhNJhzWMiwpEVGyWX3&#10;YxQMqD7N13/fm6/TdentuX38dL2jUm+vzfwdhKfG/4ef7Q+toD+KBvB4E56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SEca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dN8gA&#10;AADdAAAADwAAAGRycy9kb3ducmV2LnhtbESPQWvCQBSE74X+h+UVvNWN2tYSXUUU24JQMC31+sg+&#10;s9Hs25hdTeqv7xYKPQ4z8w0znXe2EhdqfOlYwaCfgCDOnS65UPD5sb5/BuEDssbKMSn4Jg/z2e3N&#10;FFPtWt7SJQuFiBD2KSowIdSplD43ZNH3XU0cvb1rLIYom0LqBtsIt5UcJsmTtFhyXDBY09JQfszO&#10;VsHuYfTuzGvmzu3q5XrcnsaHr+VGqd5dt5iACNSF//Bf+00rGI6TR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zp03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g3cQA&#10;AADdAAAADwAAAGRycy9kb3ducmV2LnhtbESPT4vCMBTE78J+h/AWvGm6yqpUo+yKiqwn/90fzbMt&#10;Ni/dJlvjtzcLgsdhZn7DzBbBVKKlxpWWFXz0ExDEmdUl5wpOx3VvAsJ5ZI2VZVJwJweL+Vtnhqm2&#10;N95Te/C5iBB2KSoovK9TKV1WkEHXtzVx9C62MeijbHKpG7xFuKnkIElG0mDJcaHAmpYFZdfDn1Ew&#10;/Pn83ejvfNVWk43bbS/rUIazUt338DUF4Sn4V/jZ3moFg3Eygv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IN3EAAAA3Q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Q/GsQA&#10;AADdAAAADwAAAGRycy9kb3ducmV2LnhtbESPT4vCMBTE74LfITxhb5rowWrXKKIsCIsH/xw8Ppq3&#10;TbF5KU22dr/9RhA8DjPzG2a16V0tOmpD5VnDdKJAEBfeVFxquF6+xgsQISIbrD2Thj8KsFkPByvM&#10;jX/wibpzLEWCcMhRg42xyaUMhSWHYeIb4uT9+NZhTLItpWnxkeCuljOl5tJhxWnBYkM7S8X9/Os0&#10;3JbH5bS3e/XdZdtDLBjx3s21/hj1208Qkfr4Dr/aB6NhlqkMnm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UPxr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RhycQA&#10;AADdAAAADwAAAGRycy9kb3ducmV2LnhtbERPy4rCMBTdC/5DuII7Ta2gMx2jiKC4ceFjRpeX5k7b&#10;meamNlGrX28WgsvDeU9mjSnFlWpXWFYw6EcgiFOrC84UHPbL3gcI55E1lpZJwZ0czKbt1gQTbW+8&#10;pevOZyKEsEtQQe59lUjp0pwMur6tiAP3a2uDPsA6k7rGWwg3pYyjaCQNFhwacqxokVP6v7sYBcfB&#10;5vFZDZvv+OTP6794dU6XPyOlup1m/gXCU+Pf4pd7rRXE4yjMDW/CE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0Ycn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ySJ8MA&#10;AADdAAAADwAAAGRycy9kb3ducmV2LnhtbESPUWvCMBSF3wf+h3AHe5vpZKirRinKwOGT1R9wae7a&#10;anMTkmi7f78Igo+Hc853OMv1YDpxIx9aywo+xhkI4srqlmsFp+P3+xxEiMgaO8uk4I8CrFejlyXm&#10;2vZ8oFsZa5EgHHJU0MTocilD1ZDBMLaOOHm/1huMSfpaao99gptOTrJsKg22nBYadLRpqLqUV6MA&#10;vZttXSn7w/S8x935p6BPWyj19joUCxCRhvgMP9o7rWAyy77g/i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ySJ8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m8YcMA&#10;AADdAAAADwAAAGRycy9kb3ducmV2LnhtbERPy4rCMBTdC/MP4Q6401QHVKpRZnQKMnbja+Hu0lzb&#10;YnNTmqjVr58sBJeH854tWlOJGzWutKxg0I9AEGdWl5wrOOyT3gSE88gaK8uk4EEOFvOPzgxjbe+8&#10;pdvO5yKEsItRQeF9HUvpsoIMur6tiQN3to1BH2CTS93gPYSbSg6jaCQNlhwaCqxpWVB22V2NgjRJ&#10;63TDv5PT6vrzdVo/j2P+S5TqfrbfUxCeWv8Wv9xrrWA4HoT94U14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m8Y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38uccA&#10;AADdAAAADwAAAGRycy9kb3ducmV2LnhtbESPT2vCQBTE7wW/w/IKvdVNPFiNrlIEsYVW8A/o8Zl9&#10;TUKzb+PuGtNv3xUEj8PM/IaZzjtTi5acrywrSPsJCOLc6ooLBfvd8nUEwgdkjbVlUvBHHuaz3tMU&#10;M22vvKF2GwoRIewzVFCG0GRS+rwkg75vG+Lo/VhnMETpCqkdXiPc1HKQJENpsOK4UGJDi5Ly3+3F&#10;KFifh5ev9nBcnVy3bM715+JbjyulXp679wmIQF14hO/tD61g8JamcHsTn4C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9/Ln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MesUA&#10;AADdAAAADwAAAGRycy9kb3ducmV2LnhtbESP3WrCQBSE7wu+w3IE7+rGgFpSVxEhrUihNPUBDtnT&#10;bGj2bMhufuzTd4VCL4eZ+YbZHSbbiIE6XztWsFomIIhLp2uuFFw/88cnED4ga2wck4IbeTjsZw87&#10;zLQb+YOGIlQiQthnqMCE0GZS+tKQRb90LXH0vlxnMUTZVVJ3OEa4bWSaJBtpsea4YLClk6Hyu+it&#10;Ak5k/v5WNlq+/Fy3l1dTXNZ9odRiPh2fQQSawn/4r33WCtLtKoX7m/gE5P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Qx6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oSmcgA&#10;AADdAAAADwAAAGRycy9kb3ducmV2LnhtbESPT2vCQBTE74LfYXlCb7rxT61GV7FpBfXWtFC8PbLP&#10;JJh9G7LbmPbTu4VCj8PM/IZZbztTiZYaV1pWMB5FIIgzq0vOFXy874cLEM4ja6wsk4JvcrDd9Htr&#10;jLW98Ru1qc9FgLCLUUHhfR1L6bKCDLqRrYmDd7GNQR9kk0vd4C3ATSUnUTSXBksOCwXWlBSUXdMv&#10;oyC9nM/6mV9nx8WjS06n6c/yc/+i1MOg261AeOr8f/ivfdAKJk/jKfy+CU9Ab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yhKZ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sDMMUA&#10;AADdAAAADwAAAGRycy9kb3ducmV2LnhtbESPQWvCQBSE7wX/w/KE3upGI61EVxFJwUMP1foDHtln&#10;Npp9G7ObGP99Vyj0OMx8M8xqM9ha9NT6yrGC6SQBQVw4XXGp4PTz+bYA4QOyxtoxKXiQh8169LLC&#10;TLs7H6g/hlLEEvYZKjAhNJmUvjBk0U9cQxy9s2sthijbUuoW77Hc1nKWJO/SYsVxwWBDO0PF9dhZ&#10;BbPT9rI7f6dfl1uacG7NkHcHo9TreNguQQQawn/4j97ryH1M5/B8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iwMw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42McA&#10;AADdAAAADwAAAGRycy9kb3ducmV2LnhtbESPQWsCMRSE74L/ITyhN8261FZXo2hB6EWotod6e26e&#10;u4ubl20Sdeuvb4SCx2FmvmFmi9bU4kLOV5YVDAcJCOLc6ooLBV+f6/4YhA/IGmvLpOCXPCzm3c4M&#10;M22vvKXLLhQiQthnqKAMocmk9HlJBv3ANsTRO1pnMETpCqkdXiPc1DJNkhdpsOK4UGJDbyXlp93Z&#10;KFhNxqufj2fe3LaHPe2/D6dR6hKlnnrtcgoiUBse4f/2u1aQvg5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0+NjHAAAA3QAAAA8AAAAAAAAAAAAAAAAAmAIAAGRy&#10;cy9kb3ducmV2LnhtbFBLBQYAAAAABAAEAPUAAACM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9LcUA&#10;AADdAAAADwAAAGRycy9kb3ducmV2LnhtbESPQYvCMBSE78L+h/AW9iKaVqQr1SjL4oJ6EV0Fj4/m&#10;2Rabl9LEWv+9EQSPw8x8w8wWnalES40rLSuIhxEI4szqknMFh/+/wQSE88gaK8uk4E4OFvOP3gxT&#10;bW+8o3bvcxEg7FJUUHhfp1K6rCCDbmhr4uCdbWPQB9nkUjd4C3BTyVEUJdJgyWGhwJp+C8ou+6tR&#10;sJFZ21+PKd7m7emy3E6OJtnFSn19dj9TEJ46/w6/2iutYPQdJ/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ZP0t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h38UA&#10;AADdAAAADwAAAGRycy9kb3ducmV2LnhtbESP3WrCQBSE7wt9h+UIvasbBf9SV5HSQgWh+PMAh93T&#10;JJg9G7JHk/bpXUHo5TDzzTDLde9rdaU2VoENjIYZKGIbXMWFgdPx83UOKgqywzowGfilCOvV89MS&#10;cxc63tP1IIVKJRxzNFCKNLnW0ZbkMQ5DQ5y8n9B6lCTbQrsWu1Tuaz3Osqn2WHFaKLGh95Ls+XDx&#10;BsYXK9Yvtn+7j5NMvo9Nl03mG2NeBv3mDZRQL//hB/3lEjcbzeD+Jj0B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SHf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KCsQA&#10;AADdAAAADwAAAGRycy9kb3ducmV2LnhtbERPy2oCMRTdC/2HcAvdacYp1DIapYgtLYwVHxt3l+Q6&#10;GTq5GSZRp39vFoLLw3nPFr1rxIW6UHtWMB5lIIi1NzVXCg77z+E7iBCRDTaeScE/BVjMnwYzLIy/&#10;8pYuu1iJFMKhQAU2xraQMmhLDsPIt8SJO/nOYUywq6Tp8JrCXSPzLHuTDmtODRZbWlrSf7uzU6C/&#10;XsvVT3m0+pxv1lX9uynd9qTUy3P/MQURqY8P8d39bRTkk3Gam96kJ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ASgrEAAAA3Q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w5wcUA&#10;AADdAAAADwAAAGRycy9kb3ducmV2LnhtbESPQWuDQBSE74H+h+UVeourHmxqswlBKLSXQhJDe3y4&#10;Lypx34q7Vdtfny0Echxm5htmvZ1NJ0YaXGtZQRLFIIgrq1uuFZTHt+UKhPPIGjvLpOCXHGw3D4s1&#10;5tpOvKfx4GsRIOxyVNB43+dSuqohgy6yPXHwznYw6IMcaqkHnALcdDKN40wabDksNNhT0VB1OfwY&#10;Bb35O5XfH59jnHxhqqeCp0vGSj09zrtXEJ5mfw/f2u9aQfqcvMD/m/A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3DnB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KQ78MA&#10;AADdAAAADwAAAGRycy9kb3ducmV2LnhtbERPy2rCQBTdF/yH4Qru6qRB2po6ighKVkJNIXZ3ydwm&#10;wcydkJk89Os7i0KXh/Pe7CbTiIE6V1tW8LKMQBAXVtdcKvjKjs/vIJxH1thYJgV3crDbzp42mGg7&#10;8icNF1+KEMIuQQWV920ipSsqMuiWtiUO3I/tDPoAu1LqDscQbhoZR9GrNFhzaKiwpUNFxe3SGwWr&#10;63qf5fT9uOUnm8s0O9vzsVdqMZ/2HyA8Tf5f/OdOtYL4LQ77w5vw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KQ78MAAADd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lxo8YA&#10;AADdAAAADwAAAGRycy9kb3ducmV2LnhtbESPQWvCQBSE70L/w/IKvenGFFJJXaUogiIU1EKvz+xr&#10;kib7Nu6uGv99Vyh4HGbmG2Y6700rLuR8bVnBeJSAIC6srrlU8HVYDScgfEDW2FomBTfyMJ89DaaY&#10;a3vlHV32oRQRwj5HBVUIXS6lLyoy6Ee2I47ej3UGQ5SulNrhNcJNK9MkyaTBmuNChR0tKiqa/dko&#10;OL0um093/P49bjeTW9YUp1RuMqVenvuPdxCB+vAI/7fXWkH6lo7h/iY+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lxo8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GqEccA&#10;AADdAAAADwAAAGRycy9kb3ducmV2LnhtbESPQWsCMRSE7wX/Q3hCbzXboNZujaJCoReh2h7q7bl5&#10;3V3cvKxJqqu/vikIPQ4z8w0znXe2ESfyoXas4XGQgSAunKm51PD58fowAREissHGMWm4UID5rHc3&#10;xdy4M2/otI2lSBAOOWqoYmxzKUNRkcUwcC1x8r6dtxiT9KU0Hs8JbhupsmwsLdacFipsaVVRcdj+&#10;WA3L58ny+D7k9XWz39Hua38YKZ9pfd/vFi8gInXxP3xrvxkN6kkp+HuTn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xqhHHAAAA3QAAAA8AAAAAAAAAAAAAAAAAmAIAAGRy&#10;cy9kb3ducmV2LnhtbFBLBQYAAAAABAAEAPUAAACM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pucYA&#10;AADdAAAADwAAAGRycy9kb3ducmV2LnhtbESPUWvCMBSF3wf+h3CFvQxNV8HNapQxNpisUKb+gGtz&#10;15YlNyXJtP57MxD2eDjnfIez2gzWiBP50DlW8DjNQBDXTnfcKDjs3yfPIEJE1mgck4ILBdisR3cr&#10;LLQ78xeddrERCcKhQAVtjH0hZahbshimridO3rfzFmOSvpHa4znBrZF5ls2lxY7TQos9vbZU/+x+&#10;rYK3/OirI36aOts3ptxW5cOiKpW6Hw8vSxCRhvgfvrU/tIL8KZ/B35v0BO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Lpu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am58cA&#10;AADdAAAADwAAAGRycy9kb3ducmV2LnhtbESPQWvCQBSE74X+h+UVvNVNU9E2uooWAoJgq+3B4zP7&#10;zIZm38bsqvHfu0Khx2FmvmEms87W4kytrxwreOknIIgLpysuFfx8589vIHxA1lg7JgVX8jCbPj5M&#10;MNPuwhs6b0MpIoR9hgpMCE0mpS8MWfR91xBH7+BaiyHKtpS6xUuE21qmSTKUFiuOCwYb+jBU/G5P&#10;VoGVuNuXw7xYz19Xn6v3avF1zI1SvaduPgYRqAv/4b/2UitIR+kA7m/iE5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Wpuf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1E7B77" w:rsidRPr="00C623C0" w:rsidRDefault="001E7B77" w:rsidP="001E7B77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E7B77" w:rsidRPr="00C623C0" w:rsidRDefault="001E7B77" w:rsidP="001E7B7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E7B77" w:rsidRPr="00C623C0" w:rsidRDefault="001E7B77" w:rsidP="001E7B7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1E7B77" w:rsidRPr="00C623C0" w:rsidRDefault="001E7B77" w:rsidP="001E7B77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1E7B77" w:rsidRPr="00C623C0" w:rsidRDefault="001E7B77" w:rsidP="001E7B7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1E7B77" w:rsidRPr="00C623C0" w:rsidRDefault="001E7B77" w:rsidP="001E7B7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1E7B77" w:rsidRPr="00C623C0" w:rsidRDefault="001E7B77" w:rsidP="001E7B77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</w:p>
    <w:p w:rsidR="001E7B77" w:rsidRPr="00C623C0" w:rsidRDefault="001E7B77" w:rsidP="001E7B7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1E7B77" w:rsidRPr="00C623C0" w:rsidRDefault="001E7B77" w:rsidP="001E7B77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1E7B77" w:rsidRPr="00C623C0" w:rsidRDefault="001E7B77" w:rsidP="001E7B77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Андрощук В.В.</w:t>
      </w: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Андрощука В.В.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Андрощуку Василю Володимировичу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DE45EC" w:rsidRPr="00DE45EC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_____________________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с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олянь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Андрощуку В.В.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1E7B77" w:rsidRPr="00062C82" w:rsidRDefault="001E7B77" w:rsidP="001E7B77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7B77" w:rsidRPr="00062C82" w:rsidRDefault="001E7B77" w:rsidP="001E7B77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E7B77" w:rsidRPr="00C623C0" w:rsidRDefault="001E7B77" w:rsidP="001E7B77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583F70" w:rsidRDefault="00583F70"/>
    <w:sectPr w:rsidR="00583F70" w:rsidSect="00583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E7B77"/>
    <w:rsid w:val="00171A2E"/>
    <w:rsid w:val="001E7B77"/>
    <w:rsid w:val="00304C90"/>
    <w:rsid w:val="00505B6D"/>
    <w:rsid w:val="00583F70"/>
    <w:rsid w:val="006D3977"/>
    <w:rsid w:val="007D6C18"/>
    <w:rsid w:val="00A363D9"/>
    <w:rsid w:val="00D1641A"/>
    <w:rsid w:val="00DE4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2020-02-13T11:44:00Z</dcterms:created>
  <dcterms:modified xsi:type="dcterms:W3CDTF">2020-02-13T12:55:00Z</dcterms:modified>
</cp:coreProperties>
</file>