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80" w:rsidRPr="00C92EA5" w:rsidRDefault="00DD4C80" w:rsidP="00DD4C8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DD4C80" w:rsidRPr="00C92EA5" w:rsidRDefault="00DD4C80" w:rsidP="00DD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Pr="00E77963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80" w:rsidRDefault="00DD4C80" w:rsidP="00DD4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0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5WwZDxp4AAD6WAQADgAAAAAAAAAAAAAAAAAuAgAAZHJzL2Uyb0RvYy54bWxQSwECLQAUAAYA&#10;CAAAACEAntNkbd0AAAAGAQAADwAAAAAAAAAAAAAAAAB0egAAZHJzL2Rvd25yZXYueG1sUEsFBgAA&#10;AAAEAAQA8wAAAH5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4C80" w:rsidRPr="00E77963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4C80" w:rsidRDefault="00DD4C80" w:rsidP="00DD4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C80" w:rsidRPr="00C92EA5" w:rsidRDefault="00DD4C80" w:rsidP="00DD4C8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C80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D4C80" w:rsidRPr="00C92EA5" w:rsidRDefault="00DD4C80" w:rsidP="00DD4C8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C80" w:rsidRPr="00C92EA5" w:rsidRDefault="00DD4C80" w:rsidP="00DD4C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D4C80" w:rsidRPr="00C92EA5" w:rsidRDefault="00DD4C80" w:rsidP="00DD4C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4C80" w:rsidRPr="00C92EA5" w:rsidRDefault="00DD4C80" w:rsidP="00DD4C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DD4C80" w:rsidRPr="00C92EA5" w:rsidRDefault="00DD4C80" w:rsidP="00DD4C8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D4C80" w:rsidRPr="00C92EA5" w:rsidRDefault="00DD4C80" w:rsidP="00DD4C8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 xml:space="preserve">кту  із землеустрою  щодо 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D4C80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Крупецькій сільській раді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постійної комісії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4C80" w:rsidRPr="00C92EA5" w:rsidRDefault="00DD4C80" w:rsidP="00DD4C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D4C80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дозвіл на розробку проєкту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</w:t>
      </w:r>
      <w:r>
        <w:rPr>
          <w:rFonts w:ascii="Times New Roman" w:eastAsia="Calibri" w:hAnsi="Times New Roman" w:cs="Times New Roman"/>
          <w:sz w:val="24"/>
        </w:rPr>
        <w:t>в постійне користування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 1,45га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9F2A8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сільськогосподарського призначення,  для проведення навчально дослідницьких цілей</w:t>
      </w:r>
      <w:r w:rsidRPr="009F2A81">
        <w:rPr>
          <w:rFonts w:ascii="Times New Roman" w:eastAsia="Calibri" w:hAnsi="Times New Roman" w:cs="Times New Roman"/>
          <w:sz w:val="24"/>
          <w:szCs w:val="24"/>
        </w:rPr>
        <w:t xml:space="preserve"> за рахунок</w:t>
      </w:r>
      <w:r>
        <w:rPr>
          <w:rFonts w:ascii="Times New Roman" w:eastAsia="Calibri" w:hAnsi="Times New Roman" w:cs="Times New Roman"/>
          <w:sz w:val="24"/>
        </w:rPr>
        <w:t xml:space="preserve"> земель запасу,</w:t>
      </w:r>
      <w:r w:rsidRPr="00C92EA5">
        <w:rPr>
          <w:rFonts w:ascii="Times New Roman" w:eastAsia="Calibri" w:hAnsi="Times New Roman" w:cs="Times New Roman"/>
          <w:sz w:val="24"/>
        </w:rPr>
        <w:t xml:space="preserve">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Крупецької сільської ради, в  с.Лисиче.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Крупецькій сільській раді розробити проє</w:t>
      </w:r>
      <w:r w:rsidRPr="00C92EA5">
        <w:rPr>
          <w:rFonts w:ascii="Times New Roman" w:eastAsia="Calibri" w:hAnsi="Times New Roman" w:cs="Times New Roman"/>
          <w:sz w:val="24"/>
        </w:rPr>
        <w:t>кт землеустрою щодо відведення земельної ділянки для передачі її у власність та подати на розгляд сесії сільської ради.</w:t>
      </w:r>
    </w:p>
    <w:p w:rsidR="00DD4C80" w:rsidRPr="00C92EA5" w:rsidRDefault="00DD4C80" w:rsidP="00DD4C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D4C80" w:rsidRPr="00C92EA5" w:rsidRDefault="00DD4C80" w:rsidP="00DD4C8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4C80" w:rsidRPr="00C92EA5" w:rsidRDefault="00DD4C80" w:rsidP="00DD4C8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04492E" w:rsidRPr="00DD4C80" w:rsidRDefault="00DD4C80" w:rsidP="00DD4C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04492E" w:rsidRPr="00DD4C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80"/>
    <w:rsid w:val="0004492E"/>
    <w:rsid w:val="00171A2E"/>
    <w:rsid w:val="00304C90"/>
    <w:rsid w:val="00505B6D"/>
    <w:rsid w:val="006D3977"/>
    <w:rsid w:val="007D6C18"/>
    <w:rsid w:val="00D1641A"/>
    <w:rsid w:val="00D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5CA5D3C7"/>
  <w15:docId w15:val="{5813E173-2C5A-4EAE-B1D7-7566755E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80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2021-04-14T12:12:00Z</dcterms:created>
  <dcterms:modified xsi:type="dcterms:W3CDTF">2021-04-14T12:13:00Z</dcterms:modified>
</cp:coreProperties>
</file>