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1013" w:rsidRPr="00FB2913" w:rsidRDefault="00D01013" w:rsidP="00D01013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945DCF" wp14:editId="2BDFB78D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3301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330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9945DCF" id="Группа 2508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1013" w:rsidRDefault="00D01013" w:rsidP="00D01013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" fillcolor="black" stroked="f"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" fillcolor="black" stroked="f"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01013" w:rsidRPr="00FB2913" w:rsidRDefault="00D01013" w:rsidP="00D0101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D01013" w:rsidRPr="00FB2913" w:rsidRDefault="00D01013" w:rsidP="00D0101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D01013" w:rsidRPr="00FB2913" w:rsidRDefault="00D01013" w:rsidP="00D01013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D01013" w:rsidRPr="00FB2913" w:rsidRDefault="00D01013" w:rsidP="00D0101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D01013" w:rsidRPr="00FB2913" w:rsidRDefault="00D01013" w:rsidP="00D0101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0915E89" wp14:editId="23E47E18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332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333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01013" w:rsidRDefault="00D01013" w:rsidP="00D0101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40915E89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jshXYAAHd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AAhUjshXYAAHdZBAAOAAAAAAAAAAAAAAAAAC4CAABkcnMvZTJvRG9jLnhtbFBLAQItABQABgAI&#10;AAAAIQDfzpAw4gAAAA0BAAAPAAAAAAAAAAAAAAAAAN94AABkcnMvZG93bnJldi54bWxQSwUGAAAA&#10;AAQABADzAAAA7n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" fillcolor="black" stroked="f"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" fillcolor="black" stroked="f"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01013" w:rsidRDefault="00D01013" w:rsidP="00D0101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D01013" w:rsidRPr="00FB2913" w:rsidRDefault="00D01013" w:rsidP="00D01013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D01013" w:rsidRPr="00FB2913" w:rsidRDefault="00D01013" w:rsidP="00D0101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D01013" w:rsidRPr="00FB2913" w:rsidRDefault="00D01013" w:rsidP="00D01013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Г.С.</w:t>
      </w:r>
    </w:p>
    <w:p w:rsidR="00D01013" w:rsidRPr="00FB2913" w:rsidRDefault="00D01013" w:rsidP="00D01013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01013" w:rsidRPr="00FB2913" w:rsidRDefault="00D01013" w:rsidP="00D010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Г.С.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D01013" w:rsidRPr="00FB2913" w:rsidRDefault="00D01013" w:rsidP="00D010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01013" w:rsidRPr="00FB2913" w:rsidRDefault="00D01013" w:rsidP="00D010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D01013" w:rsidRPr="00FB2913" w:rsidRDefault="00D01013" w:rsidP="00D010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Ганні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Сергіївні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765C7">
        <w:rPr>
          <w:rFonts w:ascii="Times New Roman" w:eastAsia="Calibri" w:hAnsi="Times New Roman" w:cs="Times New Roman"/>
          <w:sz w:val="24"/>
          <w:lang w:eastAsia="en-US"/>
        </w:rPr>
        <w:t>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 в натурі (на місцевості), 5,22 в умовних кадастрових гектарах,  для ведення товарного сільськогосподарського виробництва,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сертифікат на право на земельну частку (пай) серія ХМ №0336953,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на території </w:t>
      </w:r>
      <w:proofErr w:type="spellStart"/>
      <w:r w:rsidRPr="00FB291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ради, за межами села Крупець.</w:t>
      </w:r>
    </w:p>
    <w:p w:rsidR="00D01013" w:rsidRPr="00FB2913" w:rsidRDefault="00D01013" w:rsidP="00D010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Г.С.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01013" w:rsidRPr="00FB2913" w:rsidRDefault="00D01013" w:rsidP="00D010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01013" w:rsidRPr="00FB2913" w:rsidRDefault="00D01013" w:rsidP="00D0101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01013" w:rsidRPr="00FB2913" w:rsidRDefault="00D01013" w:rsidP="00D0101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01013" w:rsidRPr="00FB2913" w:rsidRDefault="00D01013" w:rsidP="00D010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01013" w:rsidRPr="00FB2913" w:rsidRDefault="00D01013" w:rsidP="00D0101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D782B" w:rsidRPr="00D01013" w:rsidRDefault="00D01013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eastAsia="en-US"/>
        </w:rPr>
        <w:t>В.А.Михалюк</w:t>
      </w:r>
      <w:proofErr w:type="spellEnd"/>
    </w:p>
    <w:sectPr w:rsidR="004D782B" w:rsidRPr="00D0101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013"/>
    <w:rsid w:val="004D782B"/>
    <w:rsid w:val="00A765C7"/>
    <w:rsid w:val="00D01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1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01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271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2021-06-22T07:31:00Z</dcterms:created>
  <dcterms:modified xsi:type="dcterms:W3CDTF">2021-06-22T12:44:00Z</dcterms:modified>
</cp:coreProperties>
</file>