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385" w:rsidRPr="00B623A8" w:rsidRDefault="007D25B0" w:rsidP="0022238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gwBsMA&#10;AADdAAAADwAAAGRycy9kb3ducmV2LnhtbESPS4sCMRCE7wv+h9DC3taMbxknisgqHoTF172Z9Dxw&#10;0hkmUcd/bwRhj0VVfUUly9ZU4k6NKy0r6PciEMSp1SXnCs6nzc8MhPPIGivLpOBJDpaLzleCsbYP&#10;PtD96HMRIOxiVFB4X8dSurQgg65na+LgZbYx6INscqkbfAS4qeQgiibSYMlhocCa1gWl1+PNKLDD&#10;7W5/yQeH4S9PPa/+Ztml3Sv13W1XcxCeWv8f/rR3WsFoHE3g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gwB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JRk8kA&#10;AADdAAAADwAAAGRycy9kb3ducmV2LnhtbESPW0sDMRSE3wv+h3AEX0qbrdiLa9NSCqvWh0Iv4Oth&#10;c9ysbk6WJLZrf70RhD4OM/MNM192thEn8qF2rGA0zEAQl07XXCk4HorBDESIyBobx6TghwIsFze9&#10;OebanXlHp32sRIJwyFGBibHNpQylIYth6Fri5H04bzEm6SupPZ4T3DbyPssm0mLNacFgS2tD5df+&#10;2yr4LLbmfT29PPv+444u/eLtpdlMlLq77VZPICJ18Rr+b79qBQ/jbAp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VJRk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WnnsIA&#10;AADdAAAADwAAAGRycy9kb3ducmV2LnhtbERPzWrCQBC+C77DMoIXaTbVWkrqKlKqFC+i9gGG7CQb&#10;mp0N2a1J375zKPT48f1vdqNv1Z362AQ28JjloIjLYBuuDXzeDg8voGJCttgGJgM/FGG3nU42WNgw&#10;8IXu11QrCeFYoAGXUldoHUtHHmMWOmLhqtB7TAL7WtseBwn3rV7m+bP22LA0OOzozVH5df32UnJe&#10;4flUDbfDccQB30+OF/uLMfPZuH8FlWhM/+I/94c18LTOZa68kSe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Faee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LXpcYA&#10;AADdAAAADwAAAGRycy9kb3ducmV2LnhtbESPQUsDMRSE74L/IbyCN5ttaauuTYvUCiL0YC0Ub4/N&#10;6+7i5iUkr9313xtB8DjMzDfMcj24Tl0optazgcm4AEVcedtybeDw8XJ7DyoJssXOMxn4pgTr1fXV&#10;Ekvre36ny15qlSGcSjTQiIRS61Q15DCNfSDO3slHh5JlrLWN2Ge46/S0KBbaYct5ocFAm4aqr/3Z&#10;Gdj12/B2t5ifwmecTXV6tnLciDE3o+HpEZTQIP/hv/arNTCbFw/w+yY/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+LXp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o9RcEA&#10;AADdAAAADwAAAGRycy9kb3ducmV2LnhtbERPzWrCQBC+F3yHZQpeim60tpTUVURqES/izwMM2TEb&#10;mp0N2a2Jb+8cBI8f3/982ftaXamNVWADk3EGirgItuLSwPm0GX2BignZYh2YDNwownIxeJljbkPH&#10;B7oeU6kkhGOOBlxKTa51LBx5jOPQEAt3Ca3HJLAttW2xk3Bf62mWfWqPFUuDw4bWjoq/47+Xkv07&#10;7neX7rT57bHDn53jt9XBmOFrv/oGlahPT/HDvbUGZh8T2S9v5Ano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6PUX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1NfsYA&#10;AADdAAAADwAAAGRycy9kb3ducmV2LnhtbESPQUsDMRSE74L/ITzBm81uaausTUtpFYrgoVUQb4/N&#10;6+7i5iUkz+723xtB8DjMzDfMcj26Xp0pps6zgXJSgCKuve24MfD+9nz3ACoJssXeMxm4UIL16vpq&#10;iZX1Ax/ofJRGZQinCg20IqHSOtUtOUwTH4izd/LRoWQZG20jDhnuej0tioV22HFeaDHQtqX66/jt&#10;DLwOT+HlfjE/hc84m+q0s/KxFWNub8bNIyihUf7Df+29NTCblyX8vslPQK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E1Nf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9zd8YA&#10;AADdAAAADwAAAGRycy9kb3ducmV2LnhtbESPQWsCMRSE7wX/Q3hCL1Kz2lrK1igqhAoVRFvo9bF5&#10;7i7dvCxJ6q7/3ghCj8PMfMPMl71txJl8qB0rmIwzEMSFMzWXCr6/9NMbiBCRDTaOScGFAiwXg4c5&#10;5sZ1fKDzMZYiQTjkqKCKsc2lDEVFFsPYtcTJOzlvMSbpS2k8dgluGznNsldpsea0UGFLm4qK3+Of&#10;VbDed+WzHxXr3n2ePn5mWhu900o9DvvVO4hIffwP39tbo+BlNpnC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9zd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uMqcQA&#10;AADdAAAADwAAAGRycy9kb3ducmV2LnhtbESP0WoCMRRE3wv+Q7gF32pWqyJbo4hlQcSXqh9w2dxu&#10;tm5uliSu698bQejjMDNnmOW6t43oyIfasYLxKANBXDpdc6XgfCo+FiBCRNbYOCYFdwqwXg3elphr&#10;d+Mf6o6xEgnCIUcFJsY2lzKUhiyGkWuJk/frvMWYpK+k9nhLcNvISZbNpcWa04LBlraGysvxahUU&#10;+8mhu1y1L9ymn1qamb/Ft1Fq+N5vvkBE6uN/+NXeaQXT2fgTnm/SE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rjK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pOmMYA&#10;AADdAAAADwAAAGRycy9kb3ducmV2LnhtbESPQWsCMRSE7wX/Q3hCL0WztiplNYoKwUIF0RZ6fWye&#10;u4ublyWJ7vbfN4VCj8PMfMMs171txJ18qB0rmIwzEMSFMzWXCj4/9OgVRIjIBhvHpOCbAqxXg4cl&#10;5sZ1fKL7OZYiQTjkqKCKsc2lDEVFFsPYtcTJuzhvMSbpS2k8dgluG/mcZXNpsea0UGFLu4qK6/lm&#10;FWyPXfnin4pt794v+6+Z1kYftFKPw36zABGpj//hv/abUTCdTab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pOm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6xRsMA&#10;AADdAAAADwAAAGRycy9kb3ducmV2LnhtbESP0YrCMBRE3xf8h3AF39ZUsSLVKOJSWJZ90d0PuDTX&#10;ptrclCTW+vebBcHHYWbOMJvdYFvRkw+NYwWzaQaCuHK64VrB70/5vgIRIrLG1jEpeFCA3Xb0tsFC&#10;uzsfqT/FWiQIhwIVmBi7QspQGbIYpq4jTt7ZeYsxSV9L7fGe4LaV8yxbSosNpwWDHR0MVdfTzSoo&#10;v+bf/fWmfen2w8JSbi6rD6PUZDzs1yAiDfEVfrY/tYJFPsvh/016An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6xR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k1F8MA&#10;AADdAAAADwAAAGRycy9kb3ducmV2LnhtbESP0WqDQBRE3wv5h+UG+tasNjUE4yqlkFAfa/sBF/dG&#10;RfeucbdR/75bKPRxmDkzTFYsZhB3mlxnWUG8i0AQ11Z33Cj4+jw/HUE4j6xxsEwKVnJQ5JuHDFNt&#10;Z/6ge+UbEUrYpaig9X5MpXR1Swbdzo7EwbvayaAPcmqknnAO5WaQz1F0kAY7DgstjvTWUt1X30bB&#10;yzpfblXSR2dtKC73Y8m+TpR63C6vJxCeFv8f/qPfdeCS+AC/b8IT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9k1F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eJkMUA&#10;AADdAAAADwAAAGRycy9kb3ducmV2LnhtbESPT4vCMBTE78J+h/AWvGmq+GftGkVWFPGkXd3zo3m2&#10;ZZuX0qRav70RBI/DzPyGmS9bU4or1a6wrGDQj0AQp1YXnCk4/W56XyCcR9ZYWiYFd3KwXHx05hhr&#10;e+MjXROfiQBhF6OC3PsqltKlORl0fVsRB+9ia4M+yDqTusZbgJtSDqNoIg0WHBZyrOgnp/Q/aYyC&#10;ZvI3PPFlrw/J+r6drTcrJ8+ZUt3PdvUNwlPr3+FXe6cVjMaDKTzfhCc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B4mQ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ti5cUA&#10;AADdAAAADwAAAGRycy9kb3ducmV2LnhtbERPu27CMBTdK/EP1kXqVpy0NIIUB9FKSNABxKNDt9v4&#10;kgTi6zQ2EP4eD5U6Hp33ZNqZWlyodZVlBfEgAkGcW11xoWC/mz+NQDiPrLG2TApu5GCa9R4mmGp7&#10;5Q1dtr4QIYRdigpK75tUSpeXZNANbEMcuINtDfoA20LqFq8h3NTyOYoSabDi0FBiQx8l5aft2Sj4&#10;Wo+S8fp9OTx+rn7wxejfb10lSj32u9kbCE+d/xf/uRdawfA1DnPDm/AEZH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O2Ll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8FjcYA&#10;AADdAAAADwAAAGRycy9kb3ducmV2LnhtbESPQWvCQBSE74L/YXmF3sxGm4qmrtJWtOJJo9DrI/ua&#10;BLNvQ3ZrYn99t1DwOMzMN8xi1ZtaXKl1lWUF4ygGQZxbXXGh4HzajGYgnEfWWFsmBTdysFoOBwtM&#10;te34SNfMFyJA2KWooPS+SaV0eUkGXWQb4uB92dagD7ItpG6xC3BTy0kcT6XBisNCiQ29l5Rfsm+j&#10;4Gf6iQf3MXlbP2lPt2S2tfvDVqnHh/71BYSn3t/D/+2dVpA8j+fw9yY8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8Fj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E1FcEA&#10;AADdAAAADwAAAGRycy9kb3ducmV2LnhtbERPzYrCMBC+L/gOYQRva7qlLto1iojC3tTqAwzNmBab&#10;SW2i1n16cxD2+PH9z5e9bcSdOl87VvA1TkAQl07XbBScjtvPKQgfkDU2jknBkzwsF4OPOebaPfhA&#10;9yIYEUPY56igCqHNpfRlRRb92LXEkTu7zmKIsDNSd/iI4baRaZJ8S4s1x4YKW1pXVF6Km1VwdelE&#10;98UGd5fNbF8bk13/DplSo2G/+gERqA//4rf7VyvIJmncH9/EJ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BNRX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wa5sQA&#10;AADdAAAADwAAAGRycy9kb3ducmV2LnhtbESPzW7CMBCE75V4B2srcWsc/iFgEFRC4grtgeNiL0lo&#10;vA6xC2mfvq6ExHE0M99oFqvWVuJGjS8dK+glKQhi7UzJuYLPj+3bFIQPyAYrx6Tghzyslp2XBWbG&#10;3XlPt0PIRYSwz1BBEUKdSel1QRZ94mri6J1dYzFE2eTSNHiPcFvJfpqOpcWS40KBNb0XpL8O31bB&#10;rjzRaKzPMzvd6P3x9xoGk4tRqvvarucgArXhGX60d0bBcNTvwf+b+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/sGub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d3ZcIA&#10;AADdAAAADwAAAGRycy9kb3ducmV2LnhtbERPW2vCMBR+F/Yfwhn4pumKG9oZZQqCQyd4wb0emrOm&#10;rDkpTaz13xthsMfvzjedd7YSLTW+dKzgZZiAIM6dLrlQcDquBmMQPiBrrByTght5mM+eelPMtLvy&#10;ntpDKEQsYZ+hAhNCnUnpc0MW/dDVxFH7cY3FEGFTSN3gNZbbSqZJ8iYtlhwXDNa0NJT/Hi5WQYu7&#10;W/JtFl+Tz3Kbp7vFeaMjr/rP3cc7iEBd+Df/pddaweg1TeHxJj4BOb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N3dl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BsnsUA&#10;AADdAAAADwAAAGRycy9kb3ducmV2LnhtbESPQUvDQBSE70L/w/IEb3ZjqiJpt6UILR41evD4zL5m&#10;02bfC7trE/31riB4HGbmG2a1mXyvzhRiJ2zgZl6AIm7EdtwaeHvdXT+AignZYi9MBr4owmY9u1hh&#10;ZWXkFzrXqVUZwrFCAy6lodI6No48xrkMxNk7SPCYsgyttgHHDPe9LoviXnvsOC84HOjRUXOqP72B&#10;cd98HMvDu3XfYZBd/SzHshdjri6n7RJUoin9h//aT9bA7V25gN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QGye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KyTccA&#10;AADdAAAADwAAAGRycy9kb3ducmV2LnhtbESP3WoCMRSE7wt9h3AK3tWsi1bZGsVfKNJStHp/ujnu&#10;bpucLJuo27c3QsHLYWa+YcbT1hpxpsZXjhX0ugkI4tzpigsF+6/18wiED8gajWNS8EceppPHhzFm&#10;2l14S+ddKESEsM9QQRlCnUnp85Is+q6riaN3dI3FEGVTSN3gJcKtkWmSvEiLFceFEmtalJT/7k5W&#10;wfpzaX7Sj+3sIMNiNfw2o818+a5U56mdvYII1IZ7+L/9phX0B2kfbm/iE5C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Csk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nab8YA&#10;AADdAAAADwAAAGRycy9kb3ducmV2LnhtbESP3WrCQBSE7wu+w3IEb4pu/EmR6CpSKCpUsFro7TF7&#10;TILZsyG7xvj2bkHwcpiZb5j5sjWlaKh2hWUFw0EEgji1uuBMwe/xqz8F4TyyxtIyKbiTg+Wi8zbH&#10;RNsb/1Bz8JkIEHYJKsi9rxIpXZqTQTewFXHwzrY26IOsM6lrvAW4KeUoij6kwYLDQo4VfeaUXg5X&#10;o6DZf5+yTeOq7WX67uLxab3e6T+let12NQPhqfWv8LO90Qom8SiG/zfhCcjF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ynab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o40ccA&#10;AADdAAAADwAAAGRycy9kb3ducmV2LnhtbESPT2sCMRTE74LfIbxCb5rtoqKrUbRQ6EXw30Fvz81z&#10;d3Hzsk1SXfvpTaHQ4zAzv2Fmi9bU4kbOV5YVvPUTEMS51RUXCg77j94YhA/IGmvLpOBBHhbzbmeG&#10;mbZ33tJtFwoRIewzVFCG0GRS+rwkg75vG+LoXawzGKJ0hdQO7xFuapkmyUgarDgulNjQe0n5dfdt&#10;FKwm49XXZsDrn+35RKfj+TpMXaLU60u7nIII1Ib/8F/7UysYDNMR/L6JT0DO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aONHHAAAA3QAAAA8AAAAAAAAAAAAAAAAAmAIAAGRy&#10;cy9kb3ducmV2LnhtbFBLBQYAAAAABAAEAPUAAACMAwAAAAA=&#10;" fillcolor="black" stroked="f"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9eRMcA&#10;AADdAAAADwAAAGRycy9kb3ducmV2LnhtbESPQWvCQBSE7wX/w/KE3uqmoVpJXUVtC4J60PbQ42v2&#10;NVmSfRuyW43+elcQPA4z8w0zmXW2FgdqvXGs4HmQgCDOnTZcKPj++nwag/ABWWPtmBScyMNs2nuY&#10;YKbdkXd02IdCRAj7DBWUITSZlD4vyaIfuIY4en+utRiibAupWzxGuK1lmiQjadFwXCixoWVJebX/&#10;twp+1iMz3hlKfzfnxYfeDKvF9r1S6rHfzd9ABOrCPXxrr7SCl2H6C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g/XkT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X0g8MA&#10;AADdAAAADwAAAGRycy9kb3ducmV2LnhtbERPu27CMBTdK/EP1q3UDZyiFqEUEyFQ1S4dykNdr+JL&#10;HBJfB9uEwNfXQ6WOR+e9KAbbip58qB0reJ5kIIhLp2uuFOx37+M5iBCRNbaOScGNAhTL0cMCc+2u&#10;/E39NlYihXDIUYGJsculDKUhi2HiOuLEHZ23GBP0ldQerynctnKaZTNpsebUYLCjtaGy2V6sAr/6&#10;2TR3vhya7P51Cx+n4TxHo9TT47B6AxFpiP/iP/enVvDyOk1z05v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X0g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30qsYA&#10;AADdAAAADwAAAGRycy9kb3ducmV2LnhtbESPUWvCQBCE3wv9D8cKfSl6aWirRk8phUJBEbT+gDW3&#10;JsG7vZDbauyv9wqFPg4z8w0zX/beqTN1sQls4GmUgSIug224MrD/+hhOQEVBtugCk4ErRVgu7u/m&#10;WNhw4S2dd1KpBOFYoIFapC20jmVNHuMotMTJO4bOoyTZVdp2eElw73SeZa/aY8NpocaW3msqT7tv&#10;b8DlBzddjeNarnu9zn68bB831piHQf82AyXUy3/4r/1pDTy/5FP4fZOegF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30q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LErsMA&#10;AADdAAAADwAAAGRycy9kb3ducmV2LnhtbERPu27CMBTdK/UfrFupW3FKW4QCBvEQUpYODSDWS3yJ&#10;o9rXUWwg5evxUInx6Lyn895ZcaEuNJ4VvA8yEMSV1w3XCnbbzdsYRIjIGq1nUvBHAeaz56cp5tpf&#10;+YcuZaxFCuGQowITY5tLGSpDDsPAt8SJO/nOYUywq6Xu8JrCnZXDLBtJhw2nBoMtrQxVv+XZKViX&#10;rR3uCrMMh/338WiL24YOa6VeX/rFBESkPj7E/+5CK/j8+kj705v0BO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LEr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kuhMUA&#10;AADdAAAADwAAAGRycy9kb3ducmV2LnhtbESPT2sCMRTE7wW/Q3hCbzXR1j+sRhGpIPSk1YO3R/Lc&#10;Xd28LJvU3X77RhB6HGbmN8xi1blK3KkJpWcNw4ECQWy8LTnXcPzevs1AhIhssfJMGn4pwGrZe1lg&#10;Zn3Le7ofYi4ShEOGGooY60zKYApyGAa+Jk7exTcOY5JNLm2DbYK7So6UmkiHJaeFAmvaFGRuhx+n&#10;4bqVX94oNKfjqd3Z6flzQpXS+rXfrecgInXxP/xs76yGj/H7EB5v0hO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6S6E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IS3cYA&#10;AADdAAAADwAAAGRycy9kb3ducmV2LnhtbESPQWvCQBSE74L/YXmF3nTTWItEV1FBKC0e1FJ6fGaf&#10;SUj2bdhdNf57tyB4HGbmG2a26EwjLuR8ZVnB2zABQZxbXXGh4OewGUxA+ICssbFMCm7kYTHv92aY&#10;aXvlHV32oRARwj5DBWUIbSalz0sy6Ie2JY7eyTqDIUpXSO3wGuGmkWmSfEiDFceFEltal5TX+7NR&#10;8Hf+5tN29LV0q/Bru4Ov0+OkVur1pVtOQQTqwjP8aH9qBe/jUQr/b+IT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IS3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QNlMcA&#10;AADdAAAADwAAAGRycy9kb3ducmV2LnhtbESPzWsCMRTE70L/h/AEb5r1E12NUguFXgr146C35+a5&#10;u7h52SZRt/3rG6HgcZiZ3zCLVWMqcSPnS8sK+r0EBHFmdcm5gv3uvTsF4QOyxsoyKfghD6vlS2uB&#10;qbZ33tBtG3IRIexTVFCEUKdS+qwgg75na+Lona0zGKJ0udQO7xFuKjlIkok0WHJcKLCmt4Kyy/Zq&#10;FKxn0/X314g/fzenIx0Pp8t44BKlOu3mdQ4iUBOe4f/2h1YwGg+H8HgTn4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0DZTHAAAA3QAAAA8AAAAAAAAAAAAAAAAAmAIAAGRy&#10;cy9kb3ducmV2LnhtbFBLBQYAAAAABAAEAPUAAACMAwAAAAA=&#10;" fillcolor="black" stroked="f"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Fv4cUA&#10;AADdAAAADwAAAGRycy9kb3ducmV2LnhtbESPQUsDMRSE74L/ITzBm83WVilr07IURPG0rS29vm6e&#10;m6WblyWJ6frvjSD0OMzMN8xyPdpeJPKhc6xgOilAEDdOd9wq2H++PixAhIissXdMCn4owHp1e7PE&#10;UrsLbyntYisyhEOJCkyMQyllaAxZDBM3EGfvy3mLMUvfSu3xkuG2l49F8SwtdpwXDA60MdScd99W&#10;QTpt6mqWjslsP3zVele/HU61Uvd3Y/UCItIYr+H/9rtWMH+azeH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YW/h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oqiMcA&#10;AADdAAAADwAAAGRycy9kb3ducmV2LnhtbESPQWvCQBSE70L/w/IKvZmNtkqbuopIW9SLNhXs8ZF9&#10;zYZm34bsNsb++m5B8DjMzDfMbNHbWnTU+sqxglGSgiAunK64VHD4eB0+gvABWWPtmBScycNifjOY&#10;Yabdid+py0MpIoR9hgpMCE0mpS8MWfSJa4ij9+VaiyHKtpS6xVOE21qO03QqLVYcFww2tDJUfOc/&#10;VoEfrV6OW/v71H2+Gd7lGzPdl0apu9t++QwiUB+u4Ut7rRU8TO4n8P8mPg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qKoj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22385" w:rsidRDefault="00222385" w:rsidP="0022238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22385" w:rsidRDefault="00222385" w:rsidP="002223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2385" w:rsidRDefault="00222385" w:rsidP="002223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2385" w:rsidRDefault="00222385" w:rsidP="002223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2385" w:rsidRDefault="00222385" w:rsidP="002223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2385" w:rsidRDefault="00222385" w:rsidP="002223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22385" w:rsidRDefault="00222385" w:rsidP="0022238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22385" w:rsidRDefault="00222385" w:rsidP="002223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22385" w:rsidRDefault="00222385" w:rsidP="002223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22385" w:rsidRDefault="00222385" w:rsidP="002223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2385" w:rsidRDefault="00222385" w:rsidP="002223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22385" w:rsidRDefault="00222385" w:rsidP="002223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2385" w:rsidRDefault="00222385" w:rsidP="002223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22385" w:rsidRDefault="00222385" w:rsidP="0022238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22385" w:rsidRPr="006E3F23" w:rsidRDefault="00222385" w:rsidP="0022238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№64</w:t>
      </w:r>
    </w:p>
    <w:p w:rsidR="00222385" w:rsidRDefault="00222385" w:rsidP="00222385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222385" w:rsidRDefault="00222385" w:rsidP="00222385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Про </w:t>
      </w:r>
      <w:proofErr w:type="spellStart"/>
      <w:r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дозволу</w:t>
      </w:r>
      <w:proofErr w:type="spellEnd"/>
      <w:r>
        <w:rPr>
          <w:rFonts w:ascii="Times New Roman" w:hAnsi="Times New Roman"/>
          <w:b/>
          <w:sz w:val="24"/>
        </w:rPr>
        <w:t xml:space="preserve"> на </w:t>
      </w:r>
      <w:proofErr w:type="spellStart"/>
      <w:r>
        <w:rPr>
          <w:rFonts w:ascii="Times New Roman" w:hAnsi="Times New Roman"/>
          <w:b/>
          <w:sz w:val="24"/>
        </w:rPr>
        <w:t>розробку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</w:p>
    <w:p w:rsidR="00222385" w:rsidRDefault="00222385" w:rsidP="00222385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проекту  </w:t>
      </w:r>
      <w:proofErr w:type="spellStart"/>
      <w:r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землеустрою</w:t>
      </w:r>
      <w:proofErr w:type="spellEnd"/>
      <w:r>
        <w:rPr>
          <w:rFonts w:ascii="Times New Roman" w:hAnsi="Times New Roman"/>
          <w:b/>
          <w:sz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</w:rPr>
        <w:t>щодо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</w:p>
    <w:p w:rsidR="00222385" w:rsidRDefault="00222385" w:rsidP="00222385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відведення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 </w:t>
      </w:r>
      <w:proofErr w:type="spellStart"/>
      <w:r>
        <w:rPr>
          <w:rFonts w:ascii="Times New Roman" w:hAnsi="Times New Roman"/>
          <w:b/>
          <w:sz w:val="24"/>
        </w:rPr>
        <w:t>ділянки</w:t>
      </w:r>
      <w:proofErr w:type="spellEnd"/>
    </w:p>
    <w:p w:rsidR="00222385" w:rsidRDefault="00222385" w:rsidP="00222385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Остапчук</w:t>
      </w:r>
      <w:proofErr w:type="spellEnd"/>
      <w:r>
        <w:rPr>
          <w:rFonts w:ascii="Times New Roman" w:hAnsi="Times New Roman"/>
          <w:b/>
          <w:sz w:val="24"/>
        </w:rPr>
        <w:t xml:space="preserve"> Т.П.</w:t>
      </w:r>
    </w:p>
    <w:p w:rsidR="00222385" w:rsidRDefault="00222385" w:rsidP="0022238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22385" w:rsidRDefault="00222385" w:rsidP="0022238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proofErr w:type="spellStart"/>
      <w:r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пункту</w:t>
      </w:r>
      <w:proofErr w:type="gramEnd"/>
      <w:r>
        <w:rPr>
          <w:rFonts w:ascii="Times New Roman" w:hAnsi="Times New Roman"/>
          <w:sz w:val="24"/>
        </w:rPr>
        <w:t xml:space="preserve"> 34 </w:t>
      </w:r>
      <w:proofErr w:type="spellStart"/>
      <w:r>
        <w:rPr>
          <w:rFonts w:ascii="Times New Roman" w:hAnsi="Times New Roman"/>
          <w:sz w:val="24"/>
        </w:rPr>
        <w:t>частини</w:t>
      </w:r>
      <w:proofErr w:type="spellEnd"/>
      <w:r>
        <w:rPr>
          <w:rFonts w:ascii="Times New Roman" w:hAnsi="Times New Roman"/>
          <w:sz w:val="24"/>
        </w:rPr>
        <w:t xml:space="preserve"> 1 </w:t>
      </w:r>
      <w:proofErr w:type="spellStart"/>
      <w:r>
        <w:rPr>
          <w:rFonts w:ascii="Times New Roman" w:hAnsi="Times New Roman"/>
          <w:sz w:val="24"/>
        </w:rPr>
        <w:t>статті</w:t>
      </w:r>
      <w:proofErr w:type="spellEnd"/>
      <w:r>
        <w:rPr>
          <w:rFonts w:ascii="Times New Roman" w:hAnsi="Times New Roman"/>
          <w:sz w:val="24"/>
        </w:rPr>
        <w:t xml:space="preserve"> 26,  </w:t>
      </w:r>
      <w:proofErr w:type="spellStart"/>
      <w:r>
        <w:rPr>
          <w:rFonts w:ascii="Times New Roman" w:hAnsi="Times New Roman"/>
          <w:sz w:val="24"/>
        </w:rPr>
        <w:t>статті</w:t>
      </w:r>
      <w:proofErr w:type="spellEnd"/>
      <w:r>
        <w:rPr>
          <w:rFonts w:ascii="Times New Roman" w:hAnsi="Times New Roman"/>
          <w:sz w:val="24"/>
        </w:rPr>
        <w:t xml:space="preserve"> 42 Закону </w:t>
      </w:r>
      <w:proofErr w:type="spellStart"/>
      <w:r>
        <w:rPr>
          <w:rFonts w:ascii="Times New Roman" w:hAnsi="Times New Roman"/>
          <w:sz w:val="24"/>
        </w:rPr>
        <w:t>України</w:t>
      </w:r>
      <w:proofErr w:type="spellEnd"/>
      <w:r>
        <w:rPr>
          <w:rFonts w:ascii="Times New Roman" w:hAnsi="Times New Roman"/>
          <w:sz w:val="24"/>
        </w:rPr>
        <w:t xml:space="preserve"> «Про </w:t>
      </w:r>
      <w:proofErr w:type="spellStart"/>
      <w:r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самоврядування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 xml:space="preserve">», статей 12,  118, 121 та 123 Земельного кодексу </w:t>
      </w:r>
      <w:proofErr w:type="spellStart"/>
      <w:r>
        <w:rPr>
          <w:rFonts w:ascii="Times New Roman" w:hAnsi="Times New Roman"/>
          <w:sz w:val="24"/>
        </w:rPr>
        <w:t>України</w:t>
      </w:r>
      <w:proofErr w:type="spellEnd"/>
      <w:r>
        <w:rPr>
          <w:rFonts w:ascii="Times New Roman" w:hAnsi="Times New Roman"/>
          <w:sz w:val="24"/>
        </w:rPr>
        <w:t xml:space="preserve">, Закону </w:t>
      </w:r>
      <w:proofErr w:type="spellStart"/>
      <w:r>
        <w:rPr>
          <w:rFonts w:ascii="Times New Roman" w:hAnsi="Times New Roman"/>
          <w:sz w:val="24"/>
        </w:rPr>
        <w:t>України</w:t>
      </w:r>
      <w:proofErr w:type="spellEnd"/>
      <w:r>
        <w:rPr>
          <w:rFonts w:ascii="Times New Roman" w:hAnsi="Times New Roman"/>
          <w:sz w:val="24"/>
        </w:rPr>
        <w:t xml:space="preserve"> «Про </w:t>
      </w:r>
      <w:proofErr w:type="spellStart"/>
      <w:r>
        <w:rPr>
          <w:rFonts w:ascii="Times New Roman" w:hAnsi="Times New Roman"/>
          <w:sz w:val="24"/>
        </w:rPr>
        <w:t>землеустрій</w:t>
      </w:r>
      <w:proofErr w:type="spellEnd"/>
      <w:r>
        <w:rPr>
          <w:rFonts w:ascii="Times New Roman" w:hAnsi="Times New Roman"/>
          <w:sz w:val="24"/>
        </w:rPr>
        <w:t xml:space="preserve">», </w:t>
      </w:r>
      <w:proofErr w:type="spellStart"/>
      <w:r>
        <w:rPr>
          <w:rFonts w:ascii="Times New Roman" w:hAnsi="Times New Roman"/>
          <w:sz w:val="24"/>
        </w:rPr>
        <w:t>розглянувши</w:t>
      </w:r>
      <w:proofErr w:type="spellEnd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 </w:t>
      </w:r>
      <w:proofErr w:type="spellStart"/>
      <w:r>
        <w:rPr>
          <w:rFonts w:ascii="Times New Roman" w:hAnsi="Times New Roman"/>
          <w:sz w:val="24"/>
        </w:rPr>
        <w:t>Остапчук</w:t>
      </w:r>
      <w:proofErr w:type="spellEnd"/>
      <w:r>
        <w:rPr>
          <w:rFonts w:ascii="Times New Roman" w:hAnsi="Times New Roman"/>
          <w:sz w:val="24"/>
        </w:rPr>
        <w:t xml:space="preserve"> Т.П., </w:t>
      </w:r>
      <w:proofErr w:type="spellStart"/>
      <w:r>
        <w:rPr>
          <w:rFonts w:ascii="Times New Roman" w:hAnsi="Times New Roman"/>
          <w:sz w:val="24"/>
        </w:rPr>
        <w:t>сільська</w:t>
      </w:r>
      <w:proofErr w:type="spellEnd"/>
      <w:r>
        <w:rPr>
          <w:rFonts w:ascii="Times New Roman" w:hAnsi="Times New Roman"/>
          <w:sz w:val="24"/>
        </w:rPr>
        <w:t xml:space="preserve"> рада </w:t>
      </w:r>
    </w:p>
    <w:p w:rsidR="00222385" w:rsidRPr="005E5CCA" w:rsidRDefault="00222385" w:rsidP="0022238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ВИРІШИЛА:</w:t>
      </w:r>
    </w:p>
    <w:p w:rsidR="00222385" w:rsidRDefault="00222385" w:rsidP="00222385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lang w:eastAsia="en-US"/>
        </w:rPr>
      </w:pPr>
      <w:r>
        <w:rPr>
          <w:rFonts w:ascii="Times New Roman" w:hAnsi="Times New Roman"/>
          <w:sz w:val="24"/>
        </w:rPr>
        <w:t xml:space="preserve">       1. </w:t>
      </w:r>
      <w:proofErr w:type="spellStart"/>
      <w:proofErr w:type="gramStart"/>
      <w:r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Остапчук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Тетяні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Петрівні</w:t>
      </w:r>
      <w:proofErr w:type="spellEnd"/>
      <w:r>
        <w:rPr>
          <w:rFonts w:ascii="Times New Roman" w:hAnsi="Times New Roman"/>
          <w:sz w:val="24"/>
        </w:rPr>
        <w:t xml:space="preserve">,  яка 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7D25B0">
        <w:rPr>
          <w:rFonts w:ascii="Times New Roman" w:hAnsi="Times New Roman"/>
          <w:sz w:val="24"/>
        </w:rPr>
        <w:t>______________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дозвіл</w:t>
      </w:r>
      <w:proofErr w:type="spellEnd"/>
      <w:r>
        <w:rPr>
          <w:rFonts w:ascii="Times New Roman" w:hAnsi="Times New Roman"/>
          <w:sz w:val="24"/>
        </w:rPr>
        <w:t xml:space="preserve"> на </w:t>
      </w:r>
      <w:proofErr w:type="spellStart"/>
      <w:r>
        <w:rPr>
          <w:rFonts w:ascii="Times New Roman" w:hAnsi="Times New Roman"/>
          <w:sz w:val="24"/>
        </w:rPr>
        <w:t>розробку</w:t>
      </w:r>
      <w:proofErr w:type="spellEnd"/>
      <w:r>
        <w:rPr>
          <w:rFonts w:ascii="Times New Roman" w:hAnsi="Times New Roman"/>
          <w:sz w:val="24"/>
        </w:rPr>
        <w:t xml:space="preserve"> проекту </w:t>
      </w:r>
      <w:proofErr w:type="spellStart"/>
      <w:r>
        <w:rPr>
          <w:rFonts w:ascii="Times New Roman" w:hAnsi="Times New Roman"/>
          <w:sz w:val="24"/>
        </w:rPr>
        <w:t>із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відведення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ділянки</w:t>
      </w:r>
      <w:proofErr w:type="spellEnd"/>
      <w:r>
        <w:rPr>
          <w:rFonts w:ascii="Times New Roman" w:hAnsi="Times New Roman"/>
          <w:sz w:val="24"/>
        </w:rPr>
        <w:t xml:space="preserve"> для </w:t>
      </w:r>
      <w:proofErr w:type="spellStart"/>
      <w:r>
        <w:rPr>
          <w:rFonts w:ascii="Times New Roman" w:hAnsi="Times New Roman"/>
          <w:sz w:val="24"/>
        </w:rPr>
        <w:t>передачі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її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власність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орієнтовною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площею</w:t>
      </w:r>
      <w:proofErr w:type="spellEnd"/>
      <w:r>
        <w:rPr>
          <w:rFonts w:ascii="Times New Roman" w:hAnsi="Times New Roman"/>
          <w:sz w:val="24"/>
        </w:rPr>
        <w:t xml:space="preserve"> 0,3000 га, для </w:t>
      </w:r>
      <w:proofErr w:type="spellStart"/>
      <w:r>
        <w:rPr>
          <w:rFonts w:ascii="Times New Roman" w:hAnsi="Times New Roman"/>
          <w:sz w:val="24"/>
        </w:rPr>
        <w:t>ведення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особистого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селянського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господарства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на </w:t>
      </w:r>
      <w:proofErr w:type="spellStart"/>
      <w:r>
        <w:rPr>
          <w:rFonts w:ascii="Times New Roman" w:hAnsi="Times New Roman"/>
          <w:sz w:val="24"/>
        </w:rPr>
        <w:t>території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Крупецької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ради, в  с. </w:t>
      </w:r>
      <w:proofErr w:type="spellStart"/>
      <w:r>
        <w:rPr>
          <w:rFonts w:ascii="Times New Roman" w:hAnsi="Times New Roman"/>
          <w:sz w:val="24"/>
        </w:rPr>
        <w:t>Дідова</w:t>
      </w:r>
      <w:proofErr w:type="spellEnd"/>
      <w:r>
        <w:rPr>
          <w:rFonts w:ascii="Times New Roman" w:hAnsi="Times New Roman"/>
          <w:sz w:val="24"/>
        </w:rPr>
        <w:t xml:space="preserve"> Гора.</w:t>
      </w:r>
      <w:proofErr w:type="gramEnd"/>
    </w:p>
    <w:p w:rsidR="00222385" w:rsidRDefault="00222385" w:rsidP="0022238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2. </w:t>
      </w:r>
      <w:proofErr w:type="spellStart"/>
      <w:r>
        <w:rPr>
          <w:rFonts w:ascii="Times New Roman" w:hAnsi="Times New Roman"/>
          <w:sz w:val="24"/>
        </w:rPr>
        <w:t>Остапчук</w:t>
      </w:r>
      <w:proofErr w:type="spellEnd"/>
      <w:r>
        <w:rPr>
          <w:rFonts w:ascii="Times New Roman" w:hAnsi="Times New Roman"/>
          <w:sz w:val="24"/>
        </w:rPr>
        <w:t xml:space="preserve"> Т.П., </w:t>
      </w:r>
      <w:proofErr w:type="spellStart"/>
      <w:r>
        <w:rPr>
          <w:rFonts w:ascii="Times New Roman" w:hAnsi="Times New Roman"/>
          <w:sz w:val="24"/>
        </w:rPr>
        <w:t>розробити</w:t>
      </w:r>
      <w:proofErr w:type="spellEnd"/>
      <w:r>
        <w:rPr>
          <w:rFonts w:ascii="Times New Roman" w:hAnsi="Times New Roman"/>
          <w:sz w:val="24"/>
        </w:rPr>
        <w:t xml:space="preserve"> проект </w:t>
      </w:r>
      <w:proofErr w:type="spellStart"/>
      <w:r>
        <w:rPr>
          <w:rFonts w:ascii="Times New Roman" w:hAnsi="Times New Roman"/>
          <w:sz w:val="24"/>
        </w:rPr>
        <w:t>землеустрою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відведення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земельної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ділянки</w:t>
      </w:r>
      <w:proofErr w:type="spellEnd"/>
      <w:r>
        <w:rPr>
          <w:rFonts w:ascii="Times New Roman" w:hAnsi="Times New Roman"/>
          <w:sz w:val="24"/>
        </w:rPr>
        <w:t xml:space="preserve"> для </w:t>
      </w:r>
      <w:proofErr w:type="spellStart"/>
      <w:r>
        <w:rPr>
          <w:rFonts w:ascii="Times New Roman" w:hAnsi="Times New Roman"/>
          <w:sz w:val="24"/>
        </w:rPr>
        <w:t>передачі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її</w:t>
      </w:r>
      <w:proofErr w:type="spellEnd"/>
      <w:r>
        <w:rPr>
          <w:rFonts w:ascii="Times New Roman" w:hAnsi="Times New Roman"/>
          <w:sz w:val="24"/>
        </w:rPr>
        <w:t xml:space="preserve"> у </w:t>
      </w:r>
      <w:proofErr w:type="spellStart"/>
      <w:r>
        <w:rPr>
          <w:rFonts w:ascii="Times New Roman" w:hAnsi="Times New Roman"/>
          <w:sz w:val="24"/>
        </w:rPr>
        <w:t>власність</w:t>
      </w:r>
      <w:proofErr w:type="spellEnd"/>
      <w:r>
        <w:rPr>
          <w:rFonts w:ascii="Times New Roman" w:hAnsi="Times New Roman"/>
          <w:sz w:val="24"/>
        </w:rPr>
        <w:t xml:space="preserve"> та подати на </w:t>
      </w:r>
      <w:proofErr w:type="spellStart"/>
      <w:r>
        <w:rPr>
          <w:rFonts w:ascii="Times New Roman" w:hAnsi="Times New Roman"/>
          <w:sz w:val="24"/>
        </w:rPr>
        <w:t>розгляд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ради</w:t>
      </w:r>
      <w:proofErr w:type="gramEnd"/>
      <w:r>
        <w:rPr>
          <w:rFonts w:ascii="Times New Roman" w:hAnsi="Times New Roman"/>
          <w:sz w:val="24"/>
        </w:rPr>
        <w:t>.</w:t>
      </w:r>
    </w:p>
    <w:p w:rsidR="00222385" w:rsidRDefault="00222385" w:rsidP="0022238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222385" w:rsidRDefault="00222385" w:rsidP="00222385">
      <w:pPr>
        <w:tabs>
          <w:tab w:val="left" w:pos="2160"/>
        </w:tabs>
        <w:spacing w:after="0"/>
        <w:jc w:val="both"/>
        <w:rPr>
          <w:rFonts w:ascii="Times New Roman" w:eastAsia="Calibri" w:hAnsi="Times New Roman"/>
          <w:sz w:val="24"/>
          <w:lang w:eastAsia="en-US"/>
        </w:rPr>
      </w:pPr>
    </w:p>
    <w:p w:rsidR="00222385" w:rsidRDefault="00222385" w:rsidP="0022238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22385" w:rsidRDefault="00222385" w:rsidP="0022238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22385" w:rsidRDefault="00222385" w:rsidP="0022238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22385" w:rsidRDefault="00222385" w:rsidP="0022238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D31C7" w:rsidRPr="00222385" w:rsidRDefault="00222385" w:rsidP="00222385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BD31C7" w:rsidRPr="0022238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222385"/>
    <w:rsid w:val="00171A2E"/>
    <w:rsid w:val="00222385"/>
    <w:rsid w:val="00304C90"/>
    <w:rsid w:val="00505B6D"/>
    <w:rsid w:val="006D3977"/>
    <w:rsid w:val="007D25B0"/>
    <w:rsid w:val="007D6C18"/>
    <w:rsid w:val="00BD31C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2385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2238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22385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22385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6</TotalTime>
  <Pages>1</Pages>
  <Words>228</Words>
  <Characters>1303</Characters>
  <Application>Microsoft Office Word</Application>
  <DocSecurity>0</DocSecurity>
  <Lines>10</Lines>
  <Paragraphs>3</Paragraphs>
  <ScaleCrop>false</ScaleCrop>
  <Company>Microsoft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2020-12-01T06:21:00Z</dcterms:created>
  <dcterms:modified xsi:type="dcterms:W3CDTF">2020-12-01T07:34:00Z</dcterms:modified>
</cp:coreProperties>
</file>