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7C" w:rsidRPr="00B623A8" w:rsidRDefault="00F51504" w:rsidP="004B117C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SmKL4A&#10;AADdAAAADwAAAGRycy9kb3ducmV2LnhtbERPSwrCMBDdC94hjOBOU62oVKOIqLgQxN9+aMa22ExK&#10;E7Xe3iwEl4/3ny8bU4oX1a6wrGDQj0AQp1YXnCm4Xra9KQjnkTWWlknBhxwsF+3WHBNt33yi19ln&#10;IoSwS1BB7n2VSOnSnAy6vq2IA3e3tUEfYJ1JXeM7hJtSDqNoLA0WHBpyrGidU/o4P40CG+/2h1s2&#10;PMUbnnheHaf3W3NQqttpVjMQnhr/F//ce61gNI7D/v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nkpii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7HvckA&#10;AADdAAAADwAAAGRycy9kb3ducmV2LnhtbESPT0sDMRTE7wW/Q3iCl9Jmq7LWtWmRwqr1IPQPeH1s&#10;npvVzcuSxHbbT28KQo/DzPyGmS1624o9+dA4VjAZZyCIK6cbrhXstuVoCiJEZI2tY1JwpACL+dVg&#10;hoV2B17TfhNrkSAcClRgYuwKKUNlyGIYu444eV/OW4xJ+lpqj4cEt628zbJcWmw4LRjsaGmo+tn8&#10;WgXf5Yf5XD6cXvzwcU2nYfn+2q5ypW6u++cnEJH6eAn/t9+0gvv8bgLnN+kJyP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L7Hv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Q7tcQA&#10;AADdAAAADwAAAGRycy9kb3ducmV2LnhtbESP32rCMBTG7we+QziCN0PT6ZBRjaWIyuhNUfcAh+bY&#10;FJuT0mS2vv0yGOzy4/vz49tmo23Fg3rfOFbwtkhAEFdON1wr+Loe5x8gfEDW2DomBU/ykO0mL1tM&#10;tRv4TI9LqEUcYZ+iAhNCl0rpK0MW/cJ1xNG7ud5iiLKvpe5xiOO2lcskWUuLDUeCwY72hqr75dtG&#10;SLnCsrgN1+NpxAEPheHX/KzUbDrmGxCBxvAf/mt/agXv69US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0O7X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NLjsYA&#10;AADdAAAADwAAAGRycy9kb3ducmV2LnhtbESPQUsDMRSE70L/Q3gFbzZrW1dZmxapCiL00FYQb4/N&#10;6+7i5iUkz+76740geBxm5htmtRldr84UU+fZwPWsAEVce9txY+Dt+Hx1ByoJssXeMxn4pgSb9eRi&#10;hZX1A+/pfJBGZQinCg20IqHSOtUtOUwzH4izd/LRoWQZG20jDhnuej0vilI77DgvtBho21L9efhy&#10;BnbDU3i9LW9O4SMu5zo9WnnfijGX0/HhHpTQKP/hv/aLNbAsFw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0NLj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EGWsIA&#10;AADdAAAADwAAAGRycy9kb3ducmV2LnhtbESP3YrCMBCF7xd8hzCCN4umqyJSjSKiIt6IPw8wNGNT&#10;bCalydr69kYQvDycn48zX7a2FA+qfeFYwd8gAUGcOV1wruB62fanIHxA1lg6JgVP8rBcdH7mmGrX&#10;8Ike55CLOMI+RQUmhCqV0meGLPqBq4ijd3O1xRBlnUtdYxPHbSmHSTKRFguOBIMVrQ1l9/O/jZDj&#10;CI+HW3PZ7lpscHMw/Ls6KdXrtqsZiEBt+IY/7b1WMJ6MxvB+E5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EQZa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Z2YcYA&#10;AADdAAAADwAAAGRycy9kb3ducmV2LnhtbESPQUsDMRSE70L/Q3gFbzZrbVdZmxapCiL00FYQb4/N&#10;6+7i5iUkz+76740geBxm5htmtRldr84UU+fZwPWsAEVce9txY+Dt+Hx1ByoJssXeMxn4pgSb9eRi&#10;hZX1A+/pfJBGZQinCg20IqHSOtUtOUwzH4izd/LRoWQZG20jDhnuej0vilI77DgvtBho21L9efhy&#10;BnbDU3i9LZen8BEXc50erbxvxZjL6fhwD0polP/wX/vFGliUN0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Z2Y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RIaMYA&#10;AADdAAAADwAAAGRycy9kb3ducmV2LnhtbESPUWvCMBSF3wf+h3AHe5GZOmcZnVFUCA42GLrBXi/N&#10;tS1rbkoSbf33ZiDs8XDO+Q5nsRpsK87kQ+NYwXSSgSAunWm4UvD9pR9fQISIbLB1TAouFGC1HN0t&#10;sDCu5z2dD7ESCcKhQAV1jF0hZShrshgmriNO3tF5izFJX0njsU9w28qnLMulxYbTQo0dbWsqfw8n&#10;q2Dz2VczPy43g3s/7n7mWhv9oZV6uB/WryAiDfE/fGu/GQXP+SyH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RIa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C3tsQA&#10;AADdAAAADwAAAGRycy9kb3ducmV2LnhtbESP3WoCMRSE7wu+QzhC72pWa1VWo4hloZTe+PMAh81x&#10;s7o5WZK4bt++KQheDjPzDbPa9LYRHflQO1YwHmUgiEuna64UnI7F2wJEiMgaG8ek4JcCbNaDlxXm&#10;2t15T90hViJBOOSowMTY5lKG0pDFMHItcfLOzluMSfpKao/3BLeNnGTZTFqsOS0YbGlnqLweblZB&#10;8T356a437Qu37aeWPsxl8WmUeh322yWISH18hh/tL61gOnufw/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At7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d5gcMA&#10;AADdAAAADwAAAGRycy9kb3ducmV2LnhtbERPW2vCMBR+F/YfwhnsRWY6b4xqlCmECRNkKuz10Bzb&#10;YnNSksx2/948DHz8+O7LdW8bcSMfascK3kYZCOLCmZpLBeeTfn0HESKywcYxKfijAOvV02CJuXEd&#10;f9PtGEuRQjjkqKCKsc2lDEVFFsPItcSJuzhvMSboS2k8dincNnKcZXNpsebUUGFL24qK6/HXKtgc&#10;unLih8Wmd1+Xz5+Z1kbvtVIvz/3HAkSkPj7E/+6dUTCdT9Lc9CY9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d5g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OGX8QA&#10;AADdAAAADwAAAGRycy9kb3ducmV2LnhtbESP3WoCMRSE7wu+QzhC72pWa0VXo4hloZTe+PMAh81x&#10;s7o5WZK4bt++KQheDjPzDbPa9LYRHflQO1YwHmUgiEuna64UnI7F2xxEiMgaG8ek4JcCbNaDlxXm&#10;2t15T90hViJBOOSowMTY5lKG0pDFMHItcfLOzluMSfpKao/3BLeNnGTZTFqsOS0YbGlnqLweblZB&#10;8T356a437Qu37aeWPsxl/mmUeh322yWISH18hh/tL61gOntfwP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Thl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pGmb8A&#10;AADdAAAADwAAAGRycy9kb3ducmV2LnhtbERPzYrCMBC+L/gOYRb2tqb+FekaRQRlPVp9gKEZ22Iz&#10;qU209e13DgseP77/1WZwjXpSF2rPBibjBBRx4W3NpYHLef+9BBUissXGMxl4UYDNevSxwsz6nk/0&#10;zGOpJIRDhgaqGNtM61BU5DCMfUss3NV3DqPArtS2w17CXaOnSZJqhzVLQ4Ut7SoqbvnDGZi/+sM9&#10;X9ySvXU0Oc7aI8diYczX57D9ARVpiG/xv/vXii+dy355I09Ar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6kaZ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T6HsUA&#10;AADdAAAADwAAAGRycy9kb3ducmV2LnhtbESPQWvCQBSE7wX/w/KE3upGCaFNXUWUSPHUpur5kX0m&#10;odm3IbuJ8d+7BcHjMDPfMMv1aBoxUOdqywrmswgEcWF1zaWC42/29g7CeWSNjWVScCMH69XkZYmp&#10;tlf+oSH3pQgQdikqqLxvUyldUZFBN7MtcfAutjPog+xKqTu8Brhp5CKKEmmw5rBQYUvbioq/vDcK&#10;+uS8OPLloL/z3W3/scs2Tp5KpV6n4+YThKfRP8OP9pdWECfxHP7fhCc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NPoe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UbbscA&#10;AADdAAAADwAAAGRycy9kb3ducmV2LnhtbESPT2vCQBTE7wW/w/KE3uqmGoKmrqIFoe1B8d/B22v2&#10;NYlm36bZrcZv7xYEj8PM/IYZT1tTiTM1rrSs4LUXgSDOrC45V7DbLl6GIJxH1lhZJgVXcjCddJ7G&#10;mGp74TWdNz4XAcIuRQWF93UqpcsKMuh6tiYO3o9tDPogm1zqBi8BbirZj6JEGiw5LBRY03tB2Wnz&#10;ZxTsV8NktJp/xsev5TcOjP496DJR6rnbzt5AeGr9I3xvf2gFcRL34f9NeAJyc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1FG27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F8BsUA&#10;AADdAAAADwAAAGRycy9kb3ducmV2LnhtbESPT4vCMBTE78J+h/AWvGm6WopUo7i7+AdPrit4fTTP&#10;tti8lCZq9dMbQfA4zMxvmMmsNZW4UONKywq++hEI4szqknMF+/9FbwTCeWSNlWVScCMHs+lHZ4Kp&#10;tlf+o8vO5yJA2KWooPC+TqV0WUEGXd/WxME72sagD7LJpW7wGuCmkoMoSqTBksNCgTX9FJSddmej&#10;4J4ccOtWg+/fofZ0i0dLu9kulep+tvMxCE+tf4df7bVWECfxEJ5vwhO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cXwG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C3ysQA&#10;AADdAAAADwAAAGRycy9kb3ducmV2LnhtbESP0WoCMRRE3wv+Q7gF32q2EsWuRhFR8M269gMum2t2&#10;cXOzbqKu/fqmUOjjMDNnmMWqd424UxdqzxreRxkI4tKbmq2Gr9PubQYiRGSDjWfS8KQAq+XgZYG5&#10;8Q8+0r2IViQIhxw1VDG2uZShrMhhGPmWOHln3zmMSXZWmg4fCe4aOc6yqXRYc1qosKVNReWluDkN&#10;Vz+emL7Y4uGy/fisrVXX76PSevjar+cgIvXxP/zX3hsNaqoU/L5JT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At8r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2YOcUA&#10;AADdAAAADwAAAGRycy9kb3ducmV2LnhtbESPzW7CMBCE70i8g7WVegOn/ASaYhBUqsQVyoHjYi9J&#10;2ngdYhcCT4+RkHoczcw3mtmitZU4U+NLxwre+gkIYu1MybmC3fdXbwrCB2SDlWNScCUPi3m3M8PM&#10;uAtv6LwNuYgQ9hkqKEKoMym9Lsii77uaOHpH11gMUTa5NA1eItxWcpAkqbRYclwosKbPgvTv9s8q&#10;WJcHGqf6+G6nK73Z305hOPkxSr2+tMsPEIHa8B9+ttdGwSgdjeHxJj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LZg5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b1usIA&#10;AADdAAAADwAAAGRycy9kb3ducmV2LnhtbERPXWvCMBR9F/YfwhX2pqkiZXbGYgeCY5ugG/P10lyb&#10;YnNTmqzWf78MBj6eb84qH2wjeup87VjBbJqAIC6drrlS8PW5nTyB8AFZY+OYFNzIQ75+GK0w0+7K&#10;B+qPoRKxhH2GCkwIbSalLw1Z9FPXEkft7DqLIcKukrrDayy3jZwnSSot1hwXDLb0Yqi8HH+sgh73&#10;t+Rkio/la/1ezvfF95uOvHocD5tnEIGGcDf/p3dawSJdpPD3Jj4B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9vW6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HuQcUA&#10;AADdAAAADwAAAGRycy9kb3ducmV2LnhtbESPQUvDQBSE70L/w/IEb3ZjKLXEbosUKh419tDjM/ua&#10;Tc2+F3bXJvrrXUHwOMzMN8x6O/leXSjETtjA3bwARdyI7bg1cHjb365AxYRssRcmA18UYbuZXa2x&#10;sjLyK13q1KoM4VihAZfSUGkdG0ce41wG4uydJHhMWYZW24Bjhvtel0Wx1B47zgsOB9o5aj7qT29g&#10;fGrez+XpaN13GGRfv8i57MWYm+vp8QFUoin9h//az9bAYrm4h9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e5B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U8lMMA&#10;AADdAAAADwAAAGRycy9kb3ducmV2LnhtbERPW2vCMBR+F/wP4Qh7s6kiTqpRvEwYMhne3s+as7aa&#10;nJQm0/rvl4fBHj+++2zRWiPu1PjKsYJBkoIgzp2uuFBwPm37ExA+IGs0jknBkzws5t3ODDPtHnyg&#10;+zEUIoawz1BBGUKdSenzkiz6xNXEkft2jcUQYVNI3eAjhlsjh2k6lhYrjg0l1rQuKb8df6yC7efG&#10;XIf7w/Iiw/rt9ctMdqvNh1IvvXY5BRGoDf/iP/e7VjAaj+Lc+CY+AT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U8l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5UtscA&#10;AADdAAAADwAAAGRycy9kb3ducmV2LnhtbESPQWvCQBSE70L/w/IKXqTZtLXBRlcpBVFBobWFXl+y&#10;zySYfRuy2xj/vSsIHoeZ+YaZLXpTi45aV1lW8BzFIIhzqysuFPz+LJ8mIJxH1lhbJgVncrCYPwxm&#10;mGp74m/q9r4QAcIuRQWl900qpctLMugi2xAH72Bbgz7ItpC6xVOAm1q+xHEiDVYcFkps6LOk/Lj/&#10;Nwq6r21WrDvXbI6TkXt7zVarnf5TavjYf0xBeOr9PXxrr7WCcTJ+h+ub8ATk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eVL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wXP8MA&#10;AADdAAAADwAAAGRycy9kb3ducmV2LnhtbERPy4rCMBTdC/MP4Qqz01RRcapRRmHAjTA+FuPu2lzb&#10;YnNTk6h1vt4sBJeH857OG1OJGzlfWlbQ6yYgiDOrS84V7Hc/nTEIH5A1VpZJwYM8zGcfrSmm2t55&#10;Q7dtyEUMYZ+igiKEOpXSZwUZ9F1bE0fuZJ3BEKHLpXZ4j+Gmkv0kGUmDJceGAmtaFpSdt1ejYPE1&#10;Xlx+B7z+3xwPdPg7nod9lyj12W6+JyACNeEtfrlXWsFgNIz745v4BO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wXP8MAAADdAAAADwAAAAAAAAAAAAAAAACYAgAAZHJzL2Rv&#10;d25yZXYueG1sUEsFBgAAAAAEAAQA9QAAAIgDAAAAAA==&#10;" fillcolor="black" stroked="f"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lxqscA&#10;AADdAAAADwAAAGRycy9kb3ducmV2LnhtbESPQWvCQBSE7wX/w/KE3upG0SDRVWqrIFQPWg8en9nX&#10;ZEn2bchuNfrru4VCj8PMfMPMl52txZVabxwrGA4SEMS504YLBafPzcsUhA/IGmvHpOBOHpaL3tMc&#10;M+1ufKDrMRQiQthnqKAMocmk9HlJFv3ANcTR+3KtxRBlW0jd4i3CbS1HSZJKi4bjQokNvZWUV8dv&#10;q+D8kZrpwdDosnus1no3qVb790qp5373OgMRqAv/4b/2VisYp5Mh/L6JT0A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5car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7RaMYA&#10;AADdAAAADwAAAGRycy9kb3ducmV2LnhtbESPT2sCMRTE7wW/Q3hCbzWrtCJbo4hF9OLBf/T62Lxu&#10;trt52SZRVz99IxR6HGbmN8x03tlGXMiHyrGC4SADQVw4XXGp4HhYvUxAhIissXFMCm4UYD7rPU0x&#10;1+7KO7rsYykShEOOCkyMbS5lKAxZDAPXEifvy3mLMUlfSu3xmuC2kaMsG0uLFacFgy0tDRX1/mwV&#10;+MXnR33n86nO7ttbWH93PxM0Sj33u8U7iEhd/A//tTdawev4bQSPN+kJ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47Ra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bRQcYA&#10;AADdAAAADwAAAGRycy9kb3ducmV2LnhtbESPUWsCMRCE3wv+h7CCL0VztdW2V6MUQSgogtYfsL1s&#10;744mm+Oy6tlf3whCH4eZ+YaZLTrv1InaWAc28DDKQBEXwdZcGjh8roYvoKIgW3SBycCFIizmvbsZ&#10;5jaceUenvZQqQTjmaKASaXKtY1GRxzgKDXHyvkPrUZJsS21bPCe4d3qcZVPtsea0UGFDy4qKn/3R&#10;G3DjL/e6fo4buRz0Jvv1srvfWmMG/e79DZRQJ//hW/vDGniaTh7h+iY9AT3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bRQ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GccYA&#10;AADdAAAADwAAAGRycy9kb3ducmV2LnhtbESPQWsCMRSE7wX/Q3gFbzVbsSJbo2hF2IuHrorX5+Z1&#10;s5i8LJtUV399Uyj0OMzMN8x82TsrrtSFxrOC11EGgrjyuuFawWG/fZmBCBFZo/VMCu4UYLkYPM0x&#10;1/7Gn3QtYy0ShEOOCkyMbS5lqAw5DCPfEifvy3cOY5JdLXWHtwR3Vo6zbCodNpwWDLb0Yai6lN9O&#10;waZs7fhQmHU4HXfnsy0eWzptlBo+96t3EJH6+B/+axdawWT6NoHfN+kJ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Gc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isW8UA&#10;AADdAAAADwAAAGRycy9kb3ducmV2LnhtbESPT2sCMRTE74LfITyhN00sui1bo4hUEHqqfw69PZLn&#10;7urmZdlEd/vtm4LgcZiZ3zCLVe9qcac2VJ41TCcKBLHxtuJCw/GwHb+DCBHZYu2ZNPxSgNVyOFhg&#10;bn3H33Tfx0IkCIccNZQxNrmUwZTkMEx8Q5y8s28dxiTbQtoWuwR3tXxVKpMOK04LJTa0Kclc9zen&#10;4bKVX94oNKfjqdvZt5/PjGql9cuoX3+AiNTHZ/jR3lkNs2w+h/836Qn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KKxb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OQAsYA&#10;AADdAAAADwAAAGRycy9kb3ducmV2LnhtbESPT2vCQBTE7wW/w/IEb3WjtkGiq2ihIEoP/qH0+Mw+&#10;k5Ds27C7avrt3ULB4zAzv2Hmy8404kbOV5YVjIYJCOLc6ooLBafj5+sUhA/IGhvLpOCXPCwXvZc5&#10;ZtreeU+3QyhEhLDPUEEZQptJ6fOSDPqhbYmjd7HOYIjSFVI7vEe4aeQ4SVJpsOK4UGJLHyXl9eFq&#10;FPxcd3z5mmxXbh2+bXf09fg8rZUa9LvVDESgLjzD/+2NVvCWvqfw9yY+Abl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uOQA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WPS8cA&#10;AADdAAAADwAAAGRycy9kb3ducmV2LnhtbESPzWsCMRTE70L/h/AEb5pV/FyNUguFXgr146C35+a5&#10;u7h52SZRt/3rG6HgcZiZ3zCLVWMqcSPnS8sK+r0EBHFmdcm5gv3uvTsF4QOyxsoyKfghD6vlS2uB&#10;qbZ33tBtG3IRIexTVFCEUKdS+qwgg75na+Lona0zGKJ0udQO7xFuKjlIkrE0WHJcKLCmt4Kyy/Zq&#10;FKxn0/X315A/fzenIx0Pp8to4BKlOu3mdQ4iUBOe4f/2h1YwHI8m8HgTn4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1j0vHAAAA3QAAAA8AAAAAAAAAAAAAAAAAmAIAAGRy&#10;cy9kb3ducmV2LnhtbFBLBQYAAAAABAAEAPUAAACMAwAAAAA=&#10;" fillcolor="black" stroked="f"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bhOMIA&#10;AADdAAAADwAAAGRycy9kb3ducmV2LnhtbERPz2vCMBS+C/sfwht403RzyuiMUoSxsVPVjV2fzVtT&#10;1ryUJIvdf28OgseP7/d6O9peJPKhc6zgYV6AIG6c7rhV8Hl8nT2DCBFZY++YFPxTgO3mbrLGUrsz&#10;7ykdYityCIcSFZgYh1LK0BiyGOZuIM7cj/MWY4a+ldrjOYfbXj4WxUpa7Dg3GBxoZ6j5PfxZBem0&#10;q6tF+k5m/+Gr1rv67etUKzW9H6sXEJHGeBNf3e9awdNqmefmN/kJyM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1uE4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2kUccA&#10;AADdAAAADwAAAGRycy9kb3ducmV2LnhtbESPQWvCQBSE7wX/w/IKvenGUkONrlKkLdqLbSro8ZF9&#10;zQazb0N2G6O/3i0IPQ4z8w0zX/a2Fh21vnKsYDxKQBAXTldcKth9vw2fQfiArLF2TArO5GG5GNzN&#10;MdPuxF/U5aEUEcI+QwUmhCaT0heGLPqRa4ij9+NaiyHKtpS6xVOE21o+JkkqLVYcFww2tDJUHPNf&#10;q8CPV6/7D3uZdod3w9t8Y9LP0ij1cN+/zEAE6sN/+NZeawVP6WQKf2/iE5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dpFH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B117C" w:rsidRDefault="004B117C" w:rsidP="004B11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B117C" w:rsidRDefault="004B117C" w:rsidP="004B11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117C" w:rsidRDefault="004B117C" w:rsidP="004B11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117C" w:rsidRDefault="004B117C" w:rsidP="004B11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117C" w:rsidRDefault="004B117C" w:rsidP="004B11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117C" w:rsidRDefault="004B117C" w:rsidP="004B11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B117C" w:rsidRDefault="004B117C" w:rsidP="004B117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B117C" w:rsidRDefault="004B117C" w:rsidP="004B11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B117C" w:rsidRDefault="004B117C" w:rsidP="004B11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B117C" w:rsidRDefault="004B117C" w:rsidP="004B11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117C" w:rsidRDefault="004B117C" w:rsidP="004B11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B117C" w:rsidRDefault="004B117C" w:rsidP="004B11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117C" w:rsidRDefault="004B117C" w:rsidP="004B11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B117C" w:rsidRDefault="004B117C" w:rsidP="004B117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B117C" w:rsidRPr="006E3F23" w:rsidRDefault="004B117C" w:rsidP="004B117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№60</w:t>
      </w:r>
    </w:p>
    <w:p w:rsidR="004B117C" w:rsidRPr="008E2C07" w:rsidRDefault="004B117C" w:rsidP="004B117C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4B117C" w:rsidRPr="008E2C07" w:rsidRDefault="004B117C" w:rsidP="004B117C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4B117C" w:rsidRPr="008E2C07" w:rsidRDefault="004B117C" w:rsidP="004B117C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4B117C" w:rsidRPr="008E2C07" w:rsidRDefault="004B117C" w:rsidP="004B117C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4B117C" w:rsidRPr="008E2C07" w:rsidRDefault="004B117C" w:rsidP="004B117C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Павлюку</w:t>
      </w:r>
      <w:proofErr w:type="spellEnd"/>
      <w:r>
        <w:rPr>
          <w:rFonts w:ascii="Times New Roman" w:hAnsi="Times New Roman"/>
          <w:b/>
          <w:sz w:val="24"/>
        </w:rPr>
        <w:t xml:space="preserve"> С.С.</w:t>
      </w:r>
    </w:p>
    <w:p w:rsidR="004B117C" w:rsidRPr="008E2C07" w:rsidRDefault="004B117C" w:rsidP="004B117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4B117C" w:rsidRPr="008E2C07" w:rsidRDefault="004B117C" w:rsidP="004B117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 </w:t>
      </w:r>
      <w:proofErr w:type="spellStart"/>
      <w:r>
        <w:rPr>
          <w:rFonts w:ascii="Times New Roman" w:hAnsi="Times New Roman"/>
          <w:sz w:val="24"/>
        </w:rPr>
        <w:t>Павлюк</w:t>
      </w:r>
      <w:proofErr w:type="spellEnd"/>
      <w:r>
        <w:rPr>
          <w:rFonts w:ascii="Times New Roman" w:hAnsi="Times New Roman"/>
          <w:sz w:val="24"/>
        </w:rPr>
        <w:t xml:space="preserve"> С.С., </w:t>
      </w:r>
      <w:proofErr w:type="spellStart"/>
      <w:r>
        <w:rPr>
          <w:rFonts w:ascii="Times New Roman" w:hAnsi="Times New Roman"/>
          <w:sz w:val="24"/>
        </w:rPr>
        <w:t>с</w:t>
      </w:r>
      <w:r w:rsidRPr="008E2C07">
        <w:rPr>
          <w:rFonts w:ascii="Times New Roman" w:hAnsi="Times New Roman"/>
          <w:sz w:val="24"/>
        </w:rPr>
        <w:t>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4B117C" w:rsidRPr="00637663" w:rsidRDefault="004B117C" w:rsidP="004B117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4B117C" w:rsidRPr="008E2C07" w:rsidRDefault="004B117C" w:rsidP="004B117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</w:t>
      </w:r>
      <w:proofErr w:type="spellStart"/>
      <w:r w:rsidRPr="00070D4B">
        <w:rPr>
          <w:rFonts w:ascii="Times New Roman" w:hAnsi="Times New Roman"/>
          <w:sz w:val="24"/>
        </w:rPr>
        <w:t>Надати</w:t>
      </w:r>
      <w:proofErr w:type="spellEnd"/>
      <w:r w:rsidRPr="00070D4B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Павлюку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Сергію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Сергійовичу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51504">
        <w:rPr>
          <w:rFonts w:ascii="Times New Roman" w:hAnsi="Times New Roman"/>
          <w:sz w:val="24"/>
        </w:rPr>
        <w:t>_____________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0,1000 </w:t>
      </w:r>
      <w:r w:rsidRPr="008E2C07">
        <w:rPr>
          <w:rFonts w:ascii="Times New Roman" w:hAnsi="Times New Roman"/>
          <w:sz w:val="24"/>
        </w:rPr>
        <w:t xml:space="preserve">га, для </w:t>
      </w:r>
      <w:proofErr w:type="spellStart"/>
      <w:r w:rsidRPr="008E2C07">
        <w:rPr>
          <w:rFonts w:ascii="Times New Roman" w:hAnsi="Times New Roman"/>
          <w:sz w:val="24"/>
        </w:rPr>
        <w:t>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особистого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селянського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господарства</w:t>
      </w:r>
      <w:proofErr w:type="spellEnd"/>
      <w:r w:rsidRPr="008E2C07">
        <w:rPr>
          <w:rFonts w:ascii="Times New Roman" w:hAnsi="Times New Roman"/>
          <w:sz w:val="24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</w:rPr>
        <w:t>розташована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території</w:t>
      </w:r>
      <w:proofErr w:type="spellEnd"/>
      <w:r w:rsidRPr="008E2C07">
        <w:rPr>
          <w:rFonts w:ascii="Times New Roman" w:hAnsi="Times New Roman"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sz w:val="24"/>
        </w:rPr>
        <w:t>Крупець</w:t>
      </w:r>
      <w:r>
        <w:rPr>
          <w:rFonts w:ascii="Times New Roman" w:hAnsi="Times New Roman"/>
          <w:sz w:val="24"/>
        </w:rPr>
        <w:t>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ради, в  </w:t>
      </w:r>
      <w:proofErr w:type="spellStart"/>
      <w:r>
        <w:rPr>
          <w:rFonts w:ascii="Times New Roman" w:hAnsi="Times New Roman"/>
          <w:sz w:val="24"/>
        </w:rPr>
        <w:t>с</w:t>
      </w:r>
      <w:proofErr w:type="gramStart"/>
      <w:r w:rsidRPr="008E2C0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К</w:t>
      </w:r>
      <w:proofErr w:type="gramEnd"/>
      <w:r>
        <w:rPr>
          <w:rFonts w:ascii="Times New Roman" w:hAnsi="Times New Roman"/>
          <w:sz w:val="24"/>
        </w:rPr>
        <w:t>олом’є</w:t>
      </w:r>
      <w:proofErr w:type="spellEnd"/>
      <w:r>
        <w:rPr>
          <w:rFonts w:ascii="Times New Roman" w:hAnsi="Times New Roman"/>
          <w:sz w:val="24"/>
        </w:rPr>
        <w:t>.</w:t>
      </w:r>
    </w:p>
    <w:p w:rsidR="004B117C" w:rsidRPr="008E2C07" w:rsidRDefault="004B117C" w:rsidP="004B117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Павлюку</w:t>
      </w:r>
      <w:proofErr w:type="spellEnd"/>
      <w:r>
        <w:rPr>
          <w:rFonts w:ascii="Times New Roman" w:hAnsi="Times New Roman"/>
          <w:sz w:val="24"/>
        </w:rPr>
        <w:t xml:space="preserve"> С.С.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4B117C" w:rsidRPr="008E2C07" w:rsidRDefault="004B117C" w:rsidP="004B117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4B117C" w:rsidRPr="008E2C07" w:rsidRDefault="004B117C" w:rsidP="004B117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4B117C" w:rsidRPr="008E2C07" w:rsidRDefault="004B117C" w:rsidP="004B117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4B117C" w:rsidRDefault="004B117C" w:rsidP="004B117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4B117C" w:rsidRDefault="004B117C" w:rsidP="004B117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4B117C" w:rsidRPr="008E2C07" w:rsidRDefault="004B117C" w:rsidP="004B117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310E42" w:rsidRPr="004B117C" w:rsidRDefault="004B117C" w:rsidP="004B117C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310E42" w:rsidRPr="004B117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4B117C"/>
    <w:rsid w:val="00171A2E"/>
    <w:rsid w:val="00304C90"/>
    <w:rsid w:val="00310E42"/>
    <w:rsid w:val="004B117C"/>
    <w:rsid w:val="00505B6D"/>
    <w:rsid w:val="006D3977"/>
    <w:rsid w:val="007D6C18"/>
    <w:rsid w:val="00D1641A"/>
    <w:rsid w:val="00F5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7C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4B117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4B117C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B117C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226</Words>
  <Characters>1293</Characters>
  <Application>Microsoft Office Word</Application>
  <DocSecurity>0</DocSecurity>
  <Lines>10</Lines>
  <Paragraphs>3</Paragraphs>
  <ScaleCrop>false</ScaleCrop>
  <Company>Microsoft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2020-12-01T06:20:00Z</dcterms:created>
  <dcterms:modified xsi:type="dcterms:W3CDTF">2020-12-01T07:24:00Z</dcterms:modified>
</cp:coreProperties>
</file>