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83" w:rsidRDefault="00207183" w:rsidP="002071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183" w:rsidRDefault="00207183" w:rsidP="002071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7183" w:rsidRDefault="00207183" w:rsidP="002071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7183" w:rsidRDefault="00207183" w:rsidP="002071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7183" w:rsidRDefault="00207183" w:rsidP="002071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7183" w:rsidRDefault="00207183" w:rsidP="002071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07183" w:rsidRPr="00F2698F" w:rsidRDefault="00207183" w:rsidP="0020718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07183" w:rsidRPr="00F2698F" w:rsidRDefault="00207183" w:rsidP="00207183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207183" w:rsidRPr="00F2698F" w:rsidRDefault="00207183" w:rsidP="00207183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207183" w:rsidRPr="00F2698F" w:rsidRDefault="00207183" w:rsidP="00207183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207183" w:rsidRPr="00F2698F" w:rsidRDefault="00207183" w:rsidP="00207183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207183" w:rsidRPr="00F2698F" w:rsidRDefault="00207183" w:rsidP="00207183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Самчуку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А.А.</w:t>
      </w:r>
    </w:p>
    <w:p w:rsidR="00207183" w:rsidRPr="00F2698F" w:rsidRDefault="00207183" w:rsidP="00207183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207183" w:rsidRPr="00F2698F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статей</w:t>
      </w:r>
      <w:r>
        <w:rPr>
          <w:rFonts w:ascii="Times New Roman" w:eastAsia="Calibri" w:hAnsi="Times New Roman" w:cs="Times New Roman"/>
          <w:sz w:val="24"/>
          <w:lang w:eastAsia="en-US"/>
        </w:rPr>
        <w:t>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Самчука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207183" w:rsidRPr="00F2698F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207183" w:rsidRPr="00F2698F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Самчуку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Анатолію Анатолійовичу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245ED" w:rsidRPr="00A245ED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Б.Хмельницького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26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07183" w:rsidRPr="00F2698F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Самчуку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07183" w:rsidRPr="00F2698F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07183" w:rsidRPr="00F2698F" w:rsidRDefault="00207183" w:rsidP="002071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07183" w:rsidRPr="00207183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07183" w:rsidRPr="00F2698F" w:rsidRDefault="00207183" w:rsidP="002071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07183" w:rsidRDefault="00207183" w:rsidP="0020718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B55F5B" w:rsidRDefault="00B55F5B"/>
    <w:sectPr w:rsidR="00B55F5B" w:rsidSect="00207183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83"/>
    <w:rsid w:val="00207183"/>
    <w:rsid w:val="00A245ED"/>
    <w:rsid w:val="00B5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071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71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0718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071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71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0718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2021-07-07T06:12:00Z</dcterms:created>
  <dcterms:modified xsi:type="dcterms:W3CDTF">2021-07-07T08:02:00Z</dcterms:modified>
</cp:coreProperties>
</file>