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AA" w:rsidRDefault="003D69AA" w:rsidP="003D69A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Theme="minorHAnsi" w:hAnsiTheme="minorHAnsi" w:cstheme="minorBidi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136525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9AA" w:rsidRDefault="003D69AA" w:rsidP="003D6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10.7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D69AA" w:rsidRDefault="003D69AA" w:rsidP="003D6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D69AA" w:rsidRDefault="003D69AA" w:rsidP="003D6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69AA" w:rsidRDefault="003D69AA" w:rsidP="003D6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69AA" w:rsidRDefault="003D69AA" w:rsidP="003D6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69AA" w:rsidRDefault="003D69AA" w:rsidP="003D6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D69AA" w:rsidRDefault="003D69AA" w:rsidP="003D69A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D69AA" w:rsidRDefault="003D69AA" w:rsidP="003D6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D69AA" w:rsidRDefault="003D69AA" w:rsidP="003D6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D69AA" w:rsidRDefault="003D69AA" w:rsidP="003D6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69AA" w:rsidRDefault="003D69AA" w:rsidP="003D6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D69AA" w:rsidRDefault="003D69AA" w:rsidP="003D6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69AA" w:rsidRDefault="003D69AA" w:rsidP="003D6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D69AA" w:rsidRDefault="003D69AA" w:rsidP="003D69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69AA" w:rsidRDefault="003D69AA" w:rsidP="003D69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№86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3D69AA" w:rsidRPr="002C7821" w:rsidRDefault="003D69AA" w:rsidP="003D69A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D69AA" w:rsidRPr="00EB4539" w:rsidRDefault="003D69AA" w:rsidP="003D69A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3D69AA" w:rsidRPr="00EB4539" w:rsidRDefault="003D69AA" w:rsidP="003D69A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 та</w:t>
      </w:r>
    </w:p>
    <w:p w:rsidR="003D69AA" w:rsidRPr="00EB4539" w:rsidRDefault="003D69AA" w:rsidP="003D69A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  <w:proofErr w:type="spellStart"/>
      <w:r w:rsidRPr="00EB453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Шпаруку</w:t>
      </w:r>
      <w:proofErr w:type="spellEnd"/>
      <w:r w:rsidRPr="00EB453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Ю.В.</w:t>
      </w:r>
    </w:p>
    <w:p w:rsidR="003D69AA" w:rsidRPr="00EB4539" w:rsidRDefault="003D69AA" w:rsidP="003D69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D69AA" w:rsidRPr="00EB4539" w:rsidRDefault="003D69AA" w:rsidP="003D69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 та 122 Земельного кодексу України, Закону України «Про землеустрій»,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Шпарука</w:t>
      </w:r>
      <w:proofErr w:type="spellEnd"/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Ю.В., 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3D69AA" w:rsidRPr="00EB4539" w:rsidRDefault="003D69AA" w:rsidP="003D69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3D69AA" w:rsidRPr="00EB4539" w:rsidRDefault="003D69AA" w:rsidP="003D69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 </w:t>
      </w:r>
      <w:proofErr w:type="spellStart"/>
      <w:r w:rsidRPr="00EB4539">
        <w:rPr>
          <w:rFonts w:ascii="Times New Roman" w:eastAsia="Arial Unicode MS" w:hAnsi="Times New Roman" w:cs="Times New Roman"/>
          <w:sz w:val="24"/>
          <w:szCs w:val="24"/>
        </w:rPr>
        <w:t>Шпаруку</w:t>
      </w:r>
      <w:proofErr w:type="spellEnd"/>
      <w:r w:rsidRPr="00EB4539">
        <w:rPr>
          <w:rFonts w:ascii="Times New Roman" w:eastAsia="Arial Unicode MS" w:hAnsi="Times New Roman" w:cs="Times New Roman"/>
          <w:sz w:val="24"/>
          <w:szCs w:val="24"/>
        </w:rPr>
        <w:t xml:space="preserve">  Юрію Віталійовичу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</w:t>
      </w:r>
      <w:r w:rsidRPr="00EB45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01.03. </w:t>
      </w:r>
      <w:r w:rsidRPr="00EB4539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ля ведення особистого  селянського господарства,  площею 2,0000 га, 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Шепетівський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район,с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Лисиче.</w:t>
      </w:r>
    </w:p>
    <w:p w:rsidR="003D69AA" w:rsidRPr="00EB4539" w:rsidRDefault="003D69AA" w:rsidP="003D69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B4539">
        <w:rPr>
          <w:rFonts w:ascii="Times New Roman" w:eastAsia="Arial Unicode MS" w:hAnsi="Times New Roman" w:cs="Times New Roman"/>
          <w:sz w:val="24"/>
          <w:szCs w:val="24"/>
        </w:rPr>
        <w:t>Шпаруку</w:t>
      </w:r>
      <w:proofErr w:type="spellEnd"/>
      <w:r w:rsidRPr="00EB4539">
        <w:rPr>
          <w:rFonts w:ascii="Times New Roman" w:eastAsia="Arial Unicode MS" w:hAnsi="Times New Roman" w:cs="Times New Roman"/>
          <w:sz w:val="24"/>
          <w:szCs w:val="24"/>
        </w:rPr>
        <w:t xml:space="preserve"> Юрію Віталійовичу,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який  зареєстрований  за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2586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EB4539">
        <w:rPr>
          <w:rFonts w:ascii="Times New Roman" w:eastAsia="Arial Unicode MS" w:hAnsi="Times New Roman" w:cs="Times New Roman"/>
          <w:sz w:val="24"/>
          <w:szCs w:val="24"/>
        </w:rPr>
        <w:t xml:space="preserve">ідентифікаційний номер </w:t>
      </w:r>
      <w:r w:rsidR="00025866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</w:t>
      </w:r>
      <w:bookmarkStart w:id="0" w:name="_GoBack"/>
      <w:bookmarkEnd w:id="0"/>
      <w:r w:rsidRPr="00EB4539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 площею 0,6000 га, кадастровий номер: 6823984700:01:016:0037, </w:t>
      </w:r>
      <w:r w:rsidRPr="00EB4539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ля ведення особистого  селянського господарства,   яка розташована Хмельницька  область  Шепетівський район, 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Лисиче.</w:t>
      </w:r>
    </w:p>
    <w:p w:rsidR="003D69AA" w:rsidRPr="00EB4539" w:rsidRDefault="003D69AA" w:rsidP="003D69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3. </w:t>
      </w:r>
      <w:proofErr w:type="spellStart"/>
      <w:r w:rsidRPr="00EB4539">
        <w:rPr>
          <w:rFonts w:ascii="Times New Roman" w:eastAsia="Arial Unicode MS" w:hAnsi="Times New Roman" w:cs="Times New Roman"/>
          <w:sz w:val="24"/>
          <w:szCs w:val="24"/>
        </w:rPr>
        <w:t>Шпаруку</w:t>
      </w:r>
      <w:proofErr w:type="spellEnd"/>
      <w:r w:rsidRPr="00EB4539">
        <w:rPr>
          <w:rFonts w:ascii="Times New Roman" w:eastAsia="Arial Unicode MS" w:hAnsi="Times New Roman" w:cs="Times New Roman"/>
          <w:sz w:val="24"/>
          <w:szCs w:val="24"/>
        </w:rPr>
        <w:t xml:space="preserve"> Ю.В.,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3D69AA" w:rsidRPr="00EB4539" w:rsidRDefault="003D69AA" w:rsidP="003D69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D69AA" w:rsidRPr="00EB4539" w:rsidRDefault="003D69AA" w:rsidP="003D69A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D69AA" w:rsidRPr="00EB4539" w:rsidRDefault="003D69AA" w:rsidP="003D69A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D69AA" w:rsidRPr="00EB4539" w:rsidRDefault="003D69AA" w:rsidP="003D69A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D69AA" w:rsidRPr="00EB4539" w:rsidRDefault="003D69AA" w:rsidP="003D69A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ED52FF" w:rsidRDefault="00ED52FF"/>
    <w:sectPr w:rsidR="00ED52F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AA"/>
    <w:rsid w:val="00025866"/>
    <w:rsid w:val="003D69AA"/>
    <w:rsid w:val="00ED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A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D69A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D69A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D69A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A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D69A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D69A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D69A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262</Words>
  <Characters>1497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2021-07-26T12:52:00Z</dcterms:created>
  <dcterms:modified xsi:type="dcterms:W3CDTF">2021-07-27T07:39:00Z</dcterms:modified>
</cp:coreProperties>
</file>