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275" w:rsidRPr="00D815F3" w:rsidRDefault="00976275" w:rsidP="0097627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976275" w:rsidRPr="001869AA" w:rsidRDefault="00976275" w:rsidP="00976275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9952" name="Группа 99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995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5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5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5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5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5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5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6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6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6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6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6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6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6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6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6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6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7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7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7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7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7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7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7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7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978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9HVcUA&#10;AADdAAAADwAAAGRycy9kb3ducmV2LnhtbESPT4vCMBTE74LfITxhb2uqxV1bjSKyKx6ExT+9P5pn&#10;W2xeSpPV+u2NIHgcZuY3zHzZmVpcqXWVZQWjYQSCOLe64kLB6fj7OQXhPLLG2jIpuJOD5aLfm2Oq&#10;7Y33dD34QgQIuxQVlN43qZQuL8mgG9qGOHhn2xr0QbaF1C3eAtzUchxFX9JgxWGhxIbWJeWXw79R&#10;YOPNdpcV4338w9+eV3/Tc9btlPoYdKsZCE+df4df7a1WkCSTGJ5vwhO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L0dV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AbL8gA&#10;AADdAAAADwAAAGRycy9kb3ducmV2LnhtbESPQUsDMRSE74L/ITzBS7HZim3dtWmRwmrrobBV8PrY&#10;PDdrNy9LEtu1v94IgsdhZr5hFqvBduJIPrSOFUzGGQji2umWGwVvr+XNPYgQkTV2jknBNwVYLS8v&#10;Flhod+KKjvvYiAThUKACE2NfSBlqQxbD2PXEyftw3mJM0jdSezwluO3kbZbNpMWW04LBntaG6sP+&#10;yyr4LHfmfT0/P/lRXtF5VL48d9uZUtdXw+MDiEhD/A//tTdaQZ5P7+D3TXoCcvk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D0Bsv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Tcy8UA&#10;AADdAAAADwAAAGRycy9kb3ducmV2LnhtbESP32rCMBTG7wd7h3AGuxkz3aRjVmMpQ0V6U9Q9wKE5&#10;NsXmpDTRdm+/CINdfnx/fnyrfLKduNHgW8cK3mYJCOLa6ZYbBd+n7esnCB+QNXaOScEPecjXjw8r&#10;zLQb+UC3Y2hEHGGfoQITQp9J6WtDFv3M9cTRO7vBYohyaKQecIzjtpPvSfIhLbYcCQZ7+jJUX45X&#10;GyHVHKvyPJ62uwlH3JSGX4qDUs9PU7EEEWgK/+G/9l4rWCzSFO5v4hO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RNzL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2XHMYA&#10;AADdAAAADwAAAGRycy9kb3ducmV2LnhtbESPQUsDMRSE70L/Q3gFbzZrsVu7Ni1SFUTooVUQb4/N&#10;6+7i5iUkz+76740geBxm5htmvR1dr84UU+fZwPWsAEVce9txY+Dt9enqFlQSZIu9ZzLwTQm2m8nF&#10;GivrBz7Q+SiNyhBOFRpoRUKldapbcphmPhBn7+SjQ8kyNtpGHDLc9XpeFKV22HFeaDHQrqX68/jl&#10;DOyHx/CyLBen8BFv5jo9WHnfiTGX0/H+DpTQKP/hv/azNbBaLUr4fZOfgN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C2XH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rnJ8MA&#10;AADdAAAADwAAAGRycy9kb3ducmV2LnhtbESP24rCMBRF34X5h3AG5kU0HQdv1Sgio4gv4uUDDs2x&#10;KTYnpcnYzt8bQfBxsy+LPV+2thR3qn3hWMF3PwFBnDldcK7gct70JiB8QNZYOiYF/+RhufjozDHV&#10;ruEj3U8hF3GEfYoKTAhVKqXPDFn0fVcRR+/qaoshyjqXusYmjttSDpJkJC0WHAkGK1obym6nPxsh&#10;hx887K/NebNtscHfveHu6qjU12e7moEI1IZ3+NXeaQXT6XAMzzfx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rnJ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6m9cQA&#10;AADdAAAADwAAAGRycy9kb3ducmV2LnhtbERPTWsCMRC9C/0PYQRvNatUW7dGKVahFHqoLZTehs24&#10;u3QzCcnobv99cyh4fLzv9XZwnbpQTK1nA7NpAYq48rbl2sDnx+H2AVQSZIudZzLwSwm2m5vRGkvr&#10;e36ny1FqlUM4lWigEQml1qlqyGGa+kCcuZOPDiXDWGsbsc/hrtPzolhqhy3nhgYD7Rqqfo5nZ+Ct&#10;34fX++XiFL7j3VynZytfOzFmMh6eHkEJDXIV/7tfrIHVapHn5jf5Ce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+pvX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KjEMcA&#10;AADdAAAADwAAAGRycy9kb3ducmV2LnhtbESPzWrDMBCE74W8g9hCLyGR25IQu1FCUhANtFDyA70u&#10;1sY2tVZGUmP37aNCoMdhZr5hluvBtuJCPjSOFTxOMxDEpTMNVwpORz1ZgAgR2WDrmBT8UoD1anS3&#10;xMK4nvd0OcRKJAiHAhXUMXaFlKGsyWKYuo44eWfnLcYkfSWNxz7BbSufsmwuLTacFmrs6LWm8vvw&#10;YxVsP/vq2Y/L7eDez29fM62N/tBKPdwPmxcQkYb4H761d0ZBns9y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yoxD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yadcAA&#10;AADdAAAADwAAAGRycy9kb3ducmV2LnhtbERPzYrCMBC+C/sOYRa8abriilajyEpBlr2s+gBDMzbV&#10;ZlKSWOvbm4Pg8eP7X21624iOfKgdK/gaZyCIS6drrhScjsVoDiJEZI2NY1LwoACb9cdghbl2d/6n&#10;7hArkUI45KjAxNjmUobSkMUwdi1x4s7OW4wJ+kpqj/cUbhs5ybKZtFhzajDY0o+h8nq4WQXF7+Sv&#10;u960L9y2n1r6Npf5zig1/Oy3SxCR+vgWv9x7rWCxmKX96U16AnL9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dyadc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lq8YA&#10;AADdAAAADwAAAGRycy9kb3ducmV2LnhtbESPQWsCMRSE7wX/Q3iCF9GsLRXdGkULoYUKoi30+tg8&#10;dxc3L0sS3e2/bwpCj8PMfMOsNr1txI18qB0rmE0zEMSFMzWXCr4+9WQBIkRkg41jUvBDATbrwcMK&#10;c+M6PtLtFEuRIBxyVFDF2OZShqIii2HqWuLknZ23GJP0pTQeuwS3jXzMsrm0WHNaqLCl14qKy+lq&#10;FewOXfnkx8Wudx/nt+9nrY3ea6VGw377AiJSH//D9/a7UbBczmfw9yY9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hlq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KhmcUA&#10;AADdAAAADwAAAGRycy9kb3ducmV2LnhtbESPwWrDMBBE74X8g9hAb41c04bEtRJCgqGEXpL2AxZr&#10;a7m2VkZSHPfvo0Ihx2Fm3jDldrK9GMmH1rGC50UGgrh2uuVGwddn9bQCESKyxt4xKfilANvN7KHE&#10;Qrsrn2g8x0YkCIcCFZgYh0LKUBuyGBZuIE7et/MWY5K+kdrjNcFtL/MsW0qLLacFgwPtDdXd+WIV&#10;VMf8Y+wu2lduN71YejU/q4NR6nE+7d5ARJriPfzfftcK1utlDn9v0hOQm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QqGZ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seJMIA&#10;AADdAAAADwAAAGRycy9kb3ducmV2LnhtbESP3YrCMBSE7xf2HcJZ8G5N/UW7jSKCopdWH+DQnG1L&#10;m5PaRFvf3giCl8PMfMMk697U4k6tKy0rGA0jEMSZ1SXnCi7n3e8ChPPIGmvLpOBBDtar768EY207&#10;PtE99bkIEHYxKii8b2IpXVaQQTe0DXHw/m1r0AfZ5lK32AW4qeU4iubSYMlhocCGtgVlVXozCqaP&#10;bn9NZ1W004ZGx0lzZJ/NlBr89Js/EJ56/wm/2wetYLmcT+D1Jjw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Sx4k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CfTMUA&#10;AADdAAAADwAAAGRycy9kb3ducmV2LnhtbESPzWrDMBCE74W8g9hAbrUcU0ztWgkhJiX01Do/58Xa&#10;2KbWylhK4rx9VSj0OMzMN0yxnkwvbjS6zrKCZRSDIK6t7rhRcDzsnl9BOI+ssbdMCh7kYL2aPRWY&#10;a3vnL7pVvhEBwi5HBa33Qy6lq1sy6CI7EAfvYkeDPsixkXrEe4CbXiZxnEqDHYeFFgfatlR/V1ej&#10;4JqekyNfPvRnVT7es3K3cfLUKLWYT5s3EJ4m/x/+a++1gixLX+D3TXgC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MJ9M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9F0MgA&#10;AADdAAAADwAAAGRycy9kb3ducmV2LnhtbESPS2/CMBCE75X6H6yt1Ftx6CMiAYMKElLpAcTrwG2J&#10;lyQQr9PYQPrvcaVKHEcz841mMGpNJS7UuNKygm4nAkGcWV1yrmCznr70QDiPrLGyTAp+ycFo+Pgw&#10;wFTbKy/psvK5CBB2KSoovK9TKV1WkEHXsTVx8A62MeiDbHKpG7wGuKnkaxTF0mDJYaHAmiYFZafV&#10;2SjYLnpxshjP3o/f8z2+Gf2z02Ws1PNT+9kH4an19/B/+0srSJL4A/7ehCcgh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30XQ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UZVMYA&#10;AADdAAAADwAAAGRycy9kb3ducmV2LnhtbESPT2vCQBTE74V+h+UJ3urGVILGbEL/oBZPVgWvj+xr&#10;Epp9G7KrRj99t1DocZiZ3zBZMZhWXKh3jWUF00kEgri0uuFKwfGwepqDcB5ZY2uZFNzIQZE/PmSY&#10;anvlT7rsfSUChF2KCmrvu1RKV9Zk0E1sRxy8L9sb9EH2ldQ9XgPctDKOokQabDgs1NjRW03l9/5s&#10;FNyTE+7cJn59f9aebrP52m53a6XGo+FlCcLT4P/Df+0PrWCxSBL4fROegMx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nUZV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Hvd8UA&#10;AADdAAAADwAAAGRycy9kb3ducmV2LnhtbESP0WrCQBRE3wX/YbmCb7qpqDVpVinFQt+saT/gkr1u&#10;QrJ3Y3bVtF/vCoU+DjNzhsl3g23FlXpfO1bwNE9AEJdO12wUfH+9zzYgfEDW2DomBT/kYbcdj3LM&#10;tLvxka5FMCJC2GeooAqhy6T0ZUUW/dx1xNE7ud5iiLI3Uvd4i3DbykWSrKXFmuNChR29VVQ2xcUq&#10;OLvFSg/FHg/NPv2sjVmef49LpaaT4fUFRKAh/If/2h9aQZqun+HxJj4Bu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4e93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/xbcIA&#10;AADdAAAADwAAAGRycy9kb3ducmV2LnhtbERPu27CMBTdkfoP1q3E1jilIk1SDKKVkFihHTre2jcP&#10;iK/T2IXA1+OhEuPReS9Wo+3EiQbfOlbwnKQgiLUzLdcKvj43TzkIH5ANdo5JwYU8rJYPkwWWxp15&#10;R6d9qEUMYV+igiaEvpTS64Ys+sT1xJGr3GAxRDjU0gx4juG2k7M0zaTFlmNDgz19NKSP+z+rYNv+&#10;0DzTVWHzd737vv6Gl9eDUWr6OK7fQAQaw138794aBUWRxbnxTXwC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X/Ft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qnAsIA&#10;AADdAAAADwAAAGRycy9kb3ducmV2LnhtbERPXWvCMBR9F/Yfwh3sTdP1QWw1yjoYTKaC3XCvl+au&#10;KWtuShNr/fdmMPDxfHNWm9G2YqDeN44VPM8SEMSV0w3XCr4+36YLED4ga2wdk4IredisHyYrzLW7&#10;8JGGMtQilrDPUYEJocul9JUhi37mOuKo/bjeYoiwr6Xu8RLLbSvTJJlLiw3HBYMdvRqqfsuzVTDg&#10;4Zp8m2KfbZtdlR6K04eOvHp6HF+WIAKN4W7+T79rBVk2z+DvTXwC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GqcC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ImIsEA&#10;AADdAAAADwAAAGRycy9kb3ducmV2LnhtbERPPU/DMBDdkfofrKvERp1mABrqVlWlIkYIHRiP+Bqn&#10;xHeR7TaBX48HJMan973eTr5XVwqxEzawXBSgiBuxHbcGju+Hu0dQMSFb7IXJwDdF2G5mN2usrIz8&#10;Rtc6tSqHcKzQgEtpqLSOjSOPcSEDceZOEjymDEOrbcAxh/tel0Vxrz12nBscDrR31HzVF29gfG4+&#10;z+Xpw7qfMMihfpVz2Ysxt/Np9wQq0ZT+xX/uF2tgtXrI+/Ob/AT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CJiL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XFHscA&#10;AADdAAAADwAAAGRycy9kb3ducmV2LnhtbESPW2sCMRSE3wv9D+EIvtWsPnhZjWK9QCkV8fZ+3Bx3&#10;t01Olk3U9d83QqGPw8x8w0xmjTXiRrUvHSvodhIQxJnTJecKjof12xCED8gajWNS8CAPs+nrywRT&#10;7e68o9s+5CJC2KeooAihSqX0WUEWfcdVxNG7uNpiiLLOpa7xHuHWyF6S9KXFkuNCgRUtCsp+9ler&#10;YL1dmu/eZjc/ybBYDc5m+Pm+/FKq3WrmYxCBmvAf/mt/aAWj0aALzzfxCcjp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PlxR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CW0McA&#10;AADdAAAADwAAAGRycy9kb3ducmV2LnhtbESPQWvCQBSE74X+h+UVepG6UdFqmlWkUFRQsGmh12f2&#10;NQnJvg3ZbYz/3hWEHoeZ+YZJVr2pRUetKy0rGA0jEMSZ1SXnCr6/Pl7mIJxH1lhbJgUXcrBaPj4k&#10;GGt75k/qUp+LAGEXo4LC+yaW0mUFGXRD2xAH79e2Bn2QbS51i+cAN7UcR9FMGiw5LBTY0HtBWZX+&#10;GQXdcX/Kt51rdtV84KaT02Zz0D9KPT/16zcQnnr/H763t1rBYvE6htub8ATk8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qQlt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1PgsgA&#10;AADdAAAADwAAAGRycy9kb3ducmV2LnhtbESPS2/CMBCE75X4D9YicSsO9AEJGARIlbhUKo8D3JZ4&#10;SSLidWq7EPrr60qVehzNzDea6bw1tbiS85VlBYN+AoI4t7riQsF+9/Y4BuEDssbaMim4k4f5rPMw&#10;xUzbG2/oug2FiBD2GSooQ2gyKX1ekkHftw1x9M7WGQxRukJqh7cIN7UcJsmrNFhxXCixoVVJ+WX7&#10;ZRQs0/Hy8+OZ3783pyMdD6fLy9AlSvW67WICIlAb/sN/7bVWkKajJ/h9E5+AnP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FfU+CyAAAAN0AAAAPAAAAAAAAAAAAAAAAAJgCAABk&#10;cnMvZG93bnJldi54bWxQSwUGAAAAAAQABAD1AAAAjQMAAAAA&#10;" fillcolor="black" stroked="f"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0U+MkA&#10;AADdAAAADwAAAGRycy9kb3ducmV2LnhtbESPS2/CMBCE70j9D9ZW6g0cUEshYBCPVqpUOPA4cFzi&#10;JbESr6PYQNpfX1eq1ONoZr7RTOetrcSNGm8cK+j3EhDEmdOGcwXHw3t3BMIHZI2VY1LwRR7ms4fO&#10;FFPt7ryj2z7kIkLYp6igCKFOpfRZQRZ9z9XE0bu4xmKIssmlbvAe4baSgyQZSouG40KBNa0Kysr9&#10;1So4fQ7NaGdocN58L9/05qVcbtelUk+P7WICIlAb/sN/7Q+tYDx+fYbfN/EJyNk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r0U+MkAAADd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SP1sYA&#10;AADdAAAADwAAAGRycy9kb3ducmV2LnhtbESPQWsCMRSE74L/ITzBm2YtaHVrFLEUvXioben1sXnd&#10;bHfzsk2irv76piD0OMzMN8xy3dlGnMmHyrGCyTgDQVw4XXGp4P3tZTQHESKyxsYxKbhSgPWq31ti&#10;rt2FX+l8jKVIEA45KjAxtrmUoTBkMYxdS5y8L+ctxiR9KbXHS4LbRj5k2UxarDgtGGxpa6iojyer&#10;wG8+n+sbnz7q7Ha4ht139zNHo9Rw0G2eQETq4n/43t5rBYvF4xT+3q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RSP1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K0E8YA&#10;AADdAAAADwAAAGRycy9kb3ducmV2LnhtbESP3WrCQBSE7wt9h+UUelN0Uy/URFcpBUGoFPx5gGP2&#10;mAR3z4bsqUaf3i0UejnMzDfMfNl7py7UxSawgfdhBoq4DLbhysBhvxpMQUVBtugCk4EbRVgunp/m&#10;WNhw5S1ddlKpBOFYoIFapC20jmVNHuMwtMTJO4XOoyTZVdp2eE1w7/Qoy8baY8NpocaWPmsqz7sf&#10;b8CNji7/msSN3A56k929bN++rTGvL/3HDJRQL//hv/baGsjzyRh+36Qno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JK0E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IezMYA&#10;AADdAAAADwAAAGRycy9kb3ducmV2LnhtbESPQWsCMRSE74X+h/CE3mpWD7WuRrGKsJce3Fq8PjfP&#10;zWLysmyibvvrG6HgcZiZb5j5sndWXKkLjWcFo2EGgrjyuuFawf5r+/oOIkRkjdYzKfihAMvF89Mc&#10;c+1vvKNrGWuRIBxyVGBibHMpQ2XIYRj6ljh5J985jEl2tdQd3hLcWTnOsjfpsOG0YLCltaHqXF6c&#10;gk3Z2vG+MB/h8P15PNrid0uHjVIvg341AxGpj4/wf7vQCqbTyQTub9IT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VIez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GSF8UA&#10;AADeAAAADwAAAGRycy9kb3ducmV2LnhtbESPT2sCMRDF7wW/QxjBW00somVrFBEFwVP9c+htSKa7&#10;224myyZ112/fORR6m2HevPd+q80QGnWnLtWRLcymBhSxi77m0sL1cnh+BZUysscmMll4UILNevS0&#10;wsLHnt/pfs6lEhNOBVqocm4LrZOrKGCaxpZYbp+xC5hl7UrtO+zFPDT6xZiFDlizJFTY0q4i933+&#10;CRa+DvoUnUF3u976o19+7BfUGGsn42H7BirTkP/Ff99HL/WNmQuA4MgMe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sZIX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XE68MA&#10;AADeAAAADwAAAGRycy9kb3ducmV2LnhtbERPTWsCMRC9F/wPYQRvNVFLkdUoKgjS0kO1iMdxM+4u&#10;u5ksSdTtv28Eobd5vM+ZLzvbiBv5UDnWMBoqEMS5MxUXGn4O29cpiBCRDTaOScMvBVguei9zzIy7&#10;8zfd9rEQKYRDhhrKGNtMypCXZDEMXUucuIvzFmOCvpDG4z2F20aOlXqXFitODSW2tCkpr/dXq+F0&#10;/eTL1+Rj5dfx6LpDqMfnaa31oN+tZiAidfFf/HTvTJqv1NsIHu+kG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RXE68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qP7sUA&#10;AADeAAAADwAAAGRycy9kb3ducmV2LnhtbERPTWsCMRC9F/wPYQq91aSLLboaRYVCLwW1Peht3Iy7&#10;i5vJmqS6+usbodDbPN7nTGadbcSZfKgda3jpKxDEhTM1lxq+v96fhyBCRDbYOCYNVwowm/YeJpgb&#10;d+E1nTexFCmEQ44aqhjbXMpQVGQx9F1LnLiD8xZjgr6UxuMlhdtGZkq9SYs1p4YKW1pWVBw3P1bD&#10;YjRcnFYD/ryt9zvabffH18wrrZ8eu/kYRKQu/ov/3B8mzVdqkMH9nXSD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Go/uxQAAAN4AAAAPAAAAAAAAAAAAAAAAAJgCAABkcnMv&#10;ZG93bnJldi54bWxQSwUGAAAAAAQABAD1AAAAigMAAAAA&#10;" fillcolor="black" stroked="f"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Ah38MA&#10;AADeAAAADwAAAGRycy9kb3ducmV2LnhtbERPS0sDMRC+C/6HMII3m9iKlLVpWQpF8bR9iNfpZtws&#10;biZLEtP13xtB8DYf33NWm8kNIlOIvWcN9zMFgrj1pudOw+m4u1uCiAnZ4OCZNHxThM36+mqFlfEX&#10;3lM+pE6UEI4VarApjZWUsbXkMM78SFy4Dx8cpgJDJ03ASwl3g5wr9Sgd9lwaLI60tdR+Hr6chnze&#10;NvUiv2e7fw11F3zz/HZutL69meonEImm9C/+c7+YMl+phwX8vlNu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uAh3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X9osUA&#10;AADeAAAADwAAAGRycy9kb3ducmV2LnhtbERPTWsCMRC9F/ofwgi91cQioqtRRNqiXtquhXocNtPN&#10;0s1k2cR19dc3QqG3ebzPWax6V4uO2lB51jAaKhDEhTcVlxo+Dy+PUxAhIhusPZOGCwVYLe/vFpgZ&#10;f+YP6vJYihTCIUMNNsYmkzIUlhyGoW+IE/ftW4cxwbaUpsVzCne1fFJqIh1WnBosNrSxVPzkJ6ch&#10;jDbPX3t3nXXHV8tv+c5O3kur9cOgX89BROrjv/jPvTVpvlLjMdzeST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pf2i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76275" w:rsidRPr="00D815F3" w:rsidRDefault="00976275" w:rsidP="0097627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976275" w:rsidRPr="001869AA" w:rsidRDefault="00976275" w:rsidP="0097627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976275" w:rsidRPr="001869AA" w:rsidRDefault="00976275" w:rsidP="0097627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976275" w:rsidRPr="001869AA" w:rsidRDefault="00976275" w:rsidP="0097627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976275" w:rsidRPr="00D815F3" w:rsidRDefault="00976275" w:rsidP="0097627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976275" w:rsidRPr="001869AA" w:rsidRDefault="00976275" w:rsidP="0097627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976275" w:rsidRPr="001869AA" w:rsidRDefault="00976275" w:rsidP="00976275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976275" w:rsidRPr="001869AA" w:rsidRDefault="00976275" w:rsidP="0097627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976275" w:rsidRPr="001869AA" w:rsidRDefault="00976275" w:rsidP="0097627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976275" w:rsidRPr="001869AA" w:rsidRDefault="00976275" w:rsidP="0097627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00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275" w:rsidRDefault="00976275" w:rsidP="009762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009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76275" w:rsidRDefault="00976275" w:rsidP="009762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76275" w:rsidRDefault="00976275" w:rsidP="00976275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976275" w:rsidRPr="001869AA" w:rsidRDefault="00976275" w:rsidP="0097627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76275" w:rsidRDefault="00976275" w:rsidP="00976275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976275" w:rsidRPr="001869AA" w:rsidRDefault="00976275" w:rsidP="00976275">
      <w:pPr>
        <w:spacing w:after="0" w:line="240" w:lineRule="auto"/>
        <w:jc w:val="center"/>
        <w:rPr>
          <w:rFonts w:ascii="Times New Roman" w:hAnsi="Times New Roman"/>
        </w:rPr>
      </w:pPr>
    </w:p>
    <w:p w:rsidR="00976275" w:rsidRPr="00312454" w:rsidRDefault="00976275" w:rsidP="00976275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>.2020р.                         Крупець                                        №_____</w:t>
      </w:r>
    </w:p>
    <w:p w:rsidR="00976275" w:rsidRPr="00A31AA4" w:rsidRDefault="00976275" w:rsidP="00976275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976275" w:rsidRPr="00A31AA4" w:rsidRDefault="00976275" w:rsidP="00976275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проекту землеустрою</w:t>
      </w:r>
    </w:p>
    <w:p w:rsidR="00976275" w:rsidRPr="00A31AA4" w:rsidRDefault="00976275" w:rsidP="00976275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щодо відведення земельної ділянки  та</w:t>
      </w:r>
    </w:p>
    <w:p w:rsidR="00976275" w:rsidRPr="00243225" w:rsidRDefault="00976275" w:rsidP="00976275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Нікітчука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 О.В.</w:t>
      </w:r>
    </w:p>
    <w:p w:rsidR="00976275" w:rsidRPr="00A31AA4" w:rsidRDefault="00976275" w:rsidP="00976275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976275" w:rsidRPr="00A31AA4" w:rsidRDefault="00976275" w:rsidP="0097627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розглянувши заяву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Нікітчука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О.В.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сільська   рада    </w:t>
      </w:r>
    </w:p>
    <w:p w:rsidR="00976275" w:rsidRPr="00A31AA4" w:rsidRDefault="00976275" w:rsidP="0097627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976275" w:rsidRPr="00A31AA4" w:rsidRDefault="00976275" w:rsidP="0097627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976275" w:rsidRPr="00A31AA4" w:rsidRDefault="00976275" w:rsidP="0097627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1.Затвердит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и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Нікітчуку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Олександру Васильовичу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проект землеустрою щодо відведення земельної ділянки,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(01.03)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>ведення  особистого селянського господарства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, за рахунок (16.00)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площею 0,2500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га, яка розташована Хмельниц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ька область,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  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с.Крупець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976275" w:rsidRDefault="00976275" w:rsidP="00976275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4E3D91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         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2.Передат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Нікітчуку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Олександру Васильовичу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,  я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кий зареєстрований за адресою: </w:t>
      </w:r>
      <w:r w:rsidR="00935B21">
        <w:rPr>
          <w:rFonts w:ascii="Times New Roman" w:eastAsia="Arial Unicode MS" w:hAnsi="Times New Roman"/>
          <w:sz w:val="24"/>
          <w:szCs w:val="24"/>
          <w:lang w:val="en-US" w:eastAsia="uk-UA"/>
        </w:rPr>
        <w:t>_____________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,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 xml:space="preserve"> ідентифікаційний номер </w:t>
      </w:r>
      <w:r w:rsidR="00935B21">
        <w:rPr>
          <w:rFonts w:ascii="Times New Roman" w:eastAsia="Arial Unicode MS" w:hAnsi="Times New Roman"/>
          <w:sz w:val="24"/>
          <w:szCs w:val="24"/>
          <w:lang w:val="en-US" w:eastAsia="uk-UA"/>
        </w:rPr>
        <w:t>______</w:t>
      </w:r>
      <w:bookmarkStart w:id="0" w:name="_GoBack"/>
      <w:bookmarkEnd w:id="0"/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у власність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земельну ділянку, площею 0,2500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 xml:space="preserve"> га,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кадастровий номер: 68239840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00:0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1:003:0011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(01.03)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>ведення  особистого селянського господарства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за рахунок (16.00)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, яка розташована</w:t>
      </w:r>
      <w:r w:rsidRPr="00BB60A5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Хмельницька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сКрупець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976275" w:rsidRPr="00A31AA4" w:rsidRDefault="00976275" w:rsidP="00976275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Нікітчуку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О.В., якому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976275" w:rsidRPr="00976275" w:rsidRDefault="00976275" w:rsidP="00976275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76275" w:rsidRPr="00A31AA4" w:rsidRDefault="00976275" w:rsidP="0097627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B46D96" w:rsidRPr="00976275" w:rsidRDefault="00976275" w:rsidP="00976275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B46D96" w:rsidRPr="00976275" w:rsidSect="00976275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275"/>
    <w:rsid w:val="00171A2E"/>
    <w:rsid w:val="00304C90"/>
    <w:rsid w:val="00505B6D"/>
    <w:rsid w:val="006D3977"/>
    <w:rsid w:val="007D6C18"/>
    <w:rsid w:val="00935B21"/>
    <w:rsid w:val="00976275"/>
    <w:rsid w:val="00B46D9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275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275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321</Words>
  <Characters>1832</Characters>
  <Application>Microsoft Office Word</Application>
  <DocSecurity>0</DocSecurity>
  <Lines>15</Lines>
  <Paragraphs>4</Paragraphs>
  <ScaleCrop>false</ScaleCrop>
  <Company>Microsoft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2020-11-17T15:23:00Z</dcterms:created>
  <dcterms:modified xsi:type="dcterms:W3CDTF">2020-11-18T06:45:00Z</dcterms:modified>
</cp:coreProperties>
</file>