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843" w:rsidRPr="008F5204" w:rsidRDefault="00693843" w:rsidP="00693843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693843" w:rsidRPr="008F5204" w:rsidRDefault="009862F9" w:rsidP="00693843">
      <w:pPr>
        <w:rPr>
          <w:rFonts w:ascii="Times New Roman" w:hAnsi="Times New Roman" w:cs="Times New Roman"/>
        </w:rPr>
      </w:pPr>
      <w:r w:rsidRPr="009862F9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NR0VpKGeQAAjVkEAA4AAAAAAAAAAAAAAAAALgIA&#10;AGRycy9lMm9Eb2MueG1sUEsBAi0AFAAGAAgAAAAhALIdTJvgAAAACgEAAA8AAAAAAAAAAAAAAAAA&#10;4HsAAGRycy9kb3ducmV2LnhtbFBLBQYAAAAABAAEAPMAAADtfA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KwrcQA&#10;AADdAAAADwAAAGRycy9kb3ducmV2LnhtbESPQWvCQBSE7wX/w/KE3pqNkapEVxFpJYeAmNb7I/tM&#10;gtm3IbvV+O+7guBxmJlvmNVmMK24Uu8aywomUQyCuLS64UrB78/3xwKE88gaW8uk4E4ONuvR2wpT&#10;bW98pGvhKxEg7FJUUHvfpVK6siaDLrIdcfDOtjfog+wrqXu8BbhpZRLHM2mw4bBQY0e7mspL8WcU&#10;2Ok+y09Vcpx+8dzz9rA4n4ZcqffxsF2C8DT4V/jZzrSC2WecwONNe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CsK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jROMgA&#10;AADdAAAADwAAAGRycy9kb3ducmV2LnhtbESPT0sDMRTE74LfITzBS2mztbita9MihbXqQegf6PWx&#10;eW7Wbl6WJLZrP70RBI/DzPyGmS9724oT+dA4VjAeZSCIK6cbrhXsd+VwBiJEZI2tY1LwTQGWi+ur&#10;ORbanXlDp22sRYJwKFCBibErpAyVIYth5Dri5H04bzEm6WupPZ4T3LbyLstyabHhtGCwo5Wh6rj9&#10;sgo+y3dzWE0vz37wsKHLoHxbt6+5Urc3/dMjiEh9/A//tV+0gvw+m8Dvm/Q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2NE4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krM8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pJBnD801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krM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5bCMUA&#10;AADd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VRl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HlsI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cQ38MA&#10;AADdAAAADwAAAGRycy9kb3ducmV2LnhtbESP3YrCMBCF74V9hzCCN7KmrlikaxRZ1kW8kaoPMDRj&#10;U2wmpYm2vv1GELw8nJ+Ps1z3thZ3an3lWMF0koAgLpyuuFRwPm0/FyB8QNZYOyYFD/KwXn0Mlphp&#10;13FO92MoRRxhn6ECE0KTSekLQxb9xDXE0bu41mKIsi2lbrGL47aWX0mSSosVR4LBhn4MFdfjzUbI&#10;YYaH/aU7bf967PB3b3i8yZUaDfvNN4hAfXiHX+2dVpDOkxSeb+IT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cQ3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Bg5MYA&#10;AADdAAAADwAAAGRycy9kb3ducmV2LnhtbESPQUsDMRSE74L/ITzBm81a7LasTUtpK4jgwSoUb4/N&#10;6+7i5iUkr9313xtB8DjMzDfMcj26Xl0ops6zgftJAYq49rbjxsDH+9PdAlQSZIu9ZzLwTQnWq+ur&#10;JVbWD/xGl4M0KkM4VWigFQmV1qluyWGa+ECcvZOPDiXL2Ggbcchw1+tpUZTaYcd5ocVA25bqr8PZ&#10;GXgd9uFlXs5O4TM+THXaWTluxZjbm3HzCEpolP/wX/vZGihnx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Bg5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9U6MMA&#10;AADdAAAADwAAAGRycy9kb3ducmV2LnhtbERPy2oCMRTdC/5DuEI3UjNaFJmaERVCCy2UaqHby+TO&#10;Ayc3QxKd6d83i0KXh/Pe7UfbiTv50DpWsFxkIIhLZ1quFXxd9OMWRIjIBjvHpOCHAuyL6WSHuXED&#10;f9L9HGuRQjjkqKCJsc+lDGVDFsPC9cSJq5y3GBP0tTQehxRuO7nKso202HJqaLCnU0Pl9XyzCo4f&#10;Q/3k5+VxdG/Vy/daa6PftVIPs/HwDCLSGP/Ff+5Xo2CzztLc9C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9U6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rNsMA&#10;AADdAAAADwAAAGRycy9kb3ducmV2LnhtbESP0WoCMRRE3wv+Q7iCbzWrqOhqFFEWivSlth9w2Vw3&#10;q5ubJYnr+veNUOjjMDNnmM2ut43oyIfasYLJOANBXDpdc6Xg57t4X4IIEVlj45gUPCnAbjt422Cu&#10;3YO/qDvHSiQIhxwVmBjbXMpQGrIYxq4lTt7FeYsxSV9J7fGR4LaR0yxbSIs1pwWDLR0Mlbfz3Soo&#10;TtPP7nbXvnD7fmZpbq7Lo1FqNOz3axCR+vgf/mt/aAWLebaC15v0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urN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DOM8MA&#10;AADdAAAADwAAAGRycy9kb3ducmV2LnhtbERPXWvCMBR9F/wP4Qq+yEzdUEZnFBWCwgSZE3y9NNe2&#10;rLkpSWbrv18eBj4ezvdy3dtG3MmH2rGC2TQDQVw4U3Op4PKtX95BhIhssHFMCh4UYL0aDpaYG9fx&#10;F93PsRQphEOOCqoY21zKUFRkMUxdS5y4m/MWY4K+lMZjl8JtI1+zbCEt1pwaKmxpV1Hxc/61Cran&#10;rnzzk2Lbu8/b/jrX2uijVmo86jcfICL18Sn+dx+MgsV8lvanN+k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DDOM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Qx7cQA&#10;AADdAAAADwAAAGRycy9kb3ducmV2LnhtbESPzWrDMBCE74W8g9hCb7Xs0ITgRgkhwRBKLvl5gMXa&#10;Wm6slZEUx337qhDIcZiZb5jlerSdGMiH1rGCIstBENdOt9wouJyr9wWIEJE1do5JwS8FWK8mL0ss&#10;tbvzkYZTbESCcChRgYmxL6UMtSGLIXM9cfK+nbcYk/SN1B7vCW47Oc3zubTYclow2NPWUH093ayC&#10;6mt6GK437Su3GT8szczPYmeUensdN58gIo3xGX6091rBfFYU8P8mPQ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EMe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O1vMMA&#10;AADdAAAADwAAAGRycy9kb3ducmV2LnhtbESP3WrCQBSE7wu+w3IE75pNbBMkuooULPWy0Qc4ZI9J&#10;MHs2Zrf5eXu3UOjlMDPfMLvDZFoxUO8aywqSKAZBXFrdcKXgejm9bkA4j6yxtUwKZnJw2C9edphr&#10;O/I3DYWvRICwy1FB7X2XS+nKmgy6yHbEwbvZ3qAPsq+k7nEMcNPKdRxn0mDDYaHGjj5qKu/Fj1Hw&#10;Po+fjyK9xydtKDm/dWf2ZarUajkdtyA8Tf4//Nf+0gqyNFnD75vwBOT+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O1v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0JO8UA&#10;AADdAAAADwAAAGRycy9kb3ducmV2LnhtbESPT2vCQBTE7wW/w/KE3upGxVBTVxElRXpqo+35kX0m&#10;odm3Ibvmz7fvCkKPw8z8htnsBlOLjlpXWVYwn0UgiHOrKy4UXM7pyysI55E11pZJwUgOdtvJ0wYT&#10;bXv+oi7zhQgQdgkqKL1vEildXpJBN7MNcfCutjXog2wLqVvsA9zUchFFsTRYcVgosaFDSflvdjMK&#10;bvHP4sLXD/2ZHcf39THdO/ldKPU8HfZvIDwN/j/8aJ+0gng1X8L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jQk7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fuSMgA&#10;AADdAAAADwAAAGRycy9kb3ducmV2LnhtbESPT2vCQBTE7wW/w/KE3urG1gaNrmILhbYHg/8O3p7Z&#10;ZxLNvk2zW02/fVcQPA4z8xtmMmtNJc7UuNKygn4vAkGcWV1yrmCz/ngagnAeWWNlmRT8kYPZtPMw&#10;wUTbCy/pvPK5CBB2CSoovK8TKV1WkEHXszVx8A62MeiDbHKpG7wEuKnkcxTF0mDJYaHAmt4Lyk6r&#10;X6Ngmw7jUfr2NTh+L/b4YvTPTpexUo/ddj4G4an19/Ct/akVxK/9A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x+5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OJIMYA&#10;AADdAAAADwAAAGRycy9kb3ducmV2LnhtbESPQWvCQBSE74L/YXmF3nSTtAaJrkEtteLJ2kKvj+wz&#10;Cc2+DdltjP313YLgcZiZb5hlPphG9NS52rKCeBqBIC6srrlU8PnxOpmDcB5ZY2OZFFzJQb4aj5aY&#10;aXvhd+pPvhQBwi5DBZX3bSalKyoy6Ka2JQ7e2XYGfZBdKXWHlwA3jUyiKJUGaw4LFba0raj4Pv0Y&#10;Bb/pFx7dW7J5edKers/znT0cd0o9PgzrBQhPg7+Hb+29VpDO4hn8vwlP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OJI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E78QA&#10;AADdAAAADwAAAGRycy9kb3ducmV2LnhtbESP0YrCMBRE3wX/IVxh3zRVtLjVKMui4Jta9wMuzTUt&#10;Nje1idr1642wsI/DzJxhluvO1uJOra8cKxiPEhDEhdMVGwU/p+1wDsIHZI21Y1LwSx7Wq35viZl2&#10;Dz7SPQ9GRAj7DBWUITSZlL4oyaIfuYY4emfXWgxRtkbqFh8Rbms5SZJUWqw4LpTY0HdJxSW/WQVX&#10;N5npLt/g/rL5PFTGTK/P41Spj0H3tQARqAv/4b/2TitIZ+MU3m/i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5RO/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RrHMUA&#10;AADdAAAADwAAAGRycy9kb3ducmV2LnhtbESPwW7CMBBE70j9B2srcQMHKhIIGEQrIXEFeuhxsZck&#10;NF6nsQuBr68rIXEczcwbzWLV2VpcqPWVYwWjYQKCWDtTcaHg87AZTEH4gGywdkwKbuRhtXzpLTA3&#10;7so7uuxDISKEfY4KyhCaXEqvS7Loh64hjt7JtRZDlG0hTYvXCLe1HCdJKi1WHBdKbOijJP29/7UK&#10;ttWRJqk+zez0Xe++7j/hLTsbpfqv3XoOIlAXnuFHe2sUpJNRBv9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lGs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IMmsYA&#10;AADdAAAADwAAAGRycy9kb3ducmV2LnhtbESPQWvCQBCF74L/YRnBm24UlJq6igqFlrZCtbTXITtm&#10;g9nZkN3G+O87h0KPM/Pmvfett72vVUdtrAIbmE0zUMRFsBWXBj7PT5MHUDEhW6wDk4E7RdhuhoM1&#10;5jbc+IO6UyqVmHDM0YBLqcm1joUjj3EaGmK5XULrMcnYltq2eBNzX+t5li21x4olwWFDB0fF9fTj&#10;DXR4vGffbv++eqneivlx//VqZW/Go373CCpRn/7Ff9/P1sByMZO6QiMk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IMm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UXYcUA&#10;AADdAAAADwAAAGRycy9kb3ducmV2LnhtbESPQUvDQBSE70L/w/IK3uymAYvGbosUKh419uDxmX3N&#10;pmbfC7vbJvrrXUHwOMzMN8x6O/leXSjETtjAclGAIm7EdtwaOLztb+5AxYRssRcmA18UYbuZXa2x&#10;sjLyK13q1KoM4VihAZfSUGkdG0ce40IG4uwdJXhMWYZW24Bjhvtel0Wx0h47zgsOB9o5aj7rszcw&#10;PjUfp/L4bt13GGRfv8ip7MWY6/n0+AAq0ZT+w3/tZ2tgdbu8h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Rd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gy5sMA&#10;AADdAAAADwAAAGRycy9kb3ducmV2LnhtbERPW2vCMBR+F/Yfwhn4pukKXuiM4hVElKHb3s+as7Zb&#10;clKaqPXfmwfBx4/vPpm11ogLNb5yrOCtn4Agzp2uuFDw9bnpjUH4gKzROCYFN/Iwm750Jphpd+Uj&#10;XU6hEDGEfYYKyhDqTEqfl2TR911NHLlf11gMETaF1A1eY7g1Mk2SobRYcWwosaZlSfn/6WwVbD5W&#10;5i89HOffMizXox8z3i1We6W6r+38HUSgNjzFD/dWKxgO0rg/volP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gy5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NaxMcA&#10;AADdAAAADwAAAGRycy9kb3ducmV2LnhtbESPQWvCQBSE7wX/w/KEXoputCghdRURSiJY0Fjo9Zl9&#10;TYLZtyG7xvTfu4VCj8PMfMOsNoNpRE+dqy0rmE0jEMSF1TWXCj7P75MYhPPIGhvLpOCHHGzWo6cV&#10;Jtre+UR97ksRIOwSVFB53yZSuqIig25qW+LgfdvOoA+yK6Xu8B7gppHzKFpKgzWHhQpb2lVUXPOb&#10;UdAfD5cy6127v8YvbvF6SdMP/aXU83jYvoHwNPj/8F870wqWi/kMft+EJ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jW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C4escA&#10;AADdAAAADwAAAGRycy9kb3ducmV2LnhtbESPT2sCMRTE74V+h/AK3mq2i4quRtFCoRfBPz3U23Pz&#10;uru4eVmTVFc/vREEj8PM/IaZzFpTixM5X1lW8NFNQBDnVldcKPjZfr0PQfiArLG2TAou5GE2fX2Z&#10;YKbtmdd02oRCRAj7DBWUITSZlD4vyaDv2oY4en/WGQxRukJqh+cIN7VMk2QgDVYcF0ps6LOk/LD5&#10;NwoWo+HiuOrx8rre72j3uz/0U5co1Xlr52MQgdrwDD/a31rBoJ+mcH8Tn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QuHrHAAAA3QAAAA8AAAAAAAAAAAAAAAAAmAIAAGRy&#10;cy9kb3ducmV2LnhtbFBLBQYAAAAABAAEAPUAAACMAwAAAAA=&#10;" fillcolor="black" stroked="f"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Xe78cA&#10;AADdAAAADwAAAGRycy9kb3ducmV2LnhtbESPQWvCQBSE74X+h+UVeqsbIwaJrqKtgqA9aHvw+Mw+&#10;kyXZtyG71bS/visUehxm5htmtuhtI67UeeNYwXCQgCAunDZcKvj82LxMQPiArLFxTAq+ycNi/vgw&#10;w1y7Gx/oegyliBD2OSqoQmhzKX1RkUU/cC1x9C6usxii7EqpO7xFuG1kmiSZtGg4LlTY0mtFRX38&#10;sgpOu8xMDobS8/5ntdb7cb16f6uVen7ql1MQgfrwH/5rb7WCbJyO4P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13u/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l4LsYA&#10;AADdAAAADwAAAGRycy9kb3ducmV2LnhtbESPT2sCMRTE7wW/Q3hCbzWrtCJbo4hF9OLBf/T62Lxu&#10;trt52SZRVz99IxR6HGbmN8x03tlGXMiHyrGC4SADQVw4XXGp4HhYvUxAhIissXFMCm4UYD7rPU0x&#10;1+7KO7rsYykShEOOCkyMbS5lKAxZDAPXEifvy3mLMUlfSu3xmuC2kaMsG0uLFacFgy0tDRX1/mwV&#10;+MXnR33n86nO7ttbWH93PxM0Sj33u8U7iEhd/A//tTdawfht9Aq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l4L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F4B8UA&#10;AADdAAAADwAAAGRycy9kb3ducmV2LnhtbESPUWvCQBCE3wv9D8cW+lL00oBWo6eUglCoCFp/wJpb&#10;k9C7vZBbNfbX9wqCj8PMfMPMl7136kxdbAIbeB1moIjLYBuuDOy/V4MJqCjIFl1gMnClCMvF48Mc&#10;CxsuvKXzTiqVIBwLNFCLtIXWsazJYxyGljh5x9B5lCS7StsOLwnunc6zbKw9NpwWamzpo6byZ3fy&#10;Blx+cNOvt7iW616vs18v25eNNeb5qX+fgRLq5R6+tT+tgfEoH8H/m/QE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XgH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/pNMYA&#10;AADdAAAADwAAAGRycy9kb3ducmV2LnhtbESPQWvCQBSE70L/w/IK3nTTgKGkrtJWhFx6MFW8PrOv&#10;2dDdtyG71bS/visIHoeZ+YZZrkdnxZmG0HlW8DTPQBA3XnfcKth/bmfPIEJE1mg9k4JfCrBePUyW&#10;WGp/4R2d69iKBOFQogITY19KGRpDDsPc98TJ+/KDw5jk0Eo94CXBnZV5lhXSYcdpwWBP74aa7/rH&#10;KdjUvc33lXkLx8PH6WSrvy0dN0pNH8fXFxCRxngP39qVVlAs8gKub9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/pN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QDHsQA&#10;AADdAAAADwAAAGRycy9kb3ducmV2LnhtbESPQWsCMRSE7wX/Q3iCt5oouMpqFJEKgqdaPXh7JM/d&#10;1c3Lsknd9d83hUKPw8x8w6w2vavFk9pQedYwGSsQxMbbigsN56/9+wJEiMgWa8+k4UUBNuvB2wpz&#10;6zv+pOcpFiJBOOSooYyxyaUMpiSHYewb4uTdfOswJtkW0rbYJbir5VSpTDqsOC2U2NCuJPM4fTsN&#10;9708eqPQXM6X7mDn14+MaqX1aNhvlyAi9fE//Nc+WA3ZbDqH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kAx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I1QsQA&#10;AADdAAAADwAAAGRycy9kb3ducmV2LnhtbERPyWrDMBC9B/oPYgq5xXJdEowbJbiFQknpIQulx6k1&#10;sY2tkZHkxP376FDI8fH29XYyvbiQ861lBU9JCoK4srrlWsHp+L7IQfiArLG3TAr+yMN28zBbY6Ht&#10;lfd0OYRaxBD2BSpoQhgKKX3VkEGf2IE4cmfrDIYIXS21w2sMN73M0nQlDbYcGxoc6K2hqjuMRsHP&#10;+Mnnr+dd6V7Dt52Ovst+806p+eNUvoAINIW7+N/9oRWsllmcG9/EJ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6iNUL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QqC8cA&#10;AADdAAAADwAAAGRycy9kb3ducmV2LnhtbESPQWsCMRSE7wX/Q3iCt5rtoqJbo2ih4EVQ20O9PTev&#10;u4ublzWJuvbXm4LgcZiZb5jpvDW1uJDzlWUFb/0EBHFudcWFgu+vz9cxCB+QNdaWScGNPMxnnZcp&#10;ZtpeeUuXXShEhLDPUEEZQpNJ6fOSDPq+bYij92udwRClK6R2eI1wU8s0SUbSYMVxocSGPkrKj7uz&#10;UbCcjJenzYDXf9vDnvY/h+MwdYlSvW67eAcRqA3P8KO90gpGw3QC/2/i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0KgvHAAAA3QAAAA8AAAAAAAAAAAAAAAAAmAIAAGRy&#10;cy9kb3ducmV2LnhtbFBLBQYAAAAABAAEAPUAAACMAwAAAAA=&#10;" fillcolor="black" stroked="f"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vvSsIA&#10;AADdAAAADwAAAGRycy9kb3ducmV2LnhtbERPz2vCMBS+C/sfwhvspukmyuiMUoTh2Knqxq7P5q0p&#10;a15KEmP335uD4PHj+73ajLYXiXzoHCt4nhUgiBunO24VfB3fp68gQkTW2DsmBf8UYLN+mKyw1O7C&#10;e0qH2IocwqFEBSbGoZQyNIYshpkbiDP367zFmKFvpfZ4yeG2ly9FsZQWO84NBgfaGmr+DmerIJ22&#10;dTVPP8nsP33Velfvvk+1Uk+PY/UGItIY7+Kb+0MrWC7meX9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6+9K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CqI8cA&#10;AADdAAAADwAAAGRycy9kb3ducmV2LnhtbESPQUvDQBSE70L/w/KE3tpNLAaN3RYpKtZLayzU4yP7&#10;zIZm34bsmqb99V2h4HGYmW+Y+XKwjeip87VjBek0AUFcOl1zpWD39Tp5AOEDssbGMSk4kYflYnQz&#10;x1y7I39SX4RKRAj7HBWYENpcSl8asuinriWO3o/rLIYou0rqDo8Rbht5lySZtFhzXDDY0spQeSh+&#10;rQKfrl72H/b82H+/Gd4Ua5NtK6PU+HZ4fgIRaAj/4Wv7XSvI7mcp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gqi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93843" w:rsidRDefault="00693843" w:rsidP="006938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93843" w:rsidRPr="008F5204" w:rsidRDefault="00693843" w:rsidP="00693843">
      <w:pPr>
        <w:jc w:val="center"/>
        <w:rPr>
          <w:rFonts w:ascii="Times New Roman" w:hAnsi="Times New Roman" w:cs="Times New Roman"/>
          <w:b/>
        </w:rPr>
      </w:pPr>
    </w:p>
    <w:p w:rsidR="00693843" w:rsidRPr="008F5204" w:rsidRDefault="00693843" w:rsidP="00693843">
      <w:pPr>
        <w:jc w:val="center"/>
        <w:rPr>
          <w:rFonts w:ascii="Times New Roman" w:hAnsi="Times New Roman" w:cs="Times New Roman"/>
          <w:b/>
        </w:rPr>
      </w:pPr>
    </w:p>
    <w:p w:rsidR="00693843" w:rsidRPr="008F5204" w:rsidRDefault="00693843" w:rsidP="00693843">
      <w:pPr>
        <w:jc w:val="center"/>
        <w:rPr>
          <w:rFonts w:ascii="Times New Roman" w:hAnsi="Times New Roman" w:cs="Times New Roman"/>
          <w:b/>
        </w:rPr>
      </w:pPr>
    </w:p>
    <w:p w:rsidR="00693843" w:rsidRPr="008F5204" w:rsidRDefault="00693843" w:rsidP="00693843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693843" w:rsidRPr="008F5204" w:rsidRDefault="00693843" w:rsidP="00693843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693843" w:rsidRPr="008F5204" w:rsidRDefault="00693843" w:rsidP="00693843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693843" w:rsidRPr="008F5204" w:rsidRDefault="00693843" w:rsidP="00693843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693843" w:rsidRPr="008F5204" w:rsidRDefault="00693843" w:rsidP="00693843">
      <w:pPr>
        <w:jc w:val="center"/>
        <w:rPr>
          <w:rFonts w:ascii="Times New Roman" w:hAnsi="Times New Roman" w:cs="Times New Roman"/>
          <w:b/>
        </w:rPr>
      </w:pPr>
    </w:p>
    <w:p w:rsidR="00693843" w:rsidRPr="008F5204" w:rsidRDefault="00693843" w:rsidP="00693843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693843" w:rsidRPr="008F5204" w:rsidRDefault="00693843" w:rsidP="00693843">
      <w:pPr>
        <w:jc w:val="center"/>
        <w:rPr>
          <w:rFonts w:ascii="Times New Roman" w:hAnsi="Times New Roman" w:cs="Times New Roman"/>
          <w:b/>
        </w:rPr>
      </w:pPr>
    </w:p>
    <w:p w:rsidR="00693843" w:rsidRPr="008F5204" w:rsidRDefault="00693843" w:rsidP="00693843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693843" w:rsidRPr="008F5204" w:rsidRDefault="00693843" w:rsidP="00693843">
      <w:pPr>
        <w:rPr>
          <w:rFonts w:ascii="Times New Roman" w:hAnsi="Times New Roman" w:cs="Times New Roman"/>
        </w:rPr>
      </w:pPr>
    </w:p>
    <w:p w:rsidR="00693843" w:rsidRPr="008F5204" w:rsidRDefault="00693843" w:rsidP="0069384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693843" w:rsidRPr="008F5204" w:rsidRDefault="00693843" w:rsidP="00693843">
      <w:pPr>
        <w:tabs>
          <w:tab w:val="left" w:pos="2160"/>
        </w:tabs>
        <w:rPr>
          <w:rFonts w:ascii="Times New Roman" w:hAnsi="Times New Roman" w:cs="Times New Roman"/>
        </w:rPr>
      </w:pPr>
    </w:p>
    <w:p w:rsidR="00693843" w:rsidRPr="00EF1F94" w:rsidRDefault="00693843" w:rsidP="00693843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693843" w:rsidRPr="00EF1F94" w:rsidRDefault="00693843" w:rsidP="00693843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693843" w:rsidRPr="00EF1F94" w:rsidRDefault="00693843" w:rsidP="00693843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693843" w:rsidRPr="00EF1F94" w:rsidRDefault="00693843" w:rsidP="00693843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r>
        <w:rPr>
          <w:rFonts w:ascii="Times New Roman" w:hAnsi="Times New Roman" w:cs="Times New Roman"/>
          <w:b/>
          <w:color w:val="auto"/>
        </w:rPr>
        <w:t>Денисюк Т.В.</w:t>
      </w:r>
    </w:p>
    <w:p w:rsidR="00693843" w:rsidRPr="00EF1F94" w:rsidRDefault="00693843" w:rsidP="00693843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693843" w:rsidRPr="00EF1F94" w:rsidRDefault="00693843" w:rsidP="00693843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693843" w:rsidRPr="00EF1F94" w:rsidRDefault="00693843" w:rsidP="00693843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693843" w:rsidRPr="00EF1F94" w:rsidRDefault="00693843" w:rsidP="00693843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>ву Денисюк Т.В.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693843" w:rsidRDefault="00693843" w:rsidP="00693843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693843" w:rsidRPr="008F5204" w:rsidRDefault="00693843" w:rsidP="00693843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693843" w:rsidRPr="008F5204" w:rsidRDefault="00693843" w:rsidP="00693843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r>
        <w:rPr>
          <w:rFonts w:ascii="Times New Roman" w:hAnsi="Times New Roman" w:cs="Times New Roman"/>
        </w:rPr>
        <w:t>Денисюк Тетяні Володимирівні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</w:rPr>
        <w:t>площею 2,0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Крупецька</w:t>
      </w:r>
      <w:proofErr w:type="spellEnd"/>
      <w:r>
        <w:rPr>
          <w:rFonts w:ascii="Times New Roman" w:hAnsi="Times New Roman" w:cs="Times New Roman"/>
          <w:color w:val="auto"/>
        </w:rPr>
        <w:t xml:space="preserve"> сільська рада (Полянська сільська рада до об’єднання в ОТГ).</w:t>
      </w:r>
    </w:p>
    <w:p w:rsidR="00693843" w:rsidRPr="008F5204" w:rsidRDefault="00693843" w:rsidP="00693843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ередати Денисюк Тетяні Володимирівні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 за адресою: </w:t>
      </w:r>
      <w:r w:rsidR="00044E87" w:rsidRPr="00044E87">
        <w:rPr>
          <w:rFonts w:ascii="Times New Roman" w:hAnsi="Times New Roman" w:cs="Times New Roman"/>
          <w:lang w:val="ru-RU"/>
        </w:rPr>
        <w:t>____________</w:t>
      </w:r>
      <w:r>
        <w:rPr>
          <w:rFonts w:ascii="Times New Roman" w:hAnsi="Times New Roman" w:cs="Times New Roman"/>
        </w:rPr>
        <w:t xml:space="preserve">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044E87" w:rsidRPr="00044E87">
        <w:rPr>
          <w:rFonts w:ascii="Times New Roman" w:hAnsi="Times New Roman" w:cs="Times New Roman"/>
          <w:lang w:val="ru-RU"/>
        </w:rPr>
        <w:t>___________</w:t>
      </w:r>
      <w:r w:rsidRPr="008F5204">
        <w:rPr>
          <w:rFonts w:ascii="Times New Roman" w:hAnsi="Times New Roman" w:cs="Times New Roman"/>
        </w:rPr>
        <w:t>, у власн</w:t>
      </w:r>
      <w:r>
        <w:rPr>
          <w:rFonts w:ascii="Times New Roman" w:hAnsi="Times New Roman" w:cs="Times New Roman"/>
        </w:rPr>
        <w:t>ість земельну ділянку, площею 2,0000</w:t>
      </w:r>
      <w:r w:rsidRPr="008F5204">
        <w:rPr>
          <w:rFonts w:ascii="Times New Roman" w:hAnsi="Times New Roman" w:cs="Times New Roman"/>
        </w:rPr>
        <w:t xml:space="preserve"> га, кадастровий номер: 6823986800:0</w:t>
      </w:r>
      <w:r>
        <w:rPr>
          <w:rFonts w:ascii="Times New Roman" w:hAnsi="Times New Roman" w:cs="Times New Roman"/>
        </w:rPr>
        <w:t>5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01:0275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</w:rPr>
        <w:t>Крупецька</w:t>
      </w:r>
      <w:proofErr w:type="spellEnd"/>
      <w:r>
        <w:rPr>
          <w:rFonts w:ascii="Times New Roman" w:hAnsi="Times New Roman" w:cs="Times New Roman"/>
        </w:rPr>
        <w:t xml:space="preserve"> сільська рада </w:t>
      </w:r>
      <w:r>
        <w:rPr>
          <w:rFonts w:ascii="Times New Roman" w:hAnsi="Times New Roman" w:cs="Times New Roman"/>
          <w:color w:val="auto"/>
        </w:rPr>
        <w:t>(Полянська сільська рада до об’єднання в ОТГ).</w:t>
      </w:r>
      <w:r>
        <w:rPr>
          <w:rFonts w:ascii="Times New Roman" w:hAnsi="Times New Roman" w:cs="Times New Roman"/>
        </w:rPr>
        <w:t xml:space="preserve"> </w:t>
      </w:r>
    </w:p>
    <w:p w:rsidR="00693843" w:rsidRPr="008F5204" w:rsidRDefault="00693843" w:rsidP="00693843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r>
        <w:rPr>
          <w:rFonts w:ascii="Times New Roman" w:hAnsi="Times New Roman" w:cs="Times New Roman"/>
        </w:rPr>
        <w:t>Денисюк Т.В.,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ій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93843" w:rsidRDefault="00693843" w:rsidP="00693843">
      <w:pPr>
        <w:jc w:val="both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93843" w:rsidRPr="00693843" w:rsidRDefault="00693843" w:rsidP="00693843">
      <w:pPr>
        <w:jc w:val="both"/>
        <w:rPr>
          <w:rFonts w:ascii="Times New Roman" w:hAnsi="Times New Roman" w:cs="Times New Roman"/>
          <w:lang w:val="en-US"/>
        </w:rPr>
      </w:pPr>
    </w:p>
    <w:p w:rsidR="00B16028" w:rsidRPr="00693843" w:rsidRDefault="00693843" w:rsidP="00693843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B16028" w:rsidRPr="00693843" w:rsidSect="00693843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93843"/>
    <w:rsid w:val="00044E87"/>
    <w:rsid w:val="00171A2E"/>
    <w:rsid w:val="00304C90"/>
    <w:rsid w:val="00505B6D"/>
    <w:rsid w:val="00693843"/>
    <w:rsid w:val="006D3977"/>
    <w:rsid w:val="007C3D97"/>
    <w:rsid w:val="007D6C18"/>
    <w:rsid w:val="009862F9"/>
    <w:rsid w:val="00B16028"/>
    <w:rsid w:val="00D1641A"/>
    <w:rsid w:val="00E2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4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297</Words>
  <Characters>1696</Characters>
  <Application>Microsoft Office Word</Application>
  <DocSecurity>0</DocSecurity>
  <Lines>14</Lines>
  <Paragraphs>3</Paragraphs>
  <ScaleCrop>false</ScaleCrop>
  <Company>Microsoft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2020-02-13T11:32:00Z</dcterms:created>
  <dcterms:modified xsi:type="dcterms:W3CDTF">2020-02-13T12:17:00Z</dcterms:modified>
</cp:coreProperties>
</file>