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562" w:rsidRPr="00744026" w:rsidRDefault="00960562" w:rsidP="0096056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0562" w:rsidRDefault="00960562" w:rsidP="009605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0562" w:rsidRDefault="00960562" w:rsidP="009605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0562" w:rsidRDefault="00960562" w:rsidP="0096056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0562" w:rsidRDefault="00960562" w:rsidP="009605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60562" w:rsidRDefault="00960562" w:rsidP="009605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0562" w:rsidRPr="00186FBA" w:rsidRDefault="00960562" w:rsidP="009605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№26</w:t>
      </w:r>
    </w:p>
    <w:p w:rsidR="00960562" w:rsidRDefault="00960562" w:rsidP="0096056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0562" w:rsidRPr="00CF04D8" w:rsidRDefault="00960562" w:rsidP="0096056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960562" w:rsidRPr="00CF04D8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960562" w:rsidRPr="00CF04D8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960562" w:rsidRPr="00CF04D8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Ковалінському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О.О.</w:t>
      </w:r>
    </w:p>
    <w:p w:rsidR="00960562" w:rsidRPr="00CF04D8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0562" w:rsidRPr="00CF04D8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овалінському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О.О.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960562" w:rsidRPr="001739A9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960562" w:rsidRPr="00CF04D8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овалінському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Олексійовичу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E1ECB">
        <w:rPr>
          <w:rFonts w:ascii="Times New Roman" w:eastAsia="Calibri" w:hAnsi="Times New Roman" w:cs="Times New Roman"/>
          <w:sz w:val="24"/>
          <w:szCs w:val="24"/>
        </w:rPr>
        <w:t>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0562" w:rsidRPr="00CF04D8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Ковалінському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О.О.,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60562" w:rsidRPr="00CF04D8" w:rsidRDefault="00960562" w:rsidP="0096056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960562" w:rsidRPr="00CF04D8" w:rsidRDefault="00960562" w:rsidP="0096056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60562" w:rsidRPr="00CF04D8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0562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0562" w:rsidRPr="00CF04D8" w:rsidRDefault="00960562" w:rsidP="0096056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60562" w:rsidRPr="00CF04D8" w:rsidRDefault="00960562" w:rsidP="0096056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8D7501" w:rsidRDefault="008D7501"/>
    <w:sectPr w:rsidR="008D75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562"/>
    <w:rsid w:val="00171A2E"/>
    <w:rsid w:val="00304C90"/>
    <w:rsid w:val="00505B6D"/>
    <w:rsid w:val="006D3977"/>
    <w:rsid w:val="007D6C18"/>
    <w:rsid w:val="008D7501"/>
    <w:rsid w:val="00960562"/>
    <w:rsid w:val="00AE1EC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6056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6056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6056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6056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6056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60562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241</Words>
  <Characters>1379</Characters>
  <Application>Microsoft Office Word</Application>
  <DocSecurity>0</DocSecurity>
  <Lines>11</Lines>
  <Paragraphs>3</Paragraphs>
  <ScaleCrop>false</ScaleCrop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2021-03-02T13:59:00Z</dcterms:created>
  <dcterms:modified xsi:type="dcterms:W3CDTF">2021-03-02T14:32:00Z</dcterms:modified>
</cp:coreProperties>
</file>