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3FE" w:rsidRPr="0066767B" w:rsidRDefault="007913FE" w:rsidP="007913FE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66767B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7913FE" w:rsidRPr="0066767B" w:rsidRDefault="007913FE" w:rsidP="00791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7913FE" w:rsidRPr="0066767B" w:rsidRDefault="007913FE" w:rsidP="00791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195590B" wp14:editId="1985D48A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1708" name="Групувати 94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170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3FE" w:rsidRDefault="007913FE" w:rsidP="007913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1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13FE" w:rsidRDefault="007913FE" w:rsidP="007913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1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3FE" w:rsidRDefault="007913FE" w:rsidP="007913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1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13FE" w:rsidRDefault="007913FE" w:rsidP="007913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1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3FE" w:rsidRDefault="007913FE" w:rsidP="007913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1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13FE" w:rsidRDefault="007913FE" w:rsidP="007913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1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3FE" w:rsidRDefault="007913FE" w:rsidP="007913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1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13FE" w:rsidRDefault="007913FE" w:rsidP="007913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1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3FE" w:rsidRDefault="007913FE" w:rsidP="007913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1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13FE" w:rsidRDefault="007913FE" w:rsidP="007913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1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3FE" w:rsidRDefault="007913FE" w:rsidP="007913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2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13FE" w:rsidRDefault="007913FE" w:rsidP="007913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2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3FE" w:rsidRDefault="007913FE" w:rsidP="007913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2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13FE" w:rsidRDefault="007913FE" w:rsidP="007913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2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3FE" w:rsidRDefault="007913FE" w:rsidP="007913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2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13FE" w:rsidRDefault="007913FE" w:rsidP="007913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2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3FE" w:rsidRDefault="007913FE" w:rsidP="007913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2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13FE" w:rsidRDefault="007913FE" w:rsidP="007913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2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3FE" w:rsidRDefault="007913FE" w:rsidP="007913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2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13FE" w:rsidRDefault="007913FE" w:rsidP="007913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2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3FE" w:rsidRDefault="007913FE" w:rsidP="007913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3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3FE" w:rsidRDefault="007913FE" w:rsidP="007913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3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3FE" w:rsidRDefault="007913FE" w:rsidP="007913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3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3FE" w:rsidRDefault="007913FE" w:rsidP="007913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3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3FE" w:rsidRDefault="007913FE" w:rsidP="007913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3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3FE" w:rsidRDefault="007913FE" w:rsidP="007913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3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3FE" w:rsidRDefault="007913FE" w:rsidP="007913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3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3FE" w:rsidRDefault="007913FE" w:rsidP="007913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3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3FE" w:rsidRDefault="007913FE" w:rsidP="007913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3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3FE" w:rsidRDefault="007913FE" w:rsidP="007913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LzVb8A&#10;AADeAAAADwAAAGRycy9kb3ducmV2LnhtbERPyQrCMBC9C/5DGMGbpiq4VKOIqHgQxO0+NGNbbCal&#10;iVr/3giCt3m8dWaL2hTiSZXLLSvodSMQxInVOacKLudNZwzCeWSNhWVS8CYHi3mzMcNY2xcf6Xny&#10;qQgh7GJUkHlfxlK6JCODrmtL4sDdbGXQB1ilUlf4CuGmkP0oGkqDOYeGDEtaZZTcTw+jwA62u/01&#10;7R8Hax55Xh7Gt2u9V6rdqpdTEJ5q/xf/3Dsd5vdG0QS+74Qb5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5UvNV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913FE" w:rsidRDefault="007913FE" w:rsidP="007913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V+tskA&#10;AADeAAAADwAAAGRycy9kb3ducmV2LnhtbESPT0/DMAzF70h8h8hIXCaWlsMGZdmEJpV/h0kbk3a1&#10;GtMUGqdKwlb26fEBiZstP7/3fovV6Ht1pJi6wAbKaQGKuAm249bA/r2+uQOVMrLFPjAZ+KEEq+Xl&#10;xQIrG068peMut0pMOFVowOU8VFqnxpHHNA0Dsdw+QvSYZY2tthFPYu57fVsUM+2xY0lwONDaUfO1&#10;+/YGPuuNO6zn56c4ud/SeVK/PfevM2Our8bHB1CZxvwv/vt+sVK/nJcCIDgyg17+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j3V+ts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913FE" w:rsidRDefault="007913FE" w:rsidP="007913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p/LMUA&#10;AADeAAAADwAAAGRycy9kb3ducmV2LnhtbESP0YrCMBBF3wX/IYywL6JpV1CpRpFlXcQXqfoBQzM2&#10;xWZSmqzt/v1GEHyb4d65585629taPKj1lWMF6TQBQVw4XXGp4HrZT5YgfEDWWDsmBX/kYbsZDtaY&#10;addxTo9zKEUMYZ+hAhNCk0npC0MW/dQ1xFG7udZiiGtbSt1iF8NtLT+TZC4tVhwJBhv6MlTcz782&#10;Qk4zPB1v3WX/02OH30fD412u1Meo361ABOrD2/y6PuhYP12kKTzfiTPIz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Kn8s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913FE" w:rsidRDefault="007913FE" w:rsidP="007913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z0YcQA&#10;AADeAAAADwAAAGRycy9kb3ducmV2LnhtbERPTUvDQBC9C/0Pywje7CahthK7LaVWEMGDVRBvQ3aa&#10;BLOzy+7YxH/vCoK3ebzPWW8nN6gzxdR7NlDOC1DEjbc9twbeXh+ub0ElQbY4eCYD35Rgu5ldrLG2&#10;fuQXOh+lVTmEU40GOpFQa52ajhymuQ/EmTv56FAyjK22Eccc7gZdFcVSO+w5N3QYaN9R83n8cgae&#10;x0N4Wi1vTuEjLiqd7q2878WYq8tpdwdKaJJ/8Z/70eb55aqs4P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89GH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913FE" w:rsidRDefault="007913FE" w:rsidP="007913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REwMUA&#10;AADeAAAADwAAAGRycy9kb3ducmV2LnhtbESP0YrCMBBF34X9hzDCvoimXUGXahRZdBFfpLofMDRj&#10;U2wmpYm2+/dGEHyb4d65585y3dta3Kn1lWMF6SQBQVw4XXGp4O+8G3+D8AFZY+2YFPyTh/XqY7DE&#10;TLuOc7qfQiliCPsMFZgQmkxKXxiy6CeuIY7axbUWQ1zbUuoWuxhua/mVJDNpseJIMNjQj6HierrZ&#10;CDlO8Xi4dOfdb48dbg+GR5tcqc9hv1mACNSHt/l1vdexfjpPp/B8J84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tETA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913FE" w:rsidRDefault="007913FE" w:rsidP="007913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nJjsQA&#10;AADeAAAADwAAAGRycy9kb3ducmV2LnhtbERPTUsDMRC9C/6HMII3m91SW1mbltIqFMGDVRBvw2a6&#10;u7iZhGTsbv+9EYTe5vE+Z7keXa9OFFPn2UA5KUAR19523Bj4eH++ewCVBNli75kMnCnBenV9tcTK&#10;+oHf6HSQRuUQThUaaEVCpXWqW3KYJj4QZ+7oo0PJMDbaRhxyuOv1tCjm2mHHuaHFQNuW6u/DjzPw&#10;OjyFl8X8/hi+4myq087K51aMub0ZN4+ghEa5iP/de5vnl4tyBn/v5Bv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ZyY7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913FE" w:rsidRDefault="007913FE" w:rsidP="007913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Bx/MUA&#10;AADeAAAADwAAAGRycy9kb3ducmV2LnhtbERPW2vCMBR+F/YfwhnsZWjaDXV0RlEhTNhgeIG9Hppj&#10;W9aclCSz3b83g4Fv5+O7nsVqsK24kA+NYwX5JANBXDrTcKXgdNTjFxAhIhtsHZOCXwqwWt6NFlgY&#10;1/OeLodYiRTCoUAFdYxdIWUoa7IYJq4jTtzZeYsxQV9J47FP4baVT1k2kxYbTg01drStqfw+/FgF&#10;m8++evaP5WZw7+e3r6nWRn9opR7uh/UriEhDvIn/3TuT5ufzfAp/76Qb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HH8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913FE" w:rsidRDefault="007913FE" w:rsidP="007913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KldMIA&#10;AADeAAAADwAAAGRycy9kb3ducmV2LnhtbERP3WrCMBS+H/gO4QjezbTinFSjiFKQsZs5H+DQHJtq&#10;c1KSWOvbL4PB7s7H93vW28G2oicfGscK8mkGgrhyuuFawfm7fF2CCBFZY+uYFDwpwHYzelljod2D&#10;v6g/xVqkEA4FKjAxdoWUoTJkMUxdR5y4i/MWY4K+ltrjI4XbVs6ybCEtNpwaDHa0N1TdTneroPyY&#10;ffa3u/al2w1zS2/mujwYpSbjYbcCEWmI/+I/91Gn+fl7voDfd9IN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cqV0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913FE" w:rsidRDefault="007913FE" w:rsidP="007913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5KEMUA&#10;AADeAAAADwAAAGRycy9kb3ducmV2LnhtbERPW2vCMBR+H/gfwhnsZWjajal0RtFBmLDB8AJ7PTTH&#10;tqw5KUlm6783wmBv5+O7nsVqsK04kw+NYwX5JANBXDrTcKXgeNDjOYgQkQ22jknBhQKslqO7BRbG&#10;9byj8z5WIoVwKFBBHWNXSBnKmiyGieuIE3dy3mJM0FfSeOxTuG3lU5ZNpcWGU0ONHb3VVP7sf62C&#10;zVdfPfvHcjO4j9P794vWRn9qpR7uh/UriEhD/Bf/ubcmzc9n+Qxu76Qb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DkoQ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913FE" w:rsidRDefault="007913FE" w:rsidP="007913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GUncYA&#10;AADeAAAADwAAAGRycy9kb3ducmV2LnhtbESPQWvDMAyF74P9B6PBbquTsq0lrVtKS2CMXdbuB4hY&#10;i9PGcrDdNPv302Gwm8R7eu/Tejv5Xo0UUxfYQDkrQBE3wXbcGvg61U9LUCkjW+wDk4EfSrDd3N+t&#10;sbLhxp80HnOrJIRThQZczkOldWoceUyzMBCL9h2ixyxrbLWNeJNw3+t5Ubxqjx1Lg8OB9o6ay/Hq&#10;DdTv84/xcrWxDrvp2dOLOy8PzpjHh2m3ApVpyv/mv+s3K/jlohReeU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6GUnc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913FE" w:rsidRDefault="007913FE" w:rsidP="007913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Ov7sIA&#10;AADeAAAADwAAAGRycy9kb3ducmV2LnhtbERP22qDQBB9L+Qflgn0rVnNtbWuUgIJzWNMPmBwpyq6&#10;s8bdRvP33UKhb3M410nzyXTiToNrLCuIFxEI4tLqhisF18vh5RWE88gaO8uk4EEO8mz2lGKi7chn&#10;uhe+EiGEXYIKau/7REpX1mTQLWxPHLgvOxj0AQ6V1AOOIdx0chlFW2mw4dBQY0/7msq2+DYK1o/x&#10;eCs2bXTQhuLTqj+xLzdKPc+nj3cQnib/L/5zf+owP97Fb/D7TrhBZ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I6/u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913FE" w:rsidRDefault="007913FE" w:rsidP="007913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faYcYA&#10;AADeAAAADwAAAGRycy9kb3ducmV2LnhtbESPQW/CMAyF75P2HyJP4jZSemCjEBACgRCnrXQ7W41p&#10;KxqnagKUf48Pk3az5ef33rdYDa5VN+pD49nAZJyAIi69bbgyUJx275+gQkS22HomAw8KsFq+viww&#10;s/7O33TLY6XEhEOGBuoYu0zrUNbkMIx9Ryy3s+8dRln7Stse72LuWp0myVQ7bFgSauxoU1N5ya/O&#10;wHX6mxZ8PtqvfPvYz7a7ddA/lTGjt2E9BxVpiP/iv++DlfqTj1QABEdm0Ms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3faYc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913FE" w:rsidRDefault="007913FE" w:rsidP="007913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TP58YA&#10;AADeAAAADwAAAGRycy9kb3ducmV2LnhtbERPTWvCQBC9C/0PyxR6001siTa6SlsQ1INStQdvY3ZM&#10;0mZnY3ar6b93BaG3ebzPGU9bU4kzNa60rCDuRSCIM6tLzhXstrPuEITzyBory6TgjxxMJw+dMaba&#10;XviTzhufixDCLkUFhfd1KqXLCjLoerYmDtzRNgZ9gE0udYOXEG4q2Y+iRBosOTQUWNNHQdnP5tco&#10;+FoPk9f1++Lle7k64LPRp70uE6WeHtu3EQhPrf8X391zHebHg34Mt3fCDXJy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1TP5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913FE" w:rsidRDefault="007913FE" w:rsidP="007913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/GBMQA&#10;AADeAAAADwAAAGRycy9kb3ducmV2LnhtbERPTWvCQBC9F/wPywi9NRvTohKzim2pFk+pLfQ6ZMck&#10;mJ0N2a0m/npXKHibx/ucbNWbRpyoc7VlBZMoBkFcWF1zqeDn++NpDsJ5ZI2NZVIwkIPVcvSQYart&#10;mb/otPelCCHsUlRQed+mUrqiIoMusi1x4A62M+gD7EqpOzyHcNPIJI6n0mDNoaHClt4qKo77P6Pg&#10;Mv3F3G2T1/dn7Wl4mW/sLt8o9Tju1wsQnnp/F/+7P3WYP5klCdzeCT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/xgT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913FE" w:rsidRDefault="007913FE" w:rsidP="007913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oKMcMA&#10;AADeAAAADwAAAGRycy9kb3ducmV2LnhtbERP24rCMBB9X/Afwgi+ranVvViNIqLg267d/YChGdNi&#10;M6lN1OrXG2Fh3+ZwrjNfdrYWF2p95VjBaJiAIC6crtgo+P3Zvn6C8AFZY+2YFNzIw3LRe5ljpt2V&#10;93TJgxExhH2GCsoQmkxKX5Rk0Q9dQxy5g2sthghbI3WL1xhua5kmybu0WHFsKLGhdUnFMT9bBSeX&#10;vuku3+DXcTP9royZnO77iVKDfreagQjUhX/xn3un4/zRRzqG5zvxBr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goKM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913FE" w:rsidRDefault="007913FE" w:rsidP="007913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0rsMA&#10;AADeAAAADwAAAGRycy9kb3ducmV2LnhtbERPyW7CMBC9I/UfrKnEjThQ1oBBbaVKXKE9cBzsIUkb&#10;j9PYQODrMRISt3l66yxWra3EiRpfOlbQT1IQxNqZknMFP99fvSkIH5ANVo5JwYU8rJYvnQVmxp15&#10;Q6dtyEUMYZ+hgiKEOpPS64Is+sTVxJE7uMZiiLDJpWnwHMNtJQdpOpYWS44NBdb0WZD+2x6tgnW5&#10;p9FYH2Z2+qE3u+t/eJv8GqW6r+37HESgNjzFD/faxPn9yWAI93fiDX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0r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913FE" w:rsidRDefault="007913FE" w:rsidP="007913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Ko4sYA&#10;AADeAAAADwAAAGRycy9kb3ducmV2LnhtbERP0WrCQBB8L/gPxwp9ay4GqjZ6Si0UKlWhtujrkltz&#10;obm9kLvG+Pc9QfBtdmdnZme+7G0tOmp95VjBKElBEBdOV1wq+Pl+f5qC8AFZY+2YFFzIw3IxeJhj&#10;rt2Zv6jbh1JEE/Y5KjAhNLmUvjBk0SeuIY7cybUWQxzbUuoWz9Hc1jJL07G0WHFMMNjQm6Hid/9n&#10;FXS4u6RHs9q+rKtNke1Wh08d9+px2L/OQATqw/34pv7Q8f3RJHuGa52IQS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zKo4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913FE" w:rsidRDefault="007913FE" w:rsidP="007913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3pD8MA&#10;AADeAAAADwAAAGRycy9kb3ducmV2LnhtbERPPU/DMBDdkfgP1iGxUacZCgp1q6pSK0YaGBiP+Bqn&#10;xHeR7Tahvx4jIbHd0/u85XryvbpQiJ2wgfmsAEXciO24NfD+tnt4AhUTssVemAx8U4T16vZmiZWV&#10;kQ90qVOrcgjHCg24lIZK69g48hhnMhBn7ijBY8owtNoGHHO473VZFAvtsePc4HCgraPmqz57A+O+&#10;+TyVxw/rrmGQXf0qp7IXY+7vps0zqERT+hf/uV9snj9/LBfw+06+Qa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u3pD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913FE" w:rsidRDefault="007913FE" w:rsidP="007913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lcg8UA&#10;AADeAAAADwAAAGRycy9kb3ducmV2LnhtbERPS2vCQBC+F/wPywje6sYcGkldxUeFUiyitvdpdkyi&#10;u7Mhu2r8991Cwdt8fM+ZzDprxJVaXztWMBomIIgLp2suFXwd1s9jED4gazSOScGdPMymvacJ5trd&#10;eEfXfShFDGGfo4IqhCaX0hcVWfRD1xBH7uhaiyHCtpS6xVsMt0amSfIiLdYcGypsaFlRcd5frIL1&#10;dmVO6edu/i3D8i37MeOPxWqj1KDfzV9BBOrCQ/zvftdx/ihLM/h7J94gp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WVyD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913FE" w:rsidRDefault="007913FE" w:rsidP="007913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AVZcgA&#10;AADeAAAADwAAAGRycy9kb3ducmV2LnhtbESPQWvCQBCF7wX/wzIFL6VuVNpK6ioiiAoVrAq9jtlp&#10;EszOhuwa4793DoXeZnhv3vtmOu9cpVpqQunZwHCQgCLOvC05N3A6rl4noEJEtlh5JgN3CjCf9Z6m&#10;mFp/429qDzFXEsIhRQNFjHWqdcgKchgGviYW7dc3DqOsTa5tgzcJd5UeJcm7dliyNBRY07Kg7HK4&#10;OgPt/uucb9pQby+Tl/A2Pq/XO/tjTP+5W3yCitTFf/Pf9cYK/vBjJLzyjsygZw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XMBVl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913FE" w:rsidRDefault="007913FE" w:rsidP="007913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DO48YA&#10;AADeAAAADwAAAGRycy9kb3ducmV2LnhtbERPS2sCMRC+F/wPYQRvNetSq65G0UKhl0J9HPQ2bsbd&#10;xc1kTaKu/fVNodDbfHzPmS1aU4sbOV9ZVjDoJyCIc6srLhTstu/PYxA+IGusLZOCB3lYzDtPM8y0&#10;vfOabptQiBjCPkMFZQhNJqXPSzLo+7YhjtzJOoMhQldI7fAew00t0yR5lQYrjg0lNvRWUn7eXI2C&#10;1WS8uny98Of3+nigw/54HqYuUarXbZdTEIHa8C/+c3/oOH8wSifw+068Qc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RDO48YAAADeAAAADwAAAAAAAAAAAAAAAACYAgAAZHJz&#10;L2Rvd25yZXYueG1sUEsFBgAAAAAEAAQA9QAAAIsDAAAAAA==&#10;" fillcolor="black" stroked="f">
                  <v:textbox>
                    <w:txbxContent>
                      <w:p w:rsidR="007913FE" w:rsidRDefault="007913FE" w:rsidP="007913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D/o8kA&#10;AADeAAAADwAAAGRycy9kb3ducmV2LnhtbESPT0/CQBDF7yZ+h82YcJMtGJEUFiIKiYl44M+B49gd&#10;2027s013geqndw4m3mYyb957v/my9426UBddYAOjYQaKuAjWcWngeNjcT0HFhGyxCUwGvinCcnF7&#10;M8fchivv6LJPpRITjjkaqFJqc61jUZHHOAwtsdy+QucxydqV2nZ4FXPf6HGWTbRHx5JQYUsvFRX1&#10;/uwNnN4nbrpzNP7c/qzWdvtYrz5ea2MGd/3zDFSiPv2L/77frNQfPT0IgODIDHrxC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gDD/o8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913FE" w:rsidRDefault="007913FE" w:rsidP="007913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43CsUA&#10;AADeAAAADwAAAGRycy9kb3ducmV2LnhtbERPS2sCMRC+F/wPYQreanYVWtkaRSyilx7qA6/DZrrZ&#10;7mayTaKu/vqmUOhtPr7nzBa9bcWFfKgdK8hHGQji0umaKwWH/fppCiJEZI2tY1JwowCL+eBhhoV2&#10;V/6gyy5WIoVwKFCBibErpAylIYth5DrixH06bzEm6CupPV5TuG3lOMuepcWaU4PBjlaGymZ3tgr8&#10;8vTW3Pl8bLL7+y1svvrvKRqlho/98hVEpD7+i//cW53m5y+THH7fSTf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LjcKxQAAAN4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913FE" w:rsidRDefault="007913FE" w:rsidP="007913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0fNsQA&#10;AADeAAAADwAAAGRycy9kb3ducmV2LnhtbERP22rCQBB9L/Qflin0pejGFGqNriJCoaAUtH7AmB2T&#10;4O5syE41+vXdQsG3OZzrzBa9d+pMXWwCGxgNM1DEZbANVwb23x+Dd1BRkC26wGTgShEW88eHGRY2&#10;XHhL551UKoVwLNBALdIWWseyJo9xGFrixB1D51ES7CptO7ykcO90nmVv2mPDqaHGllY1lafdjzfg&#10;8oObrMdxI9e93mQ3L9uXL2vM81O/nIIS6uUu/nd/2jR/NH7N4e+ddIO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NHzb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913FE" w:rsidRDefault="007913FE" w:rsidP="007913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H798UA&#10;AADeAAAADwAAAGRycy9kb3ducmV2LnhtbERPTWsCMRC9C/0PYQq9aVYFLVuj2IqwFw9dt3gdN9PN&#10;YjJZNqlu++ubQsHbPN7nrDaDs+JKfWg9K5hOMhDEtdctNwqq4378DCJEZI3WMyn4pgCb9cNohbn2&#10;N36naxkbkUI45KjAxNjlUobakMMw8R1x4j597zAm2DdS93hL4c7KWZYtpMOWU4PBjt4M1ZfyyynY&#10;lZ2dVYV5DaePw/lsi589nXZKPT0O2xcQkYZ4F/+7C53mT5fzOfy9k26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Efv3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913FE" w:rsidRDefault="007913FE" w:rsidP="007913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3RtcMA&#10;AADeAAAADwAAAGRycy9kb3ducmV2LnhtbERPTWsCMRC9C/6HMII3TbaKlq1ZkaIgeKrVQ29DMt3d&#10;upksm+hu/31TKPQ2j/c5m+3gGvGgLtSeNWRzBYLYeFtzqeHyfpg9gwgR2WLjmTR8U4BtMR5tMLe+&#10;5zd6nGMpUgiHHDVUMba5lMFU5DDMfUucuE/fOYwJdqW0HfYp3DXySamVdFhzaqiwpdeKzO18dxq+&#10;DvLkjUJzvVz7o11/7FfUKK2nk2H3AiLSEP/Ff+6jTfOz9WIJv++kG2T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P3Rt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913FE" w:rsidRDefault="007913FE" w:rsidP="007913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mHScQA&#10;AADeAAAADwAAAGRycy9kb3ducmV2LnhtbERPTWvCQBC9C/0PyxR6qxsVW0ldxQpCUXpoFPE4Zsck&#10;JDsbdleN/94VCt7m8T5nOu9MIy7kfGVZwaCfgCDOra64ULDbrt4nIHxA1thYJgU38jCfvfSmmGp7&#10;5T+6ZKEQMYR9igrKENpUSp+XZND3bUscuZN1BkOErpDa4TWGm0YOk+RDGqw4NpTY0rKkvM7ORsHh&#10;vOHT72i9cN9hb7utr4fHSa3U22u3+AIRqAtP8b/7R8f5g8/RGB7vxBvk7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Zh0n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913FE" w:rsidRDefault="007913FE" w:rsidP="007913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bMTMYA&#10;AADeAAAADwAAAGRycy9kb3ducmV2LnhtbERPS2sCMRC+C/6HMEJvmtW2ardGqUKhl4KvQ72Nm+nu&#10;4mayTaKu/vpGELzNx/ecyawxlTiR86VlBf1eAoI4s7rkXMF289kdg/ABWWNlmRRcyMNs2m5NMNX2&#10;zCs6rUMuYgj7FBUUIdSplD4ryKDv2Zo4cr/WGQwRulxqh+cYbio5SJKhNFhybCiwpkVB2WF9NArm&#10;b+P53/KFv6+r/Y52P/vD68AlSj11mo93EIGa8BDf3V86zu+PnodweyfeIK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VbMTMYAAADeAAAADwAAAAAAAAAAAAAAAACYAgAAZHJz&#10;L2Rvd25yZXYueG1sUEsFBgAAAAAEAAQA9QAAAIsDAAAAAA==&#10;" fillcolor="black" stroked="f">
                  <v:textbox>
                    <w:txbxContent>
                      <w:p w:rsidR="007913FE" w:rsidRDefault="007913FE" w:rsidP="007913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xifcQA&#10;AADeAAAADwAAAGRycy9kb3ducmV2LnhtbERPS0sDMRC+C/0PYQRvNlsLtmyblqVQFE/bh3idbqab&#10;xc1kSWK6/nsjCN7m43vOejvaXiTyoXOsYDYtQBA3TnfcKjif9o9LECEia+wdk4JvCrDdTO7WWGp3&#10;4wOlY2xFDuFQogIT41BKGRpDFsPUDcSZuzpvMWboW6k93nK47eVTUTxLix3nBoMD7Qw1n8cvqyBd&#10;dnU1Tx/JHN581XpXv7xfaqUe7sdqBSLSGP/Ff+5XnefPFvMF/L6Tb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sYn3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913FE" w:rsidRDefault="007913FE" w:rsidP="007913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+yBsgA&#10;AADeAAAADwAAAGRycy9kb3ducmV2LnhtbESPQUvDQBCF74L/YRmhN7uJhVpjt0WKFfXSGgU9Dtkx&#10;G8zOhuw2jf31nYPgbYb35r1vluvRt2qgPjaBDeTTDBRxFWzDtYGP9+31AlRMyBbbwGTglyKsV5cX&#10;SyxsOPIbDWWqlYRwLNCAS6krtI6VI49xGjpi0b5D7zHJ2tfa9niUcN/qmyyba48NS4PDjjaOqp/y&#10;4A3EfPP4+epPd8PXk+Nd+eLm+9oZM7kaH+5BJRrTv/nv+tkKfn47E155R2bQq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Yn7IG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913FE" w:rsidRDefault="007913FE" w:rsidP="007913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913FE" w:rsidRPr="0066767B" w:rsidRDefault="007913FE" w:rsidP="007913F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7913FE" w:rsidRPr="0066767B" w:rsidRDefault="007913FE" w:rsidP="007913F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7913FE" w:rsidRPr="0066767B" w:rsidRDefault="007913FE" w:rsidP="007913F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7913FE" w:rsidRDefault="007913FE" w:rsidP="007913F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</w:p>
    <w:p w:rsidR="007913FE" w:rsidRPr="0066767B" w:rsidRDefault="007913FE" w:rsidP="007913F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  <w:t>УКРАЇНА</w:t>
      </w:r>
    </w:p>
    <w:p w:rsidR="007913FE" w:rsidRPr="0066767B" w:rsidRDefault="007913FE" w:rsidP="007913F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7913FE" w:rsidRPr="0066767B" w:rsidRDefault="007913FE" w:rsidP="007913F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СЛАВУТСЬКОГО РАЙОНУ</w:t>
      </w:r>
    </w:p>
    <w:p w:rsidR="007913FE" w:rsidRPr="0066767B" w:rsidRDefault="007913FE" w:rsidP="007913F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7913FE" w:rsidRPr="0066767B" w:rsidRDefault="007913FE" w:rsidP="007913F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7913FE" w:rsidRPr="0066767B" w:rsidRDefault="007913FE" w:rsidP="007913F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7913FE" w:rsidRPr="0066767B" w:rsidRDefault="007913FE" w:rsidP="007913F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7913FE" w:rsidRPr="0066767B" w:rsidRDefault="007913FE" w:rsidP="007913F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</w:t>
      </w:r>
      <w:proofErr w:type="gram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7913FE" w:rsidRPr="0066767B" w:rsidRDefault="007913FE" w:rsidP="007913F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7913FE" w:rsidRPr="0066767B" w:rsidRDefault="007913FE" w:rsidP="007913F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 27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.01.2021 року                                        Крупець                                                 №___</w:t>
      </w:r>
    </w:p>
    <w:p w:rsidR="007913FE" w:rsidRPr="0066767B" w:rsidRDefault="007913FE" w:rsidP="007913FE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7913FE" w:rsidRPr="0066767B" w:rsidRDefault="007913FE" w:rsidP="007913FE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7913FE" w:rsidRPr="0066767B" w:rsidRDefault="007913FE" w:rsidP="007913F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7913FE" w:rsidRPr="0066767B" w:rsidRDefault="007913FE" w:rsidP="007913F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 відведення земельної ділянки  та</w:t>
      </w:r>
    </w:p>
    <w:p w:rsidR="007913FE" w:rsidRPr="0066767B" w:rsidRDefault="007913FE" w:rsidP="007913F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Козинчуку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М.Д.</w:t>
      </w:r>
    </w:p>
    <w:p w:rsidR="007913FE" w:rsidRPr="0066767B" w:rsidRDefault="007913FE" w:rsidP="007913FE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913FE" w:rsidRPr="0066767B" w:rsidRDefault="007913FE" w:rsidP="007913FE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913FE" w:rsidRPr="0066767B" w:rsidRDefault="007913FE" w:rsidP="007913F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Pr="0066767B">
        <w:rPr>
          <w:rFonts w:ascii="Times New Roman" w:eastAsia="Times New Roman" w:hAnsi="Times New Roman" w:cs="Times New Roman"/>
          <w:sz w:val="24"/>
          <w:lang w:val="uk-UA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Козинчука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М.Д.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сільська  рада</w:t>
      </w:r>
    </w:p>
    <w:p w:rsidR="007913FE" w:rsidRPr="0066767B" w:rsidRDefault="007913FE" w:rsidP="007913F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ВИРІШИЛА:</w:t>
      </w:r>
    </w:p>
    <w:p w:rsidR="007913FE" w:rsidRPr="0066767B" w:rsidRDefault="007913FE" w:rsidP="007913F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913FE" w:rsidRPr="0066767B" w:rsidRDefault="007913FE" w:rsidP="007913F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Козинчуку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Миколі Дмитровичу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проект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кого господарства за рахунок 16.00 землі запасу (земельні ділянки кожної категорії земель, які не надані у  власність або користування громадянам чи юридичним особам), площею 0,5479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яка розташована Хмельницька облас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сільська рада за межами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с.Крупець</w:t>
      </w:r>
      <w:proofErr w:type="spellEnd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7913FE" w:rsidRDefault="007913FE" w:rsidP="007913F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2.Передати</w:t>
      </w:r>
      <w:r w:rsidRPr="00D117CA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Козинчуку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Миколі Дмитровичу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який  зареєстрований за адресою: </w:t>
      </w:r>
      <w:r w:rsidR="009014FC">
        <w:rPr>
          <w:rFonts w:ascii="Times New Roman" w:eastAsia="Calibri" w:hAnsi="Times New Roman" w:cs="Times New Roman"/>
          <w:sz w:val="24"/>
          <w:lang w:val="en-US"/>
        </w:rPr>
        <w:t>_______________</w:t>
      </w:r>
      <w:r>
        <w:rPr>
          <w:rFonts w:ascii="Times New Roman" w:eastAsia="Calibri" w:hAnsi="Times New Roman" w:cs="Times New Roman"/>
          <w:sz w:val="24"/>
          <w:lang w:val="uk-UA"/>
        </w:rPr>
        <w:t>,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дентифікаційний номер </w:t>
      </w:r>
      <w:r w:rsidR="009014F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__________</w:t>
      </w:r>
      <w:bookmarkStart w:id="0" w:name="_GoBack"/>
      <w:bookmarkEnd w:id="0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у власність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земельну ділянку, площею 0,5479 га, кадастровий номер: 6823984000:03:018:0314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, для 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 рахунок 16.00 землі запасу (земельні ділянки кожної категорії земель, які не надані у  власність або користування громадянам чи юридичним особам)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6B38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яка розташована Хмельницька облас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сільська рада за межами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7913FE" w:rsidRPr="0066767B" w:rsidRDefault="007913FE" w:rsidP="007913F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Козинчуку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М.Д.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66767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якому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7913FE" w:rsidRPr="007913FE" w:rsidRDefault="007913FE" w:rsidP="007913F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7913FE" w:rsidRPr="0066767B" w:rsidRDefault="007913FE" w:rsidP="007913F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001C2" w:rsidRPr="007913FE" w:rsidRDefault="007913FE" w:rsidP="007913F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66767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B001C2" w:rsidRPr="007913FE" w:rsidSect="007913FE">
      <w:pgSz w:w="12240" w:h="15840"/>
      <w:pgMar w:top="567" w:right="1440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884" w:rsidRDefault="00B20884">
      <w:pPr>
        <w:spacing w:after="0" w:line="240" w:lineRule="auto"/>
      </w:pPr>
      <w:r>
        <w:separator/>
      </w:r>
    </w:p>
  </w:endnote>
  <w:endnote w:type="continuationSeparator" w:id="0">
    <w:p w:rsidR="00B20884" w:rsidRDefault="00B20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884" w:rsidRDefault="00B20884">
      <w:pPr>
        <w:spacing w:after="0" w:line="240" w:lineRule="auto"/>
      </w:pPr>
      <w:r>
        <w:separator/>
      </w:r>
    </w:p>
  </w:footnote>
  <w:footnote w:type="continuationSeparator" w:id="0">
    <w:p w:rsidR="00B20884" w:rsidRDefault="00B208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3FE"/>
    <w:rsid w:val="007913FE"/>
    <w:rsid w:val="009014FC"/>
    <w:rsid w:val="00B001C2"/>
    <w:rsid w:val="00B20884"/>
    <w:rsid w:val="00D4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3FE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3FE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2021-01-18T12:00:00Z</dcterms:created>
  <dcterms:modified xsi:type="dcterms:W3CDTF">2021-01-18T12:22:00Z</dcterms:modified>
</cp:coreProperties>
</file>