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BE" w:rsidRPr="00C623C0" w:rsidRDefault="000165BE" w:rsidP="000165BE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0165BE" w:rsidRPr="00C623C0" w:rsidRDefault="000165BE" w:rsidP="000165BE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0165BE" w:rsidRPr="00C623C0" w:rsidRDefault="001C526E" w:rsidP="000165BE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1C526E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94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9BFMYA&#10;AADdAAAADwAAAGRycy9kb3ducmV2LnhtbESPQWsCMRSE7wX/Q3hCbzVrtli7GkUUpdBT1ZYeH5vn&#10;7uLmZUnSdfvvm0Khx2FmvmGW68G2oicfGscappMMBHHpTMOVhvNp/zAHESKywdYxafimAOvV6G6J&#10;hXE3fqP+GCuRIBwK1FDH2BVShrImi2HiOuLkXZy3GJP0lTQebwluW6mybCYtNpwWauxoW1N5PX5Z&#10;Da+9mn18Hnb2lFfqyZf5+041rdb342GzABFpiP/hv/aL0aCeH3P4fZOe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9BF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KOU8UA&#10;AADdAAAADwAAAGRycy9kb3ducmV2LnhtbESPQYvCMBSE7wv+h/AEL7KmFVndahQRBHVBsC7s9dE8&#10;22rzUpqo9d8bQdjjMDPfMLNFaypxo8aVlhXEgwgEcWZ1ybmC3+P6cwLCeWSNlWVS8CAHi3nnY4aJ&#10;tnc+0C31uQgQdgkqKLyvEyldVpBBN7A1cfBOtjHog2xyqRu8B7ip5DCKvqTBksNCgTWtCsou6dUo&#10;kMd067fj0vTj3d++je159ZOdlep12+UUhKfW/4ff7Y1WMPwejeD1JjwBO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4o5T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MBgMcA&#10;AADdAAAADwAAAGRycy9kb3ducmV2LnhtbESPT2sCMRTE7wW/Q3hCL0WzioquRrEFi3gQ/Hd/bl53&#10;t25etkmq2376piB4HGbmN8xs0ZhKXMn50rKCXjcBQZxZXXKu4HhYdcYgfEDWWFkmBT/kYTFvPc0w&#10;1fbGO7ruQy4ihH2KCooQ6lRKnxVk0HdtTRy9D+sMhihdLrXDW4SbSvaTZCQNlhwXCqzpraDssv82&#10;ClZrukxO9df74NcN8/Hnebt5Pbwo9dxullMQgZrwCN/ba62gPxkM4f9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jAYDHAAAA3Q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D42MQA&#10;AADdAAAADwAAAGRycy9kb3ducmV2LnhtbESPQYvCMBSE78L+h/AWvGmqqNSuURZFETypy3p92zzb&#10;rs1LaaKt/94IgsdhZr5hZovWlOJGtSssKxj0IxDEqdUFZwp+juteDMJ5ZI2lZVJwJweL+Udnhom2&#10;De/pdvCZCBB2CSrIva8SKV2ak0HXtxVx8M62NuiDrDOpa2wC3JRyGEUTabDgsJBjRcuc0svhahRE&#10;u3H5d/7lNj6tNunlv1lzUwyU6n62318gPLX+HX61t1rBcDqawPNNe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g+Nj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06bMgA&#10;AADdAAAADwAAAGRycy9kb3ducmV2LnhtbESPT2sCMRTE7wW/Q3hCL0WzilbdGsUWLOKh4L/7c/O6&#10;u7p5WZNUt/30jVDocZiZ3zDTeWMqcSXnS8sKet0EBHFmdcm5gv1u2RmD8AFZY2WZFHyTh/ms9TDF&#10;VNsbb+i6DbmIEPYpKihCqFMpfVaQQd+1NXH0Pq0zGKJ0udQObxFuKtlPkmdpsOS4UGBNbwVl5+2X&#10;UbBc0XlyqC/vgx83zMen48f6dfek1GO7WbyACNSE//Bfe6UV9CeDEdzfx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PTps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PJMcAA&#10;AADdAAAADwAAAGRycy9kb3ducmV2LnhtbERPTa/BQBTdS/yHyZXYMSWIV4YIIRIrvLy3vTpXWzp3&#10;ms7Q+vdmIbE8Od/zZWMK8aTK5ZYVDPoRCOLE6pxTBb/nbW8KwnlkjYVlUvAiB8tFuzXHWNuaj/Q8&#10;+VSEEHYxKsi8L2MpXZKRQde3JXHgrrYy6AOsUqkrrEO4KeQwiibSYM6hIcOS1hkl99PDKIgO4+Jy&#10;/eNm+r/ZJfdbveU6HyjV7TSrGQhPjf+KP+69VjD8GYW54U14An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zPJMcAAAADd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rNIsYA&#10;AADdAAAADwAAAGRycy9kb3ducmV2LnhtbESPQWvCQBSE7wX/w/IK3uqmUYpJXUVSC72q8eDtNftM&#10;QrJvQ3Yb0/56Vyh4HGbmG2a1GU0rBupdbVnB6ywCQVxYXXOpID9+vixBOI+ssbVMCn7JwWY9eVph&#10;qu2V9zQcfCkChF2KCirvu1RKV1Rk0M1sRxy8i+0N+iD7UuoerwFuWhlH0Zs0WHNYqLCjrKKiOfwY&#10;BaePppknHM3/zkO2dNl3nseXnVLT53H7DsLT6B/h//aXVhAniwTub8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rNI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X1z8YA&#10;AADdAAAADwAAAGRycy9kb3ducmV2LnhtbERPy2rCQBTdC/7DcIVupE4ULW3qRERaqKALbal2d8nc&#10;PDBzJ81MY/TrnYXQ5eG854vOVKKlxpWWFYxHEQji1OqScwVfn++PzyCcR9ZYWSYFF3KwSPq9Ocba&#10;nnlH7d7nIoSwi1FB4X0dS+nSggy6ka2JA5fZxqAPsMmlbvAcwk0lJ1H0JA2WHBoKrGlVUHra/xkF&#10;U2qPy831Z/t9/H3zNhse1m58UOph0C1fQXjq/L/47v7QCiYvs7A/vAlPQC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X1z8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VX+cUA&#10;AADdAAAADwAAAGRycy9kb3ducmV2LnhtbESPQWvCQBSE7wX/w/IK3urGiEVTV5HUglc1Hnp7zT6T&#10;kOzbkN3G1F/vCgWPw8x8w6w2g2lET52rLCuYTiIQxLnVFRcKstPX2wKE88gaG8uk4I8cbNajlxUm&#10;2l75QP3RFyJA2CWooPS+TaR0eUkG3cS2xMG72M6gD7IrpO7wGuCmkXEUvUuDFYeFEltKS8rr469R&#10;cP6s69mSo9ntu08XLv3JsviyU2r8Omw/QHga/DP8395rBfFyPoXHm/A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dVf5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vOI8gA&#10;AADdAAAADwAAAGRycy9kb3ducmV2LnhtbESPQWvCQBSE74L/YXlCL6IbQysaXUVKCxX0oC1Vb4/s&#10;Mwlm36bZbYz99V2h0OMwM98w82VrStFQ7QrLCkbDCARxanXBmYKP99fBBITzyBpLy6TgRg6Wi25n&#10;jom2V95Rs/eZCBB2CSrIva8SKV2ak0E3tBVx8M62NuiDrDOpa7wGuCllHEVjabDgsJBjRc85pZf9&#10;t1HwSM1xtfk5bT+PXy/envuHtRsdlHrotasZCE+t/w//td+0gnj6FMP9TXg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C84j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0UDsgA&#10;AADdAAAADwAAAGRycy9kb3ducmV2LnhtbESP3WrCQBSE7wu+w3IKvaubav+MrlIU20KhYFrq7SF7&#10;zEazZ2N2NdGndwuFXg4z8w0zmXW2EkdqfOlYwV0/AUGcO11yoeD7a3n7DMIHZI2VY1JwIg+zae9q&#10;gql2La/omIVCRAj7FBWYEOpUSp8bsuj7riaO3sY1FkOUTSF1g22E20oOkuRRWiw5LhisaW4o32UH&#10;q2B9P/x05i1zh3bxet6t9k/bn/mHUjfX3csYRKAu/If/2u9awWD0MITfN/EJyO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5jRQO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58YA&#10;AADdAAAADwAAAGRycy9kb3ducmV2LnhtbESPzW7CMBCE75X6DtZW6g2c0lJBGgcBAoToiZ/eV/GS&#10;RI3XITbBffu6ElKPo5n5RpPNgmlET52rLSt4GSYgiAuray4VnI7rwQSE88gaG8uk4IcczPLHhwxT&#10;bW+8p/7gSxEh7FJUUHnfplK6oiKDbmhb4uidbWfQR9mVUnd4i3DTyFGSvEuDNceFCltaVlR8H65G&#10;wetufNnoRbnqm8nGfW7P61CHL6Wen8L8A4Sn4P/D9/ZWKxhNx2/w9yY+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av58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ywIMUA&#10;AADdAAAADwAAAGRycy9kb3ducmV2LnhtbESPQWvCQBSE7wX/w/KE3pqNgmkTs4pUhEDxUOvB4yP7&#10;zAazb0N2G9N/3y0UPA4z8w1TbifbiZEG3zpWsEhSEMS10y03Cs5fh5c3ED4ga+wck4If8rDdzJ5K&#10;LLS78yeNp9CICGFfoAITQl9I6WtDFn3ieuLoXd1gMUQ5NFIPeI9w28llmmbSYstxwWBP74bq2+nb&#10;Krjkx3wxmX36Mb7uqlAz4m3MlHqeT7s1iEBTeIT/25VWsMxXK/h7E5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LAg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Hk9sgA&#10;AADdAAAADwAAAGRycy9kb3ducmV2LnhtbESPQWvCQBSE74X+h+UVetONKYYas5EiKF48VG3r8ZF9&#10;TdJm38bsqrG/3hWEHoeZ+YbJZr1pxIk6V1tWMBpGIIgLq2suFey2i8ErCOeRNTaWScGFHMzyx4cM&#10;U23P/E6njS9FgLBLUUHlfZtK6YqKDLqhbYmD9207gz7IrpS6w3OAm0bGUZRIgzWHhQpbmldU/G6O&#10;RsHXaP03aV/6j3jvD6ufeHkoFp+JUs9P/dsUhKfe/4fv7ZVWEE/GCdzehCcg8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QeT2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kXGMQA&#10;AADdAAAADwAAAGRycy9kb3ducmV2LnhtbESPUWvCMBSF3wX/Q7iCb5oqU7fOKMUhOPZktx9wae7a&#10;anMTkmi7f78Igz0ezjnf4Wz3g+nEnXxoLStYzDMQxJXVLdcKvj6Ps2cQISJr7CyTgh8KsN+NR1vM&#10;te35TPcy1iJBOOSooInR5VKGqiGDYW4dcfK+rTcYk/S11B77BDedXGbZWhpsOS006OjQUHUtb0YB&#10;erd5c6Xsz+vLB54u7wU92UKp6WQoXkFEGuJ/+K990gqWL6sNPN6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JFxj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SbMUA&#10;AADdAAAADwAAAGRycy9kb3ducmV2LnhtbERPPW/CMBDdK/EfrEPqBg5ULTSNg6BtJNRmgcLAdoqv&#10;SUR8jmIDob8eD0gdn953suhNI87Uudqygsk4AkFcWF1zqWD3k43mIJxH1thYJgVXcrBIBw8Jxtpe&#10;eEPnrS9FCGEXo4LK+zaW0hUVGXRj2xIH7td2Bn2AXSl1h5cQbho5jaIXabDm0FBhS+8VFcftySjI&#10;s7zNv/lzfvg4rZ4O67/9jL8ypR6H/fINhKfe/4vv7rVWMH19DnPDm/AEZH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sJJsxQAAAN0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TStMYA&#10;AADdAAAADwAAAGRycy9kb3ducmV2LnhtbESPQWvCQBSE70L/w/IKvemmQsVEVxFB2kItaAU9PrPP&#10;JJh9G3fXmP57tyD0OMzMN8x03platOR8ZVnB6yABQZxbXXGhYPez6o9B+ICssbZMCn7Jw3z21Jti&#10;pu2NN9RuQyEihH2GCsoQmkxKn5dk0A9sQxy9k3UGQ5SukNrhLcJNLYdJMpIGK44LJTa0LCk/b69G&#10;wfdldP1q94f3o+tWzaX+XK51Win18twtJiACdeE//Gh/aAXD9C2FvzfxCc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TStM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DfIMIA&#10;AADdAAAADwAAAGRycy9kb3ducmV2LnhtbERP3WrCMBS+H/gO4QjezXTCOu2MIoJzyECsPsChOWvK&#10;mpPSpD/69MvFYJcf3/96O9pa9NT6yrGCl3kCgrhwuuJSwe16eF6C8AFZY+2YFNzJw3YzeVpjpt3A&#10;F+rzUIoYwj5DBSaEJpPSF4Ys+rlriCP37VqLIcK2lLrFIYbbWi6SJJUWK44NBhvaGyp+8s4q4EQe&#10;zl9FreXH4/Z2Opr89NrlSs2m4+4dRKAx/Iv/3J9awWKVxv3xTXw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cN8gwgAAAN0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fBw8cA&#10;AADdAAAADwAAAGRycy9kb3ducmV2LnhtbESPW2vCQBSE3wX/w3IKvunGS0VTV2m9QPXNKIhvh+wx&#10;CWbPhuyqaX99tyD4OMzMN8xs0ZhS3Kl2hWUF/V4Egji1uuBMwfGw6U5AOI+ssbRMCn7IwWLebs0w&#10;1vbBe7onPhMBwi5GBbn3VSylS3My6Hq2Ig7exdYGfZB1JnWNjwA3pRxE0VgaLDgs5FjRMqf0mtyM&#10;guRyPusvXo+2k3e33O2Gv9PTZqVU5635/ADhqfGv8LP9rRUMpuM+/L8JT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HwcP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3WacQA&#10;AADdAAAADwAAAGRycy9kb3ducmV2LnhtbESP3YrCMBSE74V9h3AWvNPUCrJWUxFR8GIv/HuAQ3Ns&#10;WpuT2kTtvr1ZWNjLYeabYZar3jbiSZ2vHCuYjBMQxIXTFZcKLufd6AuED8gaG8ek4Ic8rPKPwRIz&#10;7V58pOcplCKWsM9QgQmhzaT0hSGLfuxa4uhdXWcxRNmVUnf4iuW2kWmSzKTFiuOCwZY2horb6WEV&#10;pJd1vbkept/1fZrw1pp++zgapYaf/XoBIlAf/sN/9F5Hbj5L4fdNfAIy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91mn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ItgccA&#10;AADdAAAADwAAAGRycy9kb3ducmV2LnhtbESPQWsCMRSE74L/IbxCb5rtVkVXo6hQ8FJQ20O9PTfP&#10;3cXNy5qkuvXXm0Khx2FmvmFmi9bU4krOV5YVvPQTEMS51RUXCj4/3npjED4ga6wtk4If8rCYdzsz&#10;zLS98Y6u+1CICGGfoYIyhCaT0uclGfR92xBH72SdwRClK6R2eItwU8s0SUbSYMVxocSG1iXl5/23&#10;UbCajFeX7YDf77vjgQ5fx/MwdYlSz0/tcgoiUBv+w3/tjVaQTkav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4CLYHHAAAA3QAAAA8AAAAAAAAAAAAAAAAAmAIAAGRy&#10;cy9kb3ducmV2LnhtbFBLBQYAAAAABAAEAPUAAACMAwAAAAA=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kud8cA&#10;AADdAAAADwAAAGRycy9kb3ducmV2LnhtbESPQWvCQBSE7wX/w/IKvRTdJEiIqWuQUqHtRUwVenxk&#10;X5Ng9m3IrjH9911B6HGYmW+YdTGZTow0uNaygngRgSCurG65VnD82s0zEM4ja+wsk4JfclBsZg9r&#10;zLW98oHG0tciQNjlqKDxvs+ldFVDBt3C9sTB+7GDQR/kUEs94DXATSeTKEqlwZbDQoM9vTZUncuL&#10;UfApq/H5Y0nxvh6/z2/77GTSQ6zU0+O0fQHhafL/4Xv7XStIVukSbm/CE5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pLnf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zyhcQA&#10;AADdAAAADwAAAGRycy9kb3ducmV2LnhtbESPUWvCQBCE3wv9D8cKfasXhYhGT5Gi0IJQqv6A5W6b&#10;hOb2Qm410V/fEwp9HGa+GWa1GXyjrtTFOrCByTgDRWyDq7k0cD7tX+egoiA7bAKTgRtF2Kyfn1ZY&#10;uNDzF12PUqpUwrFAA5VIW2gdbUUe4zi0xMn7Dp1HSbIrteuwT+W+0dMsm2mPNaeFClt6q8j+HC/e&#10;wPRixfrFx/2wO0v+eWr7LJ9vjXkZDdslKKFB/sN/9LtL3GKWw+NNeg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M8oXEAAAA3Q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CTVccA&#10;AADdAAAADwAAAGRycy9kb3ducmV2LnhtbESPQWsCMRSE74X+h/AK3mrWFZZ2NYqUtihsK1ov3h7J&#10;c7O4eVk2Ubf/vikUehxm5htmvhxcK67Uh8azgsk4A0GsvWm4VnD4ent8AhEissHWMyn4pgDLxf3d&#10;HEvjb7yj6z7WIkE4lKjAxtiVUgZtyWEY+444eSffO4xJ9rU0Pd4S3LUyz7JCOmw4LVjs6MWSPu8v&#10;ToF+n1avm+po9SXfftTN57Zyu5NSo4dhNQMRaYj/4b/22ijIn4sCft+kJ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Ak1X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zgnsQA&#10;AADdAAAADwAAAGRycy9kb3ducmV2LnhtbESPQYvCMBSE7wv+h/AEb2tqD3WtRhFB0IuwrqLHR/Ns&#10;i81LaWJb/fUbYWGPw8x8wyxWvalES40rLSuYjCMQxJnVJecKTj/bzy8QziNrrCyTgic5WC0HHwtM&#10;te34m9qjz0WAsEtRQeF9nUrpsoIMurGtiYN3s41BH2STS91gF+CmknEUJdJgyWGhwJo2BWX348Mo&#10;qM3rfLruD200uWCsuw1394SVGg379RyEp97/h//aO60gniVTeL8JT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c4J7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u+4sQA&#10;AADdAAAADwAAAGRycy9kb3ducmV2LnhtbERPy0rDQBTdC/7DcAvu7KRFShM7KUWoZFWwKUR3l8w1&#10;CcncCZnJQ7/eWQhdHs77cFxMJyYaXGNZwWYdgSAurW64UnDLz897EM4ja+wsk4IfcnBMHx8OmGg7&#10;8wdNV1+JEMIuQQW1930ipStrMujWticO3LcdDPoAh0rqAecQbjq5jaKdNNhwaKixp7eayvY6GgUv&#10;n/EpL+jrty3ebSGz/GIv51Gpp9VyegXhafF38b870wq28S7MDW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7vuLEAAAA3Q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BfrsYA&#10;AADdAAAADwAAAGRycy9kb3ducmV2LnhtbESPQWvCQBSE74L/YXlCb7oxQtDUVYqloBSEWsHrM/ua&#10;pMm+jbtbjf++KxR6HGbmG2a57k0rruR8bVnBdJKAIC6srrlUcPx8G89B+ICssbVMCu7kYb0aDpaY&#10;a3vjD7oeQikihH2OCqoQulxKX1Rk0E9sRxy9L+sMhihdKbXDW4SbVqZJkkmDNceFCjvaVFQ0hx+j&#10;4DJ7bfbufPo+v+/m96wpLqncZUo9jfqXZxCB+vAf/mtvtYJ0kS3g8SY+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Bfrs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klK8QA&#10;AADdAAAADwAAAGRycy9kb3ducmV2LnhtbERPz2vCMBS+C/4P4QneNLXo1M4oKgy8DKbuMG/P5q0t&#10;Ni81ybTbX78cBI8f3+/FqjW1uJHzlWUFo2ECgji3uuJCwefxbTAD4QOyxtoyKfglD6tlt7PATNs7&#10;7+l2CIWIIewzVFCG0GRS+rwkg35oG+LIfVtnMEToCqkd3mO4qWWaJC/SYMWxocSGtiXll8OPUbCZ&#10;zzbXjzG//+3PJzp9nS+T1CVK9Xvt+hVEoDY8xQ/3TitI59O4P76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JJSvEAAAA3QAAAA8AAAAAAAAAAAAAAAAAmAIAAGRycy9k&#10;b3ducmV2LnhtbFBLBQYAAAAABAAEAPUAAACJAwAAAAA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pmg8YA&#10;AADdAAAADwAAAGRycy9kb3ducmV2LnhtbESPUWvCMBSF3wf7D+EKvgxN7YOb1ShjbOBYoUz9Adfm&#10;2haTm5Jk2v17Mxj4eDjnfIez2gzWiAv50DlWMJtmIIhrpztuFBz2H5MXECEiazSOScEvBdisHx9W&#10;WGh35W+67GIjEoRDgQraGPtCylC3ZDFMXU+cvJPzFmOSvpHa4zXBrZF5ls2lxY7TQos9vbVUn3c/&#10;VsF7fvTVEb9Mne0bU35W5dOiKpUaj4bXJYhIQ7yH/9tbrSBfPM/g7016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pmg8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Uv3scA&#10;AADdAAAADwAAAGRycy9kb3ducmV2LnhtbESPT2vCQBTE74V+h+UJvdWNKfgnuooVAgWhturB4zP7&#10;zAazb2N2q+m3d4VCj8PM/IaZLTpbiyu1vnKsYNBPQBAXTldcKtjv8tcxCB+QNdaOScEveVjMn59m&#10;mGl342+6bkMpIoR9hgpMCE0mpS8MWfR91xBH7+RaiyHKtpS6xVuE21qmSTKUFiuOCwYbWhkqztsf&#10;q8BKPBzLYV58Lt/Wm/Wkev+65Eapl163nIII1IX/8F/7QytIJ6MUHm/iE5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VL97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0165BE" w:rsidRPr="00C623C0" w:rsidRDefault="000165BE" w:rsidP="000165BE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165BE" w:rsidRPr="00C623C0" w:rsidRDefault="000165BE" w:rsidP="000165BE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165BE" w:rsidRPr="00C623C0" w:rsidRDefault="000165BE" w:rsidP="000165BE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165BE" w:rsidRPr="00C623C0" w:rsidRDefault="000165BE" w:rsidP="000165B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165BE" w:rsidRPr="00C623C0" w:rsidRDefault="000165BE" w:rsidP="000165B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0165BE" w:rsidRPr="00C623C0" w:rsidRDefault="000165BE" w:rsidP="000165BE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0165BE" w:rsidRPr="00C623C0" w:rsidRDefault="000165BE" w:rsidP="000165B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0165BE" w:rsidRPr="00C623C0" w:rsidRDefault="000165BE" w:rsidP="000165B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0165BE" w:rsidRPr="00C623C0" w:rsidRDefault="000165BE" w:rsidP="000165B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1C526E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97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T3cYA&#10;AADdAAAADwAAAGRycy9kb3ducmV2LnhtbESPT2sCMRTE7wW/Q3hCbzVrLNquRpFKi9CTf1o8PjbP&#10;3cXNy5Kk6/bbN0LB4zAzv2EWq942oiMfascaxqMMBHHhTM2lhuPh/ekFRIjIBhvHpOGXAqyWg4cF&#10;5sZdeUfdPpYiQTjkqKGKsc2lDEVFFsPItcTJOztvMSbpS2k8XhPcNlJl2VRarDktVNjSW0XFZf9j&#10;NXx2avp9+tjYw6RUM19MvjaqbrR+HPbrOYhIfbyH/9tbo0G9zp7h9iY9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oT3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LhdcUA&#10;AADdAAAADwAAAGRycy9kb3ducmV2LnhtbESPQYvCMBSE7wv+h/AEL6JpBVetRhFBUBcWtgpeH82z&#10;rTYvpYna/fcbQdjjMDPfMItVayrxoMaVlhXEwwgEcWZ1ybmC03E7mIJwHlljZZkU/JKD1bLzscBE&#10;2yf/0CP1uQgQdgkqKLyvEyldVpBBN7Q1cfAutjHog2xyqRt8Brip5CiKPqXBksNCgTVtCspu6d0o&#10;kMd07/eT0vTjw/m7je1185Vdlep12/UchKfW/4ff7Z1WMJpNxvB6E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wuF1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1VSsgA&#10;AADdAAAADwAAAGRycy9kb3ducmV2LnhtbESPW2sCMRSE3wv+h3CEvhTNKvW2NYotWMSHgrf34+Z0&#10;d3Vzsiaprv31TaHQx2FmvmGm88ZU4krOl5YV9LoJCOLM6pJzBfvdsjMG4QOyxsoyKbiTh/ms9TDF&#10;VNsbb+i6DbmIEPYpKihCqFMpfVaQQd+1NXH0Pq0zGKJ0udQObxFuKtlPkqE0WHJcKLCmt4Ky8/bL&#10;KFiu6Dw51Jf35283yMen48f6dfek1GO7WbyACNSE//Bfe6UV9CejIfy+iU9Az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HVVK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CX/sQA&#10;AADdAAAADwAAAGRycy9kb3ducmV2LnhtbESPQYvCMBSE78L+h/AWvGmqoNauURZFETypy3p92zzb&#10;rs1LaaKt/94IgsdhZr5hZovWlOJGtSssKxj0IxDEqdUFZwp+juteDMJ5ZI2lZVJwJweL+Udnhom2&#10;De/pdvCZCBB2CSrIva8SKV2ak0HXtxVx8M62NuiDrDOpa2wC3JRyGEVjabDgsJBjRcuc0svhahRE&#10;u1H5d/7lNj6tNunlv1lzUwyU6n62318gPLX+HX61t1rBcDqZwPNNe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Al/7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5ko8UA&#10;AADdAAAADwAAAGRycy9kb3ducmV2LnhtbERPTWsCMRC9C/6HMEIvpWYVW3U1Siso4qGgtvfpZtxd&#10;3Uy2SdStv94cCh4f73s6b0wlLuR8aVlBr5uAIM6sLjlX8LVfvoxA+ICssbJMCv7Iw3zWbk0x1fbK&#10;W7rsQi5iCPsUFRQh1KmUPivIoO/amjhyB+sMhghdLrXDaww3lewnyZs0WHJsKLCmRUHZaXc2CpZr&#10;Oo2/69/V4OZe89Hx53PzsX9W6qnTvE9ABGrCQ/zvXmsF/fEwzo1v4hO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zmSj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OmF8UA&#10;AADdAAAADwAAAGRycy9kb3ducmV2LnhtbESPQWvCQBSE70L/w/IK3nSjoNXUTSgVRfDUtNTrM/tM&#10;UrNvQ3ZN4r93C4Ueh5n5htmkg6lFR62rLCuYTSMQxLnVFRcKvj53kxUI55E11pZJwZ0cpMnTaIOx&#10;tj1/UJf5QgQIuxgVlN43sZQuL8mgm9qGOHgX2xr0QbaF1C32AW5qOY+ipTRYcVgosaH3kvJrdjMK&#10;ouOiPl++eVidtvv8+tPvuK9mSo2fh7dXEJ4G/x/+ax+0gvn6ZQ2/b8ITk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E6YX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neJcMA&#10;AADdAAAADwAAAGRycy9kb3ducmV2LnhtbERPy2rCQBTdF/yH4Qrd1YkRSkydiKQKbmvjwt1t5uZB&#10;MndCZhpTv76zKHR5OO/dfja9mGh0rWUF61UEgri0uuVaQfF5eklAOI+ssbdMCn7IwT5bPO0w1fbO&#10;HzRdfC1CCLsUFTTeD6mUrmzIoFvZgThwlR0N+gDHWuoR7yHc9DKOoldpsOXQ0OBAeUNld/k2Cq7v&#10;XbfZcrR53KY8cflXUcTVUann5Xx4A+Fp9v/iP/dZK4i3Sdgf3oQn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neJcMAAADd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l8E8gA&#10;AADdAAAADwAAAGRycy9kb3ducmV2LnhtbESPQWvCQBSE74L/YXmFXkrdRKTY1FVEFCq0B21p7O2R&#10;fSbB7NuYXWPaX+8KgsdhZr5hJrPOVKKlxpWWFcSDCARxZnXJuYLvr9XzGITzyBory6TgjxzMpv3e&#10;BBNtz7yhdutzESDsElRQeF8nUrqsIINuYGvi4O1tY9AH2eRSN3gOcFPJYRS9SIMlh4UCa1oUlB22&#10;J6NgRO1u/vH/+/mzOy693T+laxenSj0+dPM3EJ46fw/f2u9awfB1HMP1TXgCcno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uXwT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flycUA&#10;AADdAAAADwAAAGRycy9kb3ducmV2LnhtbESPQWvCQBSE7wX/w/IK3uqmESSmrlJiBa/aePD2zD6T&#10;kOzbkN3G2F/fFYQeh5n5hlltRtOKgXpXW1bwPotAEBdW11wqyL93bwkI55E1tpZJwZ0cbNaTlxWm&#10;2t74QMPRlyJA2KWooPK+S6V0RUUG3cx2xMG72t6gD7Ivpe7xFuCmlXEULaTBmsNChR1lFRXN8cco&#10;OG2bZr7kaP57HrLEZZc8j69fSk1fx88PEJ5G/x9+tvdaQbxMYni8C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x+XJ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dH/8gA&#10;AADdAAAADwAAAGRycy9kb3ducmV2LnhtbESPQWvCQBSE70L/w/IKvUjdaKWkqauIVKigB62ovT2y&#10;zyQ0+zZm1xj767uC0OMwM98wo0lrStFQ7QrLCvq9CARxanXBmYLt1/w5BuE8ssbSMim4koPJ+KEz&#10;wkTbC6+p2fhMBAi7BBXk3leJlC7NyaDr2Yo4eEdbG/RB1pnUNV4C3JRyEEWv0mDBYSHHimY5pT+b&#10;s1EwpOYwXf5+r3aH04e3x+5+4fp7pZ4e2+k7CE+t/w/f259aweAtfoHbm/AE5Pg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J0f/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SgPckA&#10;AADdAAAADwAAAGRycy9kb3ducmV2LnhtbESPW2vCQBSE3wv9D8sR+lY3Xmg1dZWi9AKFglH09ZA9&#10;zaZmz6bZ1cT++q5Q8HGYmW+Y2aKzlThR40vHCgb9BARx7nTJhYLt5uV+AsIHZI2VY1JwJg+L+e3N&#10;DFPtWl7TKQuFiBD2KSowIdSplD43ZNH3XU0cvS/XWAxRNoXUDbYRbis5TJIHabHkuGCwpqWh/JAd&#10;rYL9ePTpzFvmju3q9few/nn83i0/lLrrdc9PIAJ14Rr+b79rBcPpZAyXN/EJy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ASgPc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mO8UA&#10;AADdAAAADwAAAGRycy9kb3ducmV2LnhtbESPQWvCQBSE74L/YXlCb3WjRYmpq2ipIvZUbe+P7DMJ&#10;zb6N2TWu/94VCh6HmfmGmS+DqUVHrassKxgNExDEudUVFwp+jpvXFITzyBpry6TgRg6Wi35vjpm2&#10;V/6m7uALESHsMlRQet9kUrq8JINuaBvi6J1sa9BH2RZSt3iNcFPLcZJMpcGK40KJDX2UlP8dLkbB&#10;235y3up18dnV6dZ97U6bUIVfpV4GYfUOwlPwz/B/e6cVjGfpBB5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CiY7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4CEMUA&#10;AADdAAAADwAAAGRycy9kb3ducmV2LnhtbESPwWrDMBBE74H+g9hCb7EcH1zbjRJCS8FQckjSQ4+L&#10;tbVMrJWxVNv9+ypQyHGYmTfMdr/YXkw0+s6xgk2SgiBunO64VfB5eV8XIHxA1tg7JgW/5GG/e1ht&#10;sdJu5hNN59CKCGFfoQITwlBJ6RtDFn3iBuLofbvRYohybKUecY5w28ssTXNpseO4YHCgV0PN9fxj&#10;FXyVx3KzmLf0Y3o+1KFhxOuUK/X0uBxeQARawj383661gqwscri9iU9A7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3gIQ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1tKscA&#10;AADdAAAADwAAAGRycy9kb3ducmV2LnhtbESPT2vCQBTE7wW/w/KE3pqNKfgndRURLF48qG31+Mi+&#10;JtHs25jdavTTu4LQ4zAzv2HG09ZU4kyNKy0r6EUxCOLM6pJzBV/bxdsQhPPIGivLpOBKDqaTzssY&#10;U20vvKbzxuciQNilqKDwvk6ldFlBBl1ka+Lg/drGoA+yyaVu8BLgppJJHPelwZLDQoE1zQvKjps/&#10;o2DXW91G9Xv7nez9aXlIPk/Z4qev1Gu3nX2A8NT6//CzvdQKktFwAI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tbSr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avLcAA&#10;AADdAAAADwAAAGRycy9kb3ducmV2LnhtbERP3WrCMBS+H/gO4Qi7m6kiTqtRiiI4dmW3Bzg0x7ba&#10;nIQk2u7tlwvBy4/vf7MbTCce5ENrWcF0koEgrqxuuVbw+3P8WIIIEVljZ5kU/FGA3Xb0tsFc257P&#10;9ChjLVIIhxwVNDG6XMpQNWQwTKwjTtzFeoMxQV9L7bFP4aaTsyxbSIMtp4YGHe0bqm7l3ShA7z4P&#10;rpT9eXH9xtP1q6C5LZR6Hw/FGkSkIb7ET/dJK5itlmluepOe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javLcAAAADd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bsMcA&#10;AADdAAAADwAAAGRycy9kb3ducmV2LnhtbESPT2vCQBTE7wW/w/IKvdVNLbRJdJX+C0jNpVYP3h7Z&#10;ZxLMvg3ZVaOf3hUEj8PM/IaZzHrTiAN1rras4GUYgSAurK65VLD6z55jEM4ja2wsk4ITOZhNBw8T&#10;TLU98h8dlr4UAcIuRQWV920qpSsqMuiGtiUO3tZ2Bn2QXSl1h8cAN40cRdGbNFhzWKiwpa+Kit1y&#10;bxTkWd7mC/6JN9/7z9fN/Lx+599MqafH/mMMwlPv7+Fbe64VjJI4geub8ATk9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cG7D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fBs8MA&#10;AADdAAAADwAAAGRycy9kb3ducmV2LnhtbERPy4rCMBTdC/MP4Q7MTtNxIdNqFBFEB2YEH6DLa3Nt&#10;yzQ3NYm18/dmIbg8nPdk1platOR8ZVnB5yABQZxbXXGh4LBf9r9A+ICssbZMCv7Jw2z61ptgpu2d&#10;t9TuQiFiCPsMFZQhNJmUPi/JoB/YhjhyF+sMhghdIbXDeww3tRwmyUgarDg2lNjQoqT8b3czCjbX&#10;0e2nPZ5WZ9ctm2v9vfjVaaXUx3s3H4MI1IWX+OleawXDNI3745v4BO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fBs8MAAADd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kKnMYA&#10;AADdAAAADwAAAGRycy9kb3ducmV2LnhtbESP3WrCQBSE7wt9h+UUvKsbA/0xugYRrEUK0ugDHLLH&#10;bDB7NmTXJPr03UKhl8PMfMMs89E2oqfO144VzKYJCOLS6ZorBafj9vkdhA/IGhvHpOBGHvLV48MS&#10;M+0G/qa+CJWIEPYZKjAhtJmUvjRk0U9dSxy9s+sshii7SuoOhwi3jUyT5FVarDkuGGxpY6i8FFer&#10;gBO5PXyVjZYf99PbfmeK/cu1UGryNK4XIAKN4T/81/7UCtL5fAa/b+IT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kKnM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Avk8cA&#10;AADdAAAADwAAAGRycy9kb3ducmV2LnhtbESPT2vCQBTE7wW/w/IEb3XT1IpJXcX6B6q3poJ4e2Sf&#10;STD7NmRXjf303ULB4zAzv2Gm887U4kqtqywreBlGIIhzqysuFOy/N88TEM4ja6wtk4I7OZjPek9T&#10;TLW98RddM1+IAGGXooLS+yaV0uUlGXRD2xAH72Rbgz7ItpC6xVuAm1rGUTSWBisOCyU2tCwpP2cX&#10;oyA7HY/6g9ej7eTNLXe715/ksFkpNeh3i3cQnjr/CP+3P7WCOEli+HsTno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AL5P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QD1cUA&#10;AADdAAAADwAAAGRycy9kb3ducmV2LnhtbESPzWrDMBCE74W8g9hCbo3cGErjRAnGpNBDD83PAyzW&#10;xnJirRxLdpy3rwKBHoeZb4ZZbUbbiIE6XztW8D5LQBCXTtdcKTgevt4+QfiArLFxTAru5GGznrys&#10;MNPuxjsa9qESsYR9hgpMCG0mpS8NWfQz1xJH7+Q6iyHKrpK6w1sst42cJ8mHtFhzXDDYUmGovOx7&#10;q2B+zM/F6Tf9OV/ThLfWjNt+Z5Savo75EkSgMfyHn/S3jtxikcLjTX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5APV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7F0scA&#10;AADdAAAADwAAAGRycy9kb3ducmV2LnhtbESPT2vCQBTE70K/w/KE3nRjsMVEV6mFQi8F//RQb8/s&#10;Mwlm36a7W41++q4geBxm5jfMbNGZRpzI+dqygtEwAUFcWF1zqeB7+zGYgPABWWNjmRRcyMNi/tSb&#10;Ya7tmdd02oRSRAj7HBVUIbS5lL6oyKAf2pY4egfrDIYoXSm1w3OEm0amSfIqDdYcFyps6b2i4rj5&#10;MwqW2WT5uxrz13W939HuZ398SV2i1HO/e5uCCNSFR/je/tQK0iwbw+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+xdLHAAAA3QAAAA8AAAAAAAAAAAAAAAAAmAIAAGRy&#10;cy9kb3ducmV2LnhtbFBLBQYAAAAABAAEAPUAAACMAwAAAAA=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D7y8cA&#10;AADdAAAADwAAAGRycy9kb3ducmV2LnhtbESPQWvCQBSE74X+h+UVvJS6idiQpK5SioL2ItoKHh/Z&#10;1ySYfRuya5L++64g9DjMzDfMYjWaRvTUudqygngagSAurK65VPD9tXlJQTiPrLGxTAp+ycFq+fiw&#10;wFzbgQ/UH30pAoRdjgoq79tcSldUZNBNbUscvB/bGfRBdqXUHQ4Bbho5i6JEGqw5LFTY0kdFxeV4&#10;NQo+ZdE/7+YU78v+fFnv05NJDrFSk6fx/Q2Ep9H/h+/trVYwy7JXuL0JT0A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w+8v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sc1cQA&#10;AADdAAAADwAAAGRycy9kb3ducmV2LnhtbESPUWvCQBCE3wv9D8cWfKuXCoqJniJFwYJQqv6A5W6b&#10;hOb2Qm410V/fEwp9HGa+GWa5HnyjrtTFOrCBt3EGitgGV3Np4Hzavc5BRUF22AQmAzeKsF49Py2x&#10;cKHnL7oepVSphGOBBiqRttA62oo8xnFoiZP3HTqPkmRXatdhn8p9oydZNtMea04LFbb0XpH9OV68&#10;gcnFivX5x/2wPcv089T22XS+MWb0MmwWoIQG+Q//0XuXuDyfweN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LHNXEAAAA3Q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lG6ccA&#10;AADdAAAADwAAAGRycy9kb3ducmV2LnhtbESPQWsCMRSE7wX/Q3iCt5rtFtq6NUoRKy2sitaLt0fy&#10;3CzdvCybqNt/3xQKHoeZ+YaZznvXiAt1ofas4GGcgSDW3tRcKTh8vd+/gAgR2WDjmRT8UID5bHA3&#10;xcL4K+/oso+VSBAOBSqwMbaFlEFbchjGviVO3sl3DmOSXSVNh9cEd43Ms+xJOqw5LVhsaWFJf+/P&#10;ToFePZbLz/Jo9Tnfrqt6sy3d7qTUaNi/vYKI1Mdb+L/9YRTkk8kz/L1JT0D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ZRun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YEy78A&#10;AADdAAAADwAAAGRycy9kb3ducmV2LnhtbERPy6rCMBDdX/AfwgjurqldiFajiCDoRvCFLodmbIvN&#10;pDSxrX69WQguD+c9X3amFA3VrrCsYDSMQBCnVhecKTifNv8TEM4jaywtk4IXOVguen9zTLRt+UDN&#10;0WcihLBLUEHufZVI6dKcDLqhrYgDd7e1QR9gnUldYxvCTSnjKBpLgwWHhhwrWueUPo5Po6Ay78v5&#10;tts30eiKsW7X3D7GrNSg361mIDx1/if+urdaQTydhrnhTXgCcvE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FgTLvwAAAN0AAAAPAAAAAAAAAAAAAAAAAJgCAABkcnMvZG93bnJl&#10;di54bWxQSwUGAAAAAAQABAD1AAAAhA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JrXsUA&#10;AADdAAAADwAAAGRycy9kb3ducmV2LnhtbESPQYvCMBSE78L+h/CEvdlUEbHVKLKgeBK0Qndvj+bZ&#10;FpuX0kTt7q/fCILHYWa+YZbr3jTiTp2rLSsYRzEI4sLqmksF52w7moNwHlljY5kU/JKD9epjsMRU&#10;2wcf6X7ypQgQdikqqLxvUyldUZFBF9mWOHgX2xn0QXal1B0+Atw0chLHM2mw5rBQYUtfFRXX080o&#10;mH4nmyynn79rvrO53GcHe9jelPoc9psFCE+9f4df7b1WMEmSBJ5vwhO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Imte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G+hMMA&#10;AADdAAAADwAAAGRycy9kb3ducmV2LnhtbERPXWvCMBR9H/gfwhX2NhMVinRNZUwEZTDQDfZ6be7a&#10;rs1NTTKt/948DPZ4ON/FerS9uJAPrWMN85kCQVw503Kt4fNj+7QCESKywd4xabhRgHU5eSgwN+7K&#10;B7ocYy1SCIccNTQxDrmUoWrIYpi5gThx385bjAn6WhqP1xRue7lQKpMWW04NDQ702lDVHX+thvNy&#10;073709fP6W2/umVddV7Ifab143R8eQYRaYz/4j/3zmhYKpX2pzfpCcj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G+hMMAAADd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de2scA&#10;AADdAAAADwAAAGRycy9kb3ducmV2LnhtbESPT2sCMRTE7wW/Q3hCbzXRatGtUWqh0ItQ/xz09ty8&#10;7i5uXrZJqqufvhGEHoeZ+Q0znbe2FifyoXKsod9TIIhzZyouNGw3H09jECEiG6wdk4YLBZjPOg9T&#10;zIw784pO61iIBOGQoYYyxiaTMuQlWQw91xAn79t5izFJX0jj8ZzgtpYDpV6kxYrTQokNvZeUH9e/&#10;VsNiMl78fA15eV0d9rTfHY6jgVdaP3bbt1cQkdr4H763P42GZ6X6cHuTnoC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nXtrHAAAA3QAAAA8AAAAAAAAAAAAAAAAAmAIAAGRy&#10;cy9kb3ducmV2LnhtbFBLBQYAAAAABAAEAPUAAACMAwAAAAA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mnsYA&#10;AADdAAAADwAAAGRycy9kb3ducmV2LnhtbESP0UoDMRRE3wX/IVyhL2KTriC6Ni0iLbS4sNj6Abeb&#10;6+5icrMkabv9eyMIfRxm5gwzX47OihOF2HvWMJsqEMSNNz23Gr7264dnEDEhG7SeScOFIiwXtzdz&#10;LI0/8yeddqkVGcKxRA1dSkMpZWw6chinfiDO3rcPDlOWoZUm4DnDnZWFUk/SYc95ocOB3jtqfnZH&#10;p2FVHEJ9wA/bqH1rq21d3b/UldaTu/HtFUSiMV3D/+2N0fCoVAF/b/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omns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tUL8YA&#10;AADdAAAADwAAAGRycy9kb3ducmV2LnhtbESPT2sCMRTE7wW/Q3hCbzWxC1JXo9jCQkFo65+Dx+fm&#10;uVncvGw3qa7f3hQKPQ4z8xtmvuxdIy7UhdqzhvFIgSAuvam50rDfFU8vIEJENth4Jg03CrBcDB7m&#10;mBt/5Q1dtrESCcIhRw02xjaXMpSWHIaRb4mTd/Kdw5hkV0nT4TXBXSOflZpIhzWnBYstvVkqz9sf&#10;p8FJPByrSVF+rLL153pav359F1brx2G/moGI1Mf/8F/73WjIlMrg9016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/tUL8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0165BE" w:rsidRPr="00C623C0" w:rsidRDefault="000165BE" w:rsidP="000165B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РІШЕННЯ</w:t>
      </w:r>
    </w:p>
    <w:p w:rsidR="000165BE" w:rsidRPr="00C623C0" w:rsidRDefault="000165BE" w:rsidP="000165BE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сесії сільської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скликання</w:t>
      </w:r>
    </w:p>
    <w:p w:rsidR="000165BE" w:rsidRPr="00C623C0" w:rsidRDefault="000165BE" w:rsidP="000165B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0165BE" w:rsidRPr="00C623C0" w:rsidRDefault="000165BE" w:rsidP="000165BE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Крупець                                               №___  </w:t>
      </w:r>
    </w:p>
    <w:p w:rsidR="000165BE" w:rsidRPr="00C623C0" w:rsidRDefault="000165BE" w:rsidP="000165BE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0165BE" w:rsidRPr="00C623C0" w:rsidRDefault="000165BE" w:rsidP="000165BE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надання дозволу на розробку </w:t>
      </w:r>
    </w:p>
    <w:p w:rsidR="000165BE" w:rsidRPr="00C623C0" w:rsidRDefault="000165BE" w:rsidP="000165BE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із землеустрою  щодо </w:t>
      </w:r>
    </w:p>
    <w:p w:rsidR="000165BE" w:rsidRPr="00C623C0" w:rsidRDefault="000165BE" w:rsidP="000165BE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 земельної  ділянки</w:t>
      </w:r>
    </w:p>
    <w:p w:rsidR="000165BE" w:rsidRPr="00C623C0" w:rsidRDefault="000165BE" w:rsidP="000165BE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Поліщук М.Г.</w:t>
      </w:r>
    </w:p>
    <w:p w:rsidR="000165BE" w:rsidRPr="00C623C0" w:rsidRDefault="000165BE" w:rsidP="000165BE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0165BE" w:rsidRPr="00C623C0" w:rsidRDefault="000165BE" w:rsidP="000165BE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165BE" w:rsidRPr="00C623C0" w:rsidRDefault="000165BE" w:rsidP="000165BE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Поліщука М.Г.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сільська рада </w:t>
      </w:r>
    </w:p>
    <w:p w:rsidR="000165BE" w:rsidRPr="00C623C0" w:rsidRDefault="000165BE" w:rsidP="000165BE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0165BE" w:rsidRPr="00C623C0" w:rsidRDefault="000165BE" w:rsidP="000165BE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165BE" w:rsidRPr="00C623C0" w:rsidRDefault="000165BE" w:rsidP="000165BE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Надати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Поліщуку Миколі Григоровичу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 за адресою:</w:t>
      </w:r>
      <w:r w:rsidR="00627330">
        <w:rPr>
          <w:rFonts w:ascii="Times New Roman" w:hAnsi="Times New Roman" w:cs="Times New Roman"/>
          <w:lang w:val="en-US"/>
        </w:rPr>
        <w:t>____________________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50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, земельна ділянка розташована в с.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Колом’є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0165BE" w:rsidRPr="00C623C0" w:rsidRDefault="000165BE" w:rsidP="000165BE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Поліщуку М.Г.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0165BE" w:rsidRPr="00062C82" w:rsidRDefault="000165BE" w:rsidP="000165BE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165BE" w:rsidRPr="00062C82" w:rsidRDefault="000165BE" w:rsidP="000165BE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0165BE" w:rsidRPr="00C623C0" w:rsidRDefault="000165BE" w:rsidP="000165BE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165BE" w:rsidRPr="00C623C0" w:rsidRDefault="000165BE" w:rsidP="000165BE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165BE" w:rsidRPr="00C623C0" w:rsidRDefault="000165BE" w:rsidP="000165BE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165BE" w:rsidRPr="00C623C0" w:rsidRDefault="000165BE" w:rsidP="000165BE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165BE" w:rsidRPr="00C623C0" w:rsidRDefault="000165BE" w:rsidP="000165BE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165BE" w:rsidRPr="00C623C0" w:rsidRDefault="000165BE" w:rsidP="000165BE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Сільський голова                                                                                                   В.А.Михалюк </w:t>
      </w:r>
    </w:p>
    <w:p w:rsidR="002B69EB" w:rsidRDefault="002B69EB"/>
    <w:sectPr w:rsidR="002B69EB" w:rsidSect="002B6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0165BE"/>
    <w:rsid w:val="000165BE"/>
    <w:rsid w:val="00171A2E"/>
    <w:rsid w:val="001C526E"/>
    <w:rsid w:val="002B69EB"/>
    <w:rsid w:val="00304C90"/>
    <w:rsid w:val="00505B6D"/>
    <w:rsid w:val="00627330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B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227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2020-02-13T11:44:00Z</dcterms:created>
  <dcterms:modified xsi:type="dcterms:W3CDTF">2020-02-13T12:55:00Z</dcterms:modified>
</cp:coreProperties>
</file>