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2AF" w:rsidRPr="00DE6ED3" w:rsidRDefault="00FF32AF" w:rsidP="00FF32AF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FF32AF" w:rsidRPr="00DE6ED3" w:rsidRDefault="00FF32AF" w:rsidP="00FF3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FF32AF" w:rsidRPr="00DE6ED3" w:rsidRDefault="00FF32AF" w:rsidP="00FF32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2AF" w:rsidRDefault="00FF32AF" w:rsidP="00FF32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F32AF" w:rsidRDefault="00FF32AF" w:rsidP="00FF32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F32AF" w:rsidRPr="00DE6ED3" w:rsidRDefault="00FF32AF" w:rsidP="00FF32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FF32AF" w:rsidRPr="00DE6ED3" w:rsidRDefault="00FF32AF" w:rsidP="00FF32A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FF32AF" w:rsidRPr="00DE6ED3" w:rsidRDefault="00FF32AF" w:rsidP="00FF32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FF32AF" w:rsidRPr="00DE6ED3" w:rsidRDefault="00FF32AF" w:rsidP="00FF32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FF32AF" w:rsidRPr="00DE6ED3" w:rsidRDefault="00FF32AF" w:rsidP="00FF32A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FF32AF" w:rsidRPr="00DE6ED3" w:rsidRDefault="00FF32AF" w:rsidP="00FF32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FF32AF" w:rsidRPr="00DE6ED3" w:rsidRDefault="00FF32AF" w:rsidP="00FF32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FF32AF" w:rsidRPr="00DE6ED3" w:rsidRDefault="00FF32AF" w:rsidP="00FF32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FF32AF" w:rsidRPr="00DE6ED3" w:rsidRDefault="00FF32AF" w:rsidP="00FF32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FF32AF" w:rsidRPr="00DE6ED3" w:rsidRDefault="00FF32AF" w:rsidP="00FF32A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FF32AF" w:rsidRPr="00DE6ED3" w:rsidRDefault="00FF32AF" w:rsidP="00FF32A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proofErr w:type="gram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FF32AF" w:rsidRPr="00DE6ED3" w:rsidRDefault="00FF32AF" w:rsidP="00FF32A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FF32AF" w:rsidRPr="00DE6ED3" w:rsidRDefault="00FF32AF" w:rsidP="00FF32A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.03.2021 року                                            Крупець                                                 №___</w:t>
      </w:r>
    </w:p>
    <w:p w:rsidR="00FF32AF" w:rsidRPr="00DE6ED3" w:rsidRDefault="00FF32AF" w:rsidP="00FF32A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FF32AF" w:rsidRPr="00DE6ED3" w:rsidRDefault="00FF32AF" w:rsidP="00FF32A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FF32AF" w:rsidRPr="00DE6ED3" w:rsidRDefault="00FF32AF" w:rsidP="00FF32A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землеустрою</w:t>
      </w:r>
    </w:p>
    <w:p w:rsidR="00FF32AF" w:rsidRPr="00DE6ED3" w:rsidRDefault="00FF32AF" w:rsidP="00FF32A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FF32AF" w:rsidRPr="00DE6ED3" w:rsidRDefault="00FF32AF" w:rsidP="00FF32A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Мовчанець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В.П.</w:t>
      </w:r>
    </w:p>
    <w:p w:rsidR="00FF32AF" w:rsidRPr="00DE6ED3" w:rsidRDefault="00FF32AF" w:rsidP="00FF32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F32AF" w:rsidRPr="00DE6ED3" w:rsidRDefault="00FF32AF" w:rsidP="00FF32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F32AF" w:rsidRPr="00DE6ED3" w:rsidRDefault="00FF32AF" w:rsidP="00FF32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DE6ED3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Мовчанець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В.П.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FF32AF" w:rsidRPr="00DE6ED3" w:rsidRDefault="00FF32AF" w:rsidP="00FF32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FF32AF" w:rsidRPr="00DE6ED3" w:rsidRDefault="00FF32AF" w:rsidP="00FF32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F32AF" w:rsidRPr="00DE6ED3" w:rsidRDefault="00FF32AF" w:rsidP="00FF32A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Мовчанцю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Володимиру Петровичу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господарства, площею 0,8000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с.Лисиче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F32AF" w:rsidRPr="00DE6ED3" w:rsidRDefault="00FF32AF" w:rsidP="00FF3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Мовчанцю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Володимиру Петровичу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який  зареєстро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ваний за адресою: </w:t>
      </w:r>
      <w:r w:rsidR="00D458D7" w:rsidRPr="00D458D7">
        <w:rPr>
          <w:rFonts w:ascii="Times New Roman" w:eastAsia="Calibri" w:hAnsi="Times New Roman" w:cs="Times New Roman"/>
          <w:sz w:val="24"/>
        </w:rPr>
        <w:t>__________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D458D7" w:rsidRPr="00D458D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ділянку, площею 0,8000 га, кадастровий номер: 6823984700:01:016:0034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с.Лисиче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FF32AF" w:rsidRPr="00DE6ED3" w:rsidRDefault="00FF32AF" w:rsidP="00FF3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Мовчанцю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В.П.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FF32AF" w:rsidRPr="00DE6ED3" w:rsidRDefault="00FF32AF" w:rsidP="00FF32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F32AF" w:rsidRPr="00DE6ED3" w:rsidRDefault="00FF32AF" w:rsidP="00FF32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F32AF" w:rsidRPr="00DE6ED3" w:rsidRDefault="00FF32AF" w:rsidP="00FF32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4081D" w:rsidRPr="00FF32AF" w:rsidRDefault="00FF32AF" w:rsidP="00FF32A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84081D" w:rsidRPr="00FF32A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AF"/>
    <w:rsid w:val="00171A2E"/>
    <w:rsid w:val="00304C90"/>
    <w:rsid w:val="00505B6D"/>
    <w:rsid w:val="006D3977"/>
    <w:rsid w:val="007D6C18"/>
    <w:rsid w:val="0084081D"/>
    <w:rsid w:val="00D1641A"/>
    <w:rsid w:val="00D458D7"/>
    <w:rsid w:val="00FF3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</TotalTime>
  <Pages>1</Pages>
  <Words>260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2021-03-17T09:23:00Z</dcterms:created>
  <dcterms:modified xsi:type="dcterms:W3CDTF">2021-03-17T09:37:00Z</dcterms:modified>
</cp:coreProperties>
</file>