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176C" w:rsidRPr="00A5176C" w:rsidRDefault="00F16958" w:rsidP="00A5176C">
      <w:pPr>
        <w:jc w:val="both"/>
        <w:rPr>
          <w:rFonts w:ascii="Times New Roman" w:hAnsi="Times New Roman" w:cs="Times New Roman"/>
          <w:lang w:val="en-US"/>
        </w:rPr>
      </w:pPr>
      <w:r w:rsidRPr="00F16958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5176C" w:rsidRDefault="00A5176C" w:rsidP="00A517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5176C" w:rsidRDefault="00A5176C" w:rsidP="00A517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176C" w:rsidRDefault="00A5176C" w:rsidP="00A5176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176C" w:rsidRDefault="00A5176C" w:rsidP="00A517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176C" w:rsidRDefault="00A5176C" w:rsidP="00A517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5176C" w:rsidRDefault="00A5176C" w:rsidP="00A5176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5176C" w:rsidRDefault="00A5176C" w:rsidP="00A517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5176C" w:rsidRDefault="00A5176C" w:rsidP="00A517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5176C" w:rsidRDefault="00A5176C" w:rsidP="00A517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176C" w:rsidRDefault="00A5176C" w:rsidP="00A517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5176C" w:rsidRDefault="00A5176C" w:rsidP="00A517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176C" w:rsidRDefault="00A5176C" w:rsidP="00A5176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5176C" w:rsidRPr="0005326B" w:rsidRDefault="00A5176C" w:rsidP="00A5176C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5176C" w:rsidRDefault="00A5176C" w:rsidP="00A5176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№62</w:t>
      </w:r>
    </w:p>
    <w:p w:rsidR="00A5176C" w:rsidRDefault="00A5176C" w:rsidP="00A5176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5176C" w:rsidRPr="001D783B" w:rsidRDefault="00A5176C" w:rsidP="00A5176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5176C" w:rsidRPr="001D783B" w:rsidRDefault="00A5176C" w:rsidP="00A5176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A5176C" w:rsidRPr="001D783B" w:rsidRDefault="00A5176C" w:rsidP="00A5176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1D783B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5176C" w:rsidRPr="001D783B" w:rsidRDefault="00A5176C" w:rsidP="00A5176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Чапайло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Л.А.</w:t>
      </w:r>
    </w:p>
    <w:p w:rsidR="00A5176C" w:rsidRPr="001D783B" w:rsidRDefault="00A5176C" w:rsidP="00A5176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A5176C" w:rsidRPr="001D783B" w:rsidRDefault="00A5176C" w:rsidP="00A517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1D783B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Чапайло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Л.А.</w:t>
      </w:r>
      <w:r w:rsidRPr="001D783B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A5176C" w:rsidRPr="001D783B" w:rsidRDefault="00A5176C" w:rsidP="00A517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ВИРІШИЛА:</w:t>
      </w:r>
    </w:p>
    <w:p w:rsidR="00A5176C" w:rsidRPr="00140FB9" w:rsidRDefault="00A5176C" w:rsidP="00A517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Відмовити </w:t>
      </w:r>
      <w:proofErr w:type="spellStart"/>
      <w:r>
        <w:rPr>
          <w:rFonts w:ascii="Times New Roman" w:eastAsia="Calibri" w:hAnsi="Times New Roman" w:cs="Times New Roman"/>
          <w:sz w:val="24"/>
        </w:rPr>
        <w:t>Чапайло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Людмилі Анатоліївні, яка зареєстрована за адресою: </w:t>
      </w:r>
      <w:r w:rsidR="00261D02" w:rsidRPr="00261D02">
        <w:rPr>
          <w:rFonts w:ascii="Times New Roman" w:eastAsia="Calibri" w:hAnsi="Times New Roman" w:cs="Times New Roman"/>
          <w:sz w:val="24"/>
        </w:rPr>
        <w:t>________________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1D783B">
        <w:rPr>
          <w:rFonts w:ascii="Times New Roman" w:eastAsia="Calibri" w:hAnsi="Times New Roman" w:cs="Times New Roman"/>
          <w:sz w:val="24"/>
        </w:rPr>
        <w:t xml:space="preserve">дозвіл на розробку проекту із землеустрою щодо відведення земельної ділянки,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 xml:space="preserve">2,0 </w:t>
      </w:r>
      <w:r w:rsidRPr="001D783B">
        <w:rPr>
          <w:rFonts w:ascii="Times New Roman" w:eastAsia="Calibri" w:hAnsi="Times New Roman" w:cs="Times New Roman"/>
          <w:sz w:val="24"/>
        </w:rPr>
        <w:t xml:space="preserve">га, 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 xml:space="preserve">у зв’язку з тим, що </w:t>
      </w:r>
      <w:r w:rsidRPr="00140FB9">
        <w:rPr>
          <w:rFonts w:ascii="Times New Roman" w:eastAsia="Calibri" w:hAnsi="Times New Roman" w:cs="Times New Roman"/>
          <w:sz w:val="24"/>
        </w:rPr>
        <w:t>земельна ділянка не перебуває в комунальній власності громади.</w:t>
      </w:r>
    </w:p>
    <w:p w:rsidR="00A5176C" w:rsidRPr="00855D05" w:rsidRDefault="00A5176C" w:rsidP="00A517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</w:t>
      </w:r>
      <w:r w:rsidRPr="0018511F">
        <w:rPr>
          <w:rFonts w:ascii="Times New Roman" w:eastAsia="Calibri" w:hAnsi="Times New Roman" w:cs="Times New Roman"/>
          <w:sz w:val="24"/>
        </w:rPr>
        <w:t xml:space="preserve"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>
        <w:rPr>
          <w:rFonts w:ascii="Times New Roman" w:eastAsia="Calibri" w:hAnsi="Times New Roman" w:cs="Times New Roman"/>
          <w:sz w:val="24"/>
        </w:rPr>
        <w:t>(Денисюк Т.В.)</w:t>
      </w:r>
    </w:p>
    <w:p w:rsidR="00A5176C" w:rsidRPr="001D783B" w:rsidRDefault="00A5176C" w:rsidP="00A517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176C" w:rsidRPr="001D783B" w:rsidRDefault="00A5176C" w:rsidP="00A517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176C" w:rsidRPr="001D783B" w:rsidRDefault="00A5176C" w:rsidP="00A517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176C" w:rsidRPr="001D783B" w:rsidRDefault="00A5176C" w:rsidP="00A517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176C" w:rsidRPr="001D783B" w:rsidRDefault="00A5176C" w:rsidP="00A517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176C" w:rsidRPr="001D783B" w:rsidRDefault="00A5176C" w:rsidP="00A517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176C" w:rsidRPr="001D783B" w:rsidRDefault="00A5176C" w:rsidP="00A5176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1D783B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D783B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1D783B">
        <w:rPr>
          <w:rFonts w:ascii="Times New Roman" w:eastAsia="Calibri" w:hAnsi="Times New Roman" w:cs="Times New Roman"/>
          <w:sz w:val="24"/>
        </w:rPr>
        <w:t xml:space="preserve"> </w:t>
      </w:r>
    </w:p>
    <w:p w:rsidR="00C07CAE" w:rsidRDefault="00C07CAE"/>
    <w:sectPr w:rsidR="00C07CAE" w:rsidSect="00C07CA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5176C"/>
    <w:rsid w:val="00171A2E"/>
    <w:rsid w:val="001762E0"/>
    <w:rsid w:val="00261D02"/>
    <w:rsid w:val="00304C90"/>
    <w:rsid w:val="00505B6D"/>
    <w:rsid w:val="006D3977"/>
    <w:rsid w:val="007D4F02"/>
    <w:rsid w:val="007D6C18"/>
    <w:rsid w:val="00A5176C"/>
    <w:rsid w:val="00C07CAE"/>
    <w:rsid w:val="00D1641A"/>
    <w:rsid w:val="00F169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76C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207</Words>
  <Characters>1183</Characters>
  <Application>Microsoft Office Word</Application>
  <DocSecurity>0</DocSecurity>
  <Lines>9</Lines>
  <Paragraphs>2</Paragraphs>
  <ScaleCrop>false</ScaleCrop>
  <Company>Microsoft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2020-01-21T07:05:00Z</dcterms:created>
  <dcterms:modified xsi:type="dcterms:W3CDTF">2020-01-21T07:55:00Z</dcterms:modified>
</cp:coreProperties>
</file>