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5D" w:rsidRDefault="00C90C5D" w:rsidP="00C90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0C5D" w:rsidRDefault="00C90C5D" w:rsidP="00C90C5D"/>
    <w:p w:rsidR="00C90C5D" w:rsidRDefault="00C90C5D" w:rsidP="00C90C5D"/>
    <w:p w:rsidR="00C90C5D" w:rsidRDefault="00C90C5D" w:rsidP="00C90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0C5D" w:rsidRDefault="00C90C5D" w:rsidP="00C90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0C5D" w:rsidRDefault="00C90C5D" w:rsidP="00C90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0C5D" w:rsidRDefault="00C90C5D" w:rsidP="00C90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0C5D" w:rsidRDefault="00C90C5D" w:rsidP="00C90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C5D" w:rsidRDefault="00C90C5D" w:rsidP="00C90C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0C5D" w:rsidRDefault="00C90C5D" w:rsidP="00C90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C5D" w:rsidRDefault="00C90C5D" w:rsidP="00C90C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0C5D" w:rsidRPr="00685040" w:rsidRDefault="00C90C5D" w:rsidP="00C90C5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№39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90C5D" w:rsidRPr="002606EF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90C5D" w:rsidRPr="002606EF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90C5D" w:rsidRPr="002606EF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90C5D" w:rsidRPr="002606EF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0C5D" w:rsidRPr="00730562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C90C5D" w:rsidRPr="002606EF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Наталії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E7AA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0C5D" w:rsidRPr="002606EF" w:rsidRDefault="00C90C5D" w:rsidP="00C90C5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0C5D" w:rsidRPr="002606EF" w:rsidRDefault="00C90C5D" w:rsidP="00C90C5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0C5D" w:rsidRPr="00C90C5D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0C5D" w:rsidRPr="002606EF" w:rsidRDefault="00C90C5D" w:rsidP="00C90C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35BD" w:rsidRPr="00C90C5D" w:rsidRDefault="00C90C5D" w:rsidP="00C90C5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6B35BD" w:rsidRPr="00C90C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5D"/>
    <w:rsid w:val="00171A2E"/>
    <w:rsid w:val="002E7AA3"/>
    <w:rsid w:val="00304C90"/>
    <w:rsid w:val="00505B6D"/>
    <w:rsid w:val="006B35BD"/>
    <w:rsid w:val="006D3977"/>
    <w:rsid w:val="007D6C18"/>
    <w:rsid w:val="00C90C5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2020-05-27T16:50:00Z</dcterms:created>
  <dcterms:modified xsi:type="dcterms:W3CDTF">2020-05-27T17:25:00Z</dcterms:modified>
</cp:coreProperties>
</file>