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2E" w:rsidRDefault="00065EB5" w:rsidP="000D19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D192E" w:rsidRDefault="000D192E" w:rsidP="000D192E"/>
    <w:p w:rsidR="000D192E" w:rsidRDefault="000D192E" w:rsidP="000D192E"/>
    <w:p w:rsidR="000D192E" w:rsidRDefault="000D192E" w:rsidP="000D19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D192E" w:rsidRDefault="000D192E" w:rsidP="000D19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D192E" w:rsidRDefault="000D192E" w:rsidP="000D19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D192E" w:rsidRDefault="000D192E" w:rsidP="000D19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D192E" w:rsidRDefault="000D192E" w:rsidP="000D19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92E" w:rsidRDefault="000D192E" w:rsidP="000D19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D192E" w:rsidRDefault="000D192E" w:rsidP="000D19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192E" w:rsidRDefault="000D192E" w:rsidP="000D19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92E" w:rsidRPr="00991413" w:rsidRDefault="000D192E" w:rsidP="000D192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47</w:t>
      </w:r>
    </w:p>
    <w:p w:rsidR="000D192E" w:rsidRPr="004A7F1D" w:rsidRDefault="000D192E" w:rsidP="000D192E">
      <w:pPr>
        <w:rPr>
          <w:rFonts w:ascii="Times New Roman" w:eastAsia="Calibri" w:hAnsi="Times New Roman" w:cs="Times New Roman"/>
          <w:lang w:val="ru-RU" w:eastAsia="en-US"/>
        </w:rPr>
      </w:pPr>
    </w:p>
    <w:p w:rsidR="000D192E" w:rsidRPr="00434F18" w:rsidRDefault="000D192E" w:rsidP="000D192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D192E" w:rsidRPr="00434F18" w:rsidRDefault="000D192E" w:rsidP="000D192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D192E" w:rsidRPr="00434F18" w:rsidRDefault="000D192E" w:rsidP="000D192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0D192E" w:rsidRPr="00434F18" w:rsidRDefault="000D192E" w:rsidP="000D192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)</w:t>
      </w:r>
    </w:p>
    <w:p w:rsidR="000D192E" w:rsidRPr="009A1967" w:rsidRDefault="000D192E" w:rsidP="000D192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34F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Парфенцю</w:t>
      </w:r>
      <w:proofErr w:type="spellEnd"/>
      <w:r w:rsidRPr="00434F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А.В.</w:t>
      </w:r>
    </w:p>
    <w:p w:rsidR="000D192E" w:rsidRPr="00434F18" w:rsidRDefault="000D192E" w:rsidP="000D192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0D192E" w:rsidRPr="00434F18" w:rsidRDefault="000D192E" w:rsidP="000D19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Парфенця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</w:t>
      </w:r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</w:t>
      </w:r>
    </w:p>
    <w:p w:rsidR="000D192E" w:rsidRPr="00434F18" w:rsidRDefault="000D192E" w:rsidP="000D19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0D192E" w:rsidRPr="00434F18" w:rsidRDefault="000D192E" w:rsidP="000D19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Парфенцю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Андрію Васильовичу, який зареєстрований за адресою: </w:t>
      </w:r>
      <w:r w:rsidR="00065EB5" w:rsidRPr="00065EB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</w:t>
      </w:r>
      <w:bookmarkStart w:id="0" w:name="_GoBack"/>
      <w:bookmarkEnd w:id="0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 площею 0,2500 га,  для будівництва та обслуговування  житлового будинку, господарських будівель і споруд (присадибна ділянка)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земельна ділянка  розташована в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>вул.Горинська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20,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6823984000:01:005:0016.</w:t>
      </w:r>
    </w:p>
    <w:p w:rsidR="000D192E" w:rsidRPr="00434F18" w:rsidRDefault="000D192E" w:rsidP="000D19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34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2.Парфенцю А.В. </w:t>
      </w:r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34F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0D192E" w:rsidRPr="00434F18" w:rsidRDefault="000D192E" w:rsidP="000D19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F18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92E" w:rsidRPr="000D192E" w:rsidRDefault="000D192E" w:rsidP="000D19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B9128F" w:rsidRPr="000D192E" w:rsidRDefault="000D192E" w:rsidP="000D19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B9128F" w:rsidRPr="000D192E" w:rsidSect="00B912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192E"/>
    <w:rsid w:val="00065EB5"/>
    <w:rsid w:val="000D192E"/>
    <w:rsid w:val="00171A2E"/>
    <w:rsid w:val="00304C90"/>
    <w:rsid w:val="00505B6D"/>
    <w:rsid w:val="006D3977"/>
    <w:rsid w:val="007D6C18"/>
    <w:rsid w:val="00B9128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2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>Microsoft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2020-03-16T13:03:00Z</dcterms:created>
  <dcterms:modified xsi:type="dcterms:W3CDTF">2020-03-17T06:39:00Z</dcterms:modified>
</cp:coreProperties>
</file>