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4000" w:rsidRPr="00EB3DB1" w:rsidRDefault="00744000" w:rsidP="0074400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44000" w:rsidRDefault="0052021A" w:rsidP="007440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2021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744000" w:rsidRDefault="00744000" w:rsidP="00744000"/>
    <w:p w:rsidR="00744000" w:rsidRDefault="00744000" w:rsidP="00744000"/>
    <w:p w:rsidR="00744000" w:rsidRDefault="00744000" w:rsidP="007440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44000" w:rsidRDefault="00744000" w:rsidP="007440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44000" w:rsidRDefault="00744000" w:rsidP="007440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44000" w:rsidRDefault="00744000" w:rsidP="007440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44000" w:rsidRDefault="00744000" w:rsidP="0074400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000" w:rsidRDefault="00744000" w:rsidP="007440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44000" w:rsidRDefault="00744000" w:rsidP="007440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4000" w:rsidRPr="001C3332" w:rsidRDefault="00744000" w:rsidP="0074400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44000" w:rsidRDefault="00744000" w:rsidP="0074400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4000" w:rsidRPr="00EB3DB1" w:rsidRDefault="00744000" w:rsidP="0074400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№24</w:t>
      </w:r>
    </w:p>
    <w:p w:rsidR="00744000" w:rsidRPr="000209E7" w:rsidRDefault="00744000" w:rsidP="00744000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744000" w:rsidRPr="000209E7" w:rsidRDefault="00744000" w:rsidP="0074400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744000" w:rsidRPr="000209E7" w:rsidRDefault="00744000" w:rsidP="0074400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744000" w:rsidRPr="000209E7" w:rsidRDefault="00744000" w:rsidP="0074400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744000" w:rsidRPr="000209E7" w:rsidRDefault="00744000" w:rsidP="0074400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Нікітюку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В.В.</w:t>
      </w:r>
    </w:p>
    <w:p w:rsidR="00744000" w:rsidRPr="000209E7" w:rsidRDefault="00744000" w:rsidP="0074400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744000" w:rsidRPr="000209E7" w:rsidRDefault="00744000" w:rsidP="00744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Нікітюка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0209E7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744000" w:rsidRPr="000209E7" w:rsidRDefault="00744000" w:rsidP="00744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>ВИРІШИЛА:</w:t>
      </w:r>
    </w:p>
    <w:p w:rsidR="00744000" w:rsidRPr="000209E7" w:rsidRDefault="00744000" w:rsidP="00744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Нікітюку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Вадиму Валентиновичу</w:t>
      </w:r>
      <w:r w:rsidRPr="000209E7">
        <w:rPr>
          <w:rFonts w:ascii="Times New Roman" w:eastAsia="Calibri" w:hAnsi="Times New Roman" w:cs="Times New Roman"/>
          <w:sz w:val="24"/>
        </w:rPr>
        <w:t>, який заре</w:t>
      </w:r>
      <w:r>
        <w:rPr>
          <w:rFonts w:ascii="Times New Roman" w:eastAsia="Calibri" w:hAnsi="Times New Roman" w:cs="Times New Roman"/>
          <w:sz w:val="24"/>
        </w:rPr>
        <w:t xml:space="preserve">єстрований за адресою: </w:t>
      </w:r>
      <w:r w:rsidR="00BF2C16" w:rsidRPr="00BF2C16">
        <w:rPr>
          <w:rFonts w:ascii="Times New Roman" w:eastAsia="Calibri" w:hAnsi="Times New Roman" w:cs="Times New Roman"/>
          <w:sz w:val="24"/>
          <w:lang w:val="ru-RU"/>
        </w:rPr>
        <w:t>________________</w:t>
      </w:r>
      <w:r w:rsidRPr="000209E7">
        <w:rPr>
          <w:rFonts w:ascii="Times New Roman" w:eastAsia="Calibri" w:hAnsi="Times New Roman" w:cs="Times New Roman"/>
          <w:sz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</w:rPr>
        <w:t>0,30</w:t>
      </w:r>
      <w:r w:rsidRPr="000209E7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господарства, земельна ділянка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>.</w:t>
      </w:r>
    </w:p>
    <w:p w:rsidR="00744000" w:rsidRPr="000209E7" w:rsidRDefault="00744000" w:rsidP="00744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Нікітюку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В.В.</w:t>
      </w:r>
      <w:r w:rsidRPr="000209E7">
        <w:rPr>
          <w:rFonts w:ascii="Times New Roman" w:eastAsia="Calibri" w:hAnsi="Times New Roman" w:cs="Times New Roman"/>
          <w:sz w:val="24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744000" w:rsidRPr="000209E7" w:rsidRDefault="00744000" w:rsidP="00744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</w:t>
      </w:r>
    </w:p>
    <w:p w:rsidR="00744000" w:rsidRPr="000209E7" w:rsidRDefault="00744000" w:rsidP="00744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44000" w:rsidRPr="000209E7" w:rsidRDefault="00744000" w:rsidP="00744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44000" w:rsidRPr="00744000" w:rsidRDefault="00744000" w:rsidP="00744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744000" w:rsidRPr="000209E7" w:rsidRDefault="00744000" w:rsidP="0074400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F710F" w:rsidRPr="00744000" w:rsidRDefault="00744000" w:rsidP="0074400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 w:rsidRPr="000209E7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0209E7">
        <w:rPr>
          <w:rFonts w:ascii="Times New Roman" w:eastAsia="Calibri" w:hAnsi="Times New Roman" w:cs="Times New Roman"/>
          <w:sz w:val="24"/>
        </w:rPr>
        <w:t xml:space="preserve"> </w:t>
      </w:r>
    </w:p>
    <w:sectPr w:rsidR="00BF710F" w:rsidRPr="00744000" w:rsidSect="00BF71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44000"/>
    <w:rsid w:val="00171A2E"/>
    <w:rsid w:val="00304C90"/>
    <w:rsid w:val="00505B6D"/>
    <w:rsid w:val="0052021A"/>
    <w:rsid w:val="006D3977"/>
    <w:rsid w:val="00744000"/>
    <w:rsid w:val="007D6C18"/>
    <w:rsid w:val="00BF2C16"/>
    <w:rsid w:val="00BF710F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00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224</Words>
  <Characters>1278</Characters>
  <Application>Microsoft Office Word</Application>
  <DocSecurity>0</DocSecurity>
  <Lines>10</Lines>
  <Paragraphs>2</Paragraphs>
  <ScaleCrop>false</ScaleCrop>
  <Company>Microsoft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2020-01-21T06:44:00Z</dcterms:created>
  <dcterms:modified xsi:type="dcterms:W3CDTF">2020-01-21T07:37:00Z</dcterms:modified>
</cp:coreProperties>
</file>