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45" w:rsidRPr="004C3041" w:rsidRDefault="00205345" w:rsidP="00205345">
      <w:pPr>
        <w:pStyle w:val="HTML0"/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345" w:rsidRDefault="00205345" w:rsidP="002053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5345" w:rsidRDefault="00205345" w:rsidP="002053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5345" w:rsidRDefault="00205345" w:rsidP="002053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5345" w:rsidRDefault="00205345" w:rsidP="002053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5345" w:rsidRPr="00186FBA" w:rsidRDefault="00205345" w:rsidP="002053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5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.03.2021 року                                            Крупець                                                       №3</w:t>
      </w:r>
    </w:p>
    <w:p w:rsidR="00205345" w:rsidRPr="00205345" w:rsidRDefault="00205345" w:rsidP="0020534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205345" w:rsidRDefault="00205345" w:rsidP="002053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205345" w:rsidRDefault="00205345" w:rsidP="002053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4 від 23.12.2020 року «Про сільський  бюджет  Крупецької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Крупецької сільської ради на 2021 – 2023 роки » ,  сільська рада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 Романову   Руслану   Вікторовичу  в розмірі 1000.00 ( одна тисяча)  грн;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Дмитрійчуку Миколі Петровичу  в розмірі  1000.00 ( одна тисяча) грн;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Калюжній Марині Вікторівні в розмірі  1000.00 ( одна тисяча)  грн;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Коломейчуку  Федору Володимировичу в розмірі 2900.00 ( дві тисячі дев’ятсот )  грн;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Форсюку Борису Володимировичу  в розмірі  1000.00 ( одна тисяча)  грн;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Денисюк Валентині Григорівні в розмірі  1000.00 ( одна тисяча) грн;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Лаврук Євгенії Олександрівні в розмірі  1000.00 ( одна тисяча)  грн;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Кондратюк Анатолію Андрійовичу в розмірі 1000.00 ( одна тисяча)  грн на лікування Зощук Ольги Іванівни 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Іванець Світлані Василівні в розмірі  1000.00 ( одна тисяча) грн на лікування  Парай Василя Михайловича;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Соколовій Лілії Анатоліївні в розмірі 1000.00 ( одна тисяча) грн на лікування Ковальової Віри Миколаївни;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Яковчук Володимиру Леонідовичу в розмірі 2000.00 ( дві тисячі) грн.</w:t>
      </w:r>
    </w:p>
    <w:p w:rsidR="00205345" w:rsidRDefault="00205345" w:rsidP="0020534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Крупецької сільської ради здійснити виплату матеріальної допомоги вищеназваним  громадянам .</w:t>
      </w:r>
    </w:p>
    <w:p w:rsidR="00205345" w:rsidRDefault="00205345" w:rsidP="00205345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(Т.М.Бережна).</w:t>
      </w:r>
    </w:p>
    <w:p w:rsidR="00205345" w:rsidRDefault="00205345" w:rsidP="002053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345" w:rsidRDefault="00205345" w:rsidP="002053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64244A" w:rsidRDefault="0064244A"/>
    <w:sectPr w:rsidR="006424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45"/>
    <w:rsid w:val="00171A2E"/>
    <w:rsid w:val="00205345"/>
    <w:rsid w:val="00304C90"/>
    <w:rsid w:val="00505B6D"/>
    <w:rsid w:val="0064244A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2053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2053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05345"/>
    <w:rPr>
      <w:rFonts w:ascii="Consolas" w:hAnsi="Consolas"/>
      <w:sz w:val="20"/>
      <w:szCs w:val="20"/>
      <w:lang w:val="uk-UA" w:eastAsia="uk-UA" w:bidi="ar-SA"/>
    </w:rPr>
  </w:style>
  <w:style w:type="character" w:customStyle="1" w:styleId="af4">
    <w:name w:val="Основной текст_"/>
    <w:link w:val="24"/>
    <w:rsid w:val="00205345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205345"/>
    <w:pPr>
      <w:widowControl w:val="0"/>
      <w:shd w:val="clear" w:color="auto" w:fill="FFFFFF"/>
      <w:spacing w:before="300" w:after="0" w:line="315" w:lineRule="exact"/>
      <w:jc w:val="both"/>
    </w:pPr>
    <w:rPr>
      <w:spacing w:val="8"/>
      <w:shd w:val="clear" w:color="auto" w:fill="FFFFFF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2053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2053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05345"/>
    <w:rPr>
      <w:rFonts w:ascii="Consolas" w:hAnsi="Consolas"/>
      <w:sz w:val="20"/>
      <w:szCs w:val="20"/>
      <w:lang w:val="uk-UA" w:eastAsia="uk-UA" w:bidi="ar-SA"/>
    </w:rPr>
  </w:style>
  <w:style w:type="character" w:customStyle="1" w:styleId="af4">
    <w:name w:val="Основной текст_"/>
    <w:link w:val="24"/>
    <w:rsid w:val="00205345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205345"/>
    <w:pPr>
      <w:widowControl w:val="0"/>
      <w:shd w:val="clear" w:color="auto" w:fill="FFFFFF"/>
      <w:spacing w:before="300" w:after="0" w:line="315" w:lineRule="exact"/>
      <w:jc w:val="both"/>
    </w:pPr>
    <w:rPr>
      <w:spacing w:val="8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1557</Words>
  <Characters>889</Characters>
  <Application>Microsoft Office Word</Application>
  <DocSecurity>0</DocSecurity>
  <Lines>7</Lines>
  <Paragraphs>4</Paragraphs>
  <ScaleCrop>false</ScaleCrop>
  <Company>Microsoft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2021-03-30T12:40:00Z</dcterms:created>
  <dcterms:modified xsi:type="dcterms:W3CDTF">2021-03-30T12:40:00Z</dcterms:modified>
</cp:coreProperties>
</file>