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F8" w:rsidRDefault="000806F8" w:rsidP="000806F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6F8" w:rsidRDefault="000806F8" w:rsidP="000806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06F8" w:rsidRDefault="000806F8" w:rsidP="000806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806F8" w:rsidRDefault="000806F8" w:rsidP="000806F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06F8" w:rsidRDefault="000806F8" w:rsidP="000806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806F8" w:rsidRDefault="000806F8" w:rsidP="000806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06F8" w:rsidRPr="00A56207" w:rsidRDefault="000806F8" w:rsidP="000806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№32</w:t>
      </w:r>
    </w:p>
    <w:p w:rsidR="000806F8" w:rsidRDefault="000806F8" w:rsidP="000806F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06F8" w:rsidRPr="00C92EA5" w:rsidRDefault="000806F8" w:rsidP="000806F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Миколайчуку В.В.</w:t>
      </w: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>зглянувши   заяву   Миколайчука В.В.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0806F8" w:rsidRPr="00513972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 Миколайчуку Василю Валерійовичу,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953F4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 xml:space="preserve">0,4500 </w:t>
      </w:r>
      <w:r w:rsidRPr="00C92EA5">
        <w:rPr>
          <w:rFonts w:ascii="Times New Roman" w:eastAsia="Calibri" w:hAnsi="Times New Roman" w:cs="Times New Roman"/>
          <w:sz w:val="24"/>
        </w:rPr>
        <w:t xml:space="preserve">га,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>, яка розташована на терит</w:t>
      </w:r>
      <w:r>
        <w:rPr>
          <w:rFonts w:ascii="Times New Roman" w:eastAsia="Calibri" w:hAnsi="Times New Roman" w:cs="Times New Roman"/>
          <w:sz w:val="24"/>
        </w:rPr>
        <w:t xml:space="preserve">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Лисиче</w:t>
      </w:r>
      <w:r w:rsidRPr="00C92EA5">
        <w:rPr>
          <w:rFonts w:ascii="Times New Roman" w:eastAsia="Calibri" w:hAnsi="Times New Roman" w:cs="Times New Roman"/>
          <w:sz w:val="24"/>
        </w:rPr>
        <w:t>.</w:t>
      </w: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Миколайчуку В.В.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0806F8" w:rsidRPr="00C92EA5" w:rsidRDefault="000806F8" w:rsidP="000806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806F8" w:rsidRPr="00C92EA5" w:rsidRDefault="000806F8" w:rsidP="000806F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06F8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06F8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06F8" w:rsidRPr="00C92EA5" w:rsidRDefault="000806F8" w:rsidP="000806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E1A78" w:rsidRPr="000806F8" w:rsidRDefault="000806F8" w:rsidP="000806F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Pr="00C92EA5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sectPr w:rsidR="00BE1A78" w:rsidRPr="000806F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F8"/>
    <w:rsid w:val="000806F8"/>
    <w:rsid w:val="00171A2E"/>
    <w:rsid w:val="00304C90"/>
    <w:rsid w:val="00505B6D"/>
    <w:rsid w:val="006D3977"/>
    <w:rsid w:val="007D6C18"/>
    <w:rsid w:val="00A953F4"/>
    <w:rsid w:val="00BE1A7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0D5C"/>
  <w15:docId w15:val="{87AB0383-09E6-479D-B019-2F7041A3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6F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0806F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806F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806F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2021-04-28T11:39:00Z</dcterms:created>
  <dcterms:modified xsi:type="dcterms:W3CDTF">2021-04-28T13:02:00Z</dcterms:modified>
</cp:coreProperties>
</file>