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4F5" w:rsidRPr="00D815F3" w:rsidRDefault="009E44F5" w:rsidP="009E44F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9E44F5" w:rsidRPr="001869AA" w:rsidRDefault="009E44F5" w:rsidP="009E44F5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3043" name="Группа 129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304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981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KuxsAA&#10;AADeAAAADwAAAGRycy9kb3ducmV2LnhtbERPy6rCMBDdC/5DGMGdplpRqUYRUXEhiK/90IxtsZmU&#10;Jmr9+5sLgrs5nOfMl40pxYtqV1hWMOhHIIhTqwvOFFwv294UhPPIGkvLpOBDDpaLdmuOibZvPtHr&#10;7DMRQtglqCD3vkqkdGlOBl3fVsSBu9vaoA+wzqSu8R3CTSmHUTSWBgsODTlWtM4pfZyfRoGNd/vD&#10;LRue4g1PPK+O0/utOSjV7TSrGQhPjf+Jv+69DvPjaDSC/3fCDXLx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CKuxsAAAADe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q5/scA&#10;AADeAAAADwAAAGRycy9kb3ducmV2LnhtbERPTUsDMRC9C/6HMIKX0mardatr0yKFtdWD0Cp4HTbj&#10;Zu1msiSxXfvrTaHgbR7vc2aL3rZiTz40jhWMRxkI4srphmsFH+/l8B5EiMgaW8ek4JcCLOaXFzMs&#10;tDvwhvbbWIsUwqFABSbGrpAyVIYshpHriBP35bzFmKCvpfZ4SOG2lTdZlkuLDacGgx0tDVW77Y9V&#10;8F2+mc/l9PjsBw8bOg7K11X7kit1fdU/PYKI1Md/8dm91mn+bTa5g9M76QY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2quf7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uDiMQA&#10;AADeAAAADwAAAGRycy9kb3ducmV2LnhtbESP3YrCMBCF7xd8hzCCN4um/iBSjSKisngj/jzA0IxN&#10;sZmUJtr69htB8G6Gc+Z8Zxar1pbiSbUvHCsYDhIQxJnTBecKrpddfwbCB2SNpWNS8CIPq2XnZ4Gp&#10;dg2f6HkOuYgh7FNUYEKoUil9ZsiiH7iKOGo3V1sMca1zqWtsYrgt5ShJptJiwZFgsKKNoex+ftgI&#10;OY7xeLg1l92+xQa3B8O/65NSvW67noMI1Iav+XP9p2P9cTKZwvudOIN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rg4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MzKcUA&#10;AADeAAAADwAAAGRycy9kb3ducmV2LnhtbERPTUsDMRC9C/6HMII3m7XWtqxNi1SFIvTQVpDehs10&#10;d3EzCcnYXf+9KQje5vE+Z7EaXKfOFFPr2cD9qABFXHnbcm3g4/B2NweVBNli55kM/FCC1fL6aoGl&#10;9T3v6LyXWuUQTiUaaERCqXWqGnKYRj4QZ+7ko0PJMNbaRuxzuOv0uCim2mHLuaHBQOuGqq/9tzOw&#10;7V/D+2z6eArHOBnr9GLlcy3G3N4Mz0+ghAb5F/+5NzbPfygmM7i8k2/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ozMp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iyYcQA&#10;AADeAAAADwAAAGRycy9kb3ducmV2LnhtbESPzWrCQBDH74LvsEyhF6mbahFJXUVERbyIHw8wZMds&#10;aHY2ZLcmfXvnIPQ2w/w/frNY9b5WD2pjFdjA5zgDRVwEW3Fp4HbdfcxBxYRssQ5MBv4owmo5HCww&#10;t6HjMz0uqVQSwjFHAy6lJtc6Fo48xnFoiOV2D63HJGtbattiJ+G+1pMsm2mPFUuDw4Y2joqfy6+X&#10;ktMUT8d7d93te+xwe3Q8Wp+NeX/r19+gEvXpX/xyH6zgT7Mv4ZV3ZAa9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4smH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ACwMUA&#10;AADeAAAADwAAAGRycy9kb3ducmV2LnhtbERPTUsDMRC9C/0PYQrebNZaq65NS6kKUvBgWxBvw2a6&#10;u3QzCcnYXf+9EQRv83ifs1gNrlNniqn1bOB6UoAirrxtuTZw2L9c3YNKgmyx80wGvinBajm6WGBp&#10;fc/vdN5JrXIIpxINNCKh1DpVDTlMEx+IM3f00aFkGGttI/Y53HV6WhRz7bDl3NBgoE1D1Wn35Qy8&#10;9c9heze/PYbPOJvq9GTlYyPGXI6H9SMooUH+xX/uV5vn3xSzB/h9J9+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cALA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YgaccA&#10;AADeAAAADwAAAGRycy9kb3ducmV2LnhtbESPQUsDMRCF7wX/Qxihl2KztlRkbVpsISgolFbB67CZ&#10;7i5uJkuSdtd/7xwEbzPMm/fet96OvlNXiqkNbOB+XoAiroJruTbw+WHvHkGljOywC0wGfijBdnMz&#10;WWPpwsBHup5yrcSEU4kGmpz7UutUNeQxzUNPLLdziB6zrLHWLuIg5r7Ti6J40B5bloQGe9o3VH2f&#10;Lt7A7jDUyzirdmN4O798rax19t0aM70dn59AZRrzv/jv+9VJ/WWxEgDBkRn0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WIGn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rPDcMA&#10;AADeAAAADwAAAGRycy9kb3ducmV2LnhtbERP3WrCMBS+H+wdwhl4N1N1itRGEaUgYzfTPcChOWtq&#10;m5OSxFrffhkMdnc+vt9T7EbbiYF8aBwrmE0zEMSV0w3XCr4u5esaRIjIGjvHpOBBAXbb56cCc+3u&#10;/EnDOdYihXDIUYGJsc+lDJUhi2HqeuLEfTtvMSboa6k93lO47eQ8y1bSYsOpwWBPB0NVe75ZBeX7&#10;/GNob9qXbj++WVqa6/polJq8jPsNiEhj/Bf/uU86zV9kyxn8vpNu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erPD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gbhcQA&#10;AADeAAAADwAAAGRycy9kb3ducmV2LnhtbERP32vCMBB+H+x/CDfwRWaq4hidUVQIDhREJ/h6NGdb&#10;1lxKEm3335vBYG/38f28+bK3jbiTD7VjBeNRBoK4cKbmUsH5S7++gwgR2WDjmBT8UIDl4vlpjrlx&#10;HR/pfoqlSCEcclRQxdjmUoaiIoth5FrixF2dtxgT9KU0HrsUbhs5ybI3abHm1FBhS5uKiu/TzSpY&#10;H7py6ofFune76/Yy09rovVZq8NKvPkBE6uO/+M/9adL8aTabwO876Qa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IG4X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T04cIA&#10;AADeAAAADwAAAGRycy9kb3ducmV2LnhtbERPzYrCMBC+C75DGGFvmqrrItUo4lKQxcu6PsDQjE21&#10;mZQk1vr2mwVhb/Px/c5629tGdORD7VjBdJKBIC6drrlScP4pxksQISJrbByTgicF2G6GgzXm2j34&#10;m7pTrEQK4ZCjAhNjm0sZSkMWw8S1xIm7OG8xJugrqT0+Urht5CzLPqTFmlODwZb2hsrb6W4VFF+z&#10;Y3e7a1+4Xf9uaWGuy0+j1Nuo361AROrjv/jlPug0f54t5vD3TrpB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dPTh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PyfcEA&#10;AADeAAAADwAAAGRycy9kb3ducmV2LnhtbERPzYrCMBC+C/sOYQRvNnG1i1SjiKDoces+wNCMbbGZ&#10;dJusrW9vBGFv8/H9zno72EbcqfO1Yw2zRIEgLpypudTwczlMlyB8QDbYOCYND/Kw3XyM1pgZ1/M3&#10;3fNQihjCPkMNVQhtJqUvKrLoE9cSR+7qOoshwq6UpsM+httGfir1JS3WHBsqbGlfUXHL/6yGxaM/&#10;/ubpTR2Mpdl53p45FKnWk/GwW4EINIR/8dt9MnH+XKULeL0Tb5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T8n3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1BScMA&#10;AADeAAAADwAAAGRycy9kb3ducmV2LnhtbERPTWvCQBC9C/6HZYTe6kaLUtOsIkpEemqj7XnIjklo&#10;djZkNzH++64geJvH+5xkM5ha9NS6yrKC2TQCQZxbXXGh4HxKX99BOI+ssbZMCm7kYLMejxKMtb3y&#10;N/WZL0QIYRejgtL7JpbS5SUZdFPbEAfuYluDPsC2kLrFawg3tZxH0VIarDg0lNjQrqT8L+uMgm75&#10;Oz/z5VN/ZfvbYbVPt07+FEq9TIbtBwhPg3+KH+6jDvPfosUC7u+EG+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1BS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01ZskA&#10;AADeAAAADwAAAGRycy9kb3ducmV2LnhtbESPT0/CQBDF7yR8h82QcIMtf9JAYSFqYiIcJKIeuI3d&#10;sS12Z2t3hfLtnYOJt5nMm/feb73tXK0u1IbKs4HJOAFFnHtbcWHg7fVxtAAVIrLF2jMZuFGA7abf&#10;W2Nm/ZVf6HKMhRITDhkaKGNsMq1DXpLDMPYNsdw+feswytoW2rZ4FXNX62mSpNphxZJQYkMPJeVf&#10;xx9n4P2wSJeH+938vH/+wJmz3ydbpcYMB93dClSkLv6L/76frNSfLlMBEByZQW9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001Z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gHacQA&#10;AADeAAAADwAAAGRycy9kb3ducmV2LnhtbERPTWvCQBC9F/wPyxR6qxujBBuzEVvRFk9qBa9DdkxC&#10;s7Mhu9XYX+8KBW/zeJ+TzXvTiDN1rrasYDSMQBAXVtdcKjh8r16nIJxH1thYJgVXcjDPB08Zptpe&#10;eEfnvS9FCGGXooLK+zaV0hUVGXRD2xIH7mQ7gz7ArpS6w0sIN42MoyiRBmsODRW29FFR8bP/NQr+&#10;kiNu3Wf8vhxrT9fJdG0327VSL8/9YgbCU+8f4n/3lw7z47dkBPd3wg0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4B2n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PwsMQA&#10;AADeAAAADwAAAGRycy9kb3ducmV2LnhtbERPzWrCQBC+F3yHZQre6qbBiqZughQFb63RBxiy000w&#10;Oxuz2yT26buFQm/z8f3OtphsKwbqfeNYwfMiAUFcOd2wUXA5H57WIHxA1tg6JgV38lDks4ctZtqN&#10;fKKhDEbEEPYZKqhD6DIpfVWTRb9wHXHkPl1vMUTYG6l7HGO4bWWaJCtpseHYUGNHbzVV1/LLKri5&#10;9EVP5R7fr/vNR2PM8vZ9Wio1f5x2ryACTeFf/Oc+6jg/3axS+H0n3i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T8L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MzwMMA&#10;AADeAAAADwAAAGRycy9kb3ducmV2LnhtbERPyW7CMBC9V+IfrEHiVhxABEgxCJAqcWU59Di1hyQl&#10;HofYQMrXY6RKvc3TW2e+bG0lbtT40rGCQT8BQaydKTlXcDx8vk9B+IBssHJMCn7Jw3LReZtjZtyd&#10;d3Tbh1zEEPYZKihCqDMpvS7Iou+7mjhyJ9dYDBE2uTQN3mO4reQwSVJpseTYUGBNm4L0eX+1Crbl&#10;N41TfZrZ6Vrvvh6XMJr8GKV63Xb1ASJQG/7Ff+6tifOHs3QEr3fiD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+Mzw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tSY8YA&#10;AADeAAAADwAAAGRycy9kb3ducmV2LnhtbERPXWvCQBB8L/gfjhX6Vi8NRWr0EqogtLQV/EBfl9ya&#10;C+b2Qu4a47/vFQq+ze7szOwsisE2oqfO144VPE8SEMSl0zVXCg779dMrCB+QNTaOScGNPBT56GGB&#10;mXZX3lK/C5WIJuwzVGBCaDMpfWnIop+4ljhyZ9dZDHHsKqk7vEZz28g0SabSYs0xwWBLK0PlZfdj&#10;FfS4uSUns/yefdRfZbpZHj913KvH8fA2BxFoCPfjf/W7ju+ns+kL/NWJGGT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tSY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ooYsMA&#10;AADeAAAADwAAAGRycy9kb3ducmV2LnhtbERPTUvDQBC9C/0PyxS82U0DFo3dllKoeNToweOYnWZT&#10;szNhd9tEf70rCN7m8T5nvZ18ry4UYidsYLkoQBE3YjtuDby9Hm7uQMWEbLEXJgNfFGG7mV2tsbIy&#10;8gtd6tSqHMKxQgMupaHSOjaOPMaFDMSZO0rwmDIMrbYBxxzue10WxUp77Dg3OBxo76j5rM/ewPjY&#10;fJzK47t132GQQ/0sp7IXY67n0+4BVKIp/Yv/3E82zy/vV7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ooY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CmAsUA&#10;AADeAAAADwAAAGRycy9kb3ducmV2LnhtbERPTWvCQBC9F/wPywi91Y05pDZ1FasVSqmItt7H7JhE&#10;d2dDdqvpv3eFgrd5vM8ZTztrxJlaXztWMBwkIIgLp2suFfx8L59GIHxA1mgck4I/8jCd9B7GmGt3&#10;4Q2dt6EUMYR9jgqqEJpcSl9UZNEPXEMcuYNrLYYI21LqFi8x3BqZJkkmLdYcGypsaF5Rcdr+WgXL&#10;9cIc09VmtpNh/v68N6PPt8WXUo/9bvYKIlAX7uJ/94eO89OXLIPbO/EGO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QKYC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reDcYA&#10;AADeAAAADwAAAGRycy9kb3ducmV2LnhtbERPTWvCQBC9C/0Pywi9SN3UorWpq4hQomChTQu9jtkx&#10;CWZnQ3abxH/vCoK3ebzPWax6U4mWGldaVvA8jkAQZ1aXnCv4/fl4moNwHlljZZkUnMnBavkwWGCs&#10;bcff1KY+FyGEXYwKCu/rWEqXFWTQjW1NHLijbQz6AJtc6ga7EG4qOYmimTRYcmgosKZNQdkp/TcK&#10;2q/9Id+2rt6d5iM3fTkkyaf+U+px2K/fQXjq/V18c291mD95m73C9Z1wg1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reD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k0YskA&#10;AADeAAAADwAAAGRycy9kb3ducmV2LnhtbESPQW/CMAyF70j7D5GRdoOUakNQCGhMmsQFabAdxs00&#10;pq1onC7JoNuvnw+TdrP1nt/7vFz3rlVXCrHxbGAyzkARl942XBl4f3sZzUDFhGyx9UwGvinCenU3&#10;WGJh/Y33dD2kSkkIxwIN1Cl1hdaxrMlhHPuOWLSzDw6TrKHSNuBNwl2r8yybaocNS0ONHT3XVF4O&#10;X87AZj7bfL4+8O5nfzrS8eN0ecxDZsz9sH9agErUp3/z3/XWCn4+nwqvvCMz6N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Qk0YskAAADeAAAADwAAAAAAAAAAAAAAAACYAgAA&#10;ZHJzL2Rvd25yZXYueG1sUEsFBgAAAAAEAAQA9QAAAI4DAAAAAA==&#10;" fillcolor="black" stroked="f"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af+cYA&#10;AADeAAAADwAAAGRycy9kb3ducmV2LnhtbERPS2vCQBC+F/oflil4q5sGGjR1ldoHFNSDtocex+yY&#10;LMnOhuyq0V/vCoK3+fieM5n1thEH6rxxrOBlmIAgLpw2XCr4+/1+HoHwAVlj45gUnMjDbPr4MMFc&#10;uyOv6bAJpYgh7HNUUIXQ5lL6oiKLfuha4sjtXGcxRNiVUnd4jOG2kWmSZNKi4dhQYUsfFRX1Zm8V&#10;/C8yM1obSrfL8/xLL1/r+eqzVmrw1L+/gQjUh7v45v7RcX46zsZwfSfeI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4af+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fNi8cA&#10;AADeAAAADwAAAGRycy9kb3ducmV2LnhtbESPQU8CMRCF7yb8h2ZIvElXDooLhRCM0YsHQeN1sh22&#10;626nS1tg4dc7BxNvM5k3771vsRp8p04UUxPYwP2kAEVcBdtwbeBz93I3A5UyssUuMBm4UILVcnSz&#10;wNKGM3/QaZtrJSacSjTgcu5LrVPlyGOahJ5YbvsQPWZZY61txLOY+05Pi+JBe2xYEhz2tHFUtduj&#10;NxDX38/tlY9fbXF9v6TXn+EwQ2fM7XhYz0FlGvK/+O/7zUr96dOjAAiOz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k3zYv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reW8QA&#10;AADeAAAADwAAAGRycy9kb3ducmV2LnhtbERP22rCQBB9F/oPyxR8kboxD7WmrlIKBaEiePmAaXZM&#10;gruzITvV2K/vCoJvczjXmS9779SZutgENjAZZ6CIy2Abrgwc9l8vb6CiIFt0gcnAlSIsF0+DORY2&#10;XHhL551UKoVwLNBALdIWWseyJo9xHFrixB1D51ES7CptO7ykcO90nmWv2mPDqaHGlj5rKk+7X2/A&#10;5T9u9j2Na7ke9Dr787Idbawxw+f+4x2UUC8P8d29sml+PptO4PZOukE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K3lv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gBdsQA&#10;AADeAAAADwAAAGRycy9kb3ducmV2LnhtbERPPW/CMBDdK/U/WIfUDRwyFBowiBYhZWFooGI94iOO&#10;sM9R7ELaX19XqtTtnt7nLdeDs+JGfWg9K5hOMhDEtdctNwqOh914DiJEZI3WMyn4ogDr1ePDEgvt&#10;7/xOtyo2IoVwKFCBibErpAy1IYdh4jvixF187zAm2DdS93hP4c7KPMuepcOWU4PBjt4M1dfq0ynY&#10;Vp3Nj6V5DaeP/flsy+8dnbZKPY2GzQJEpCH+i//cpU7z85dZDr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IAXb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W28IA&#10;AADeAAAADwAAAGRycy9kb3ducmV2LnhtbERPS2sCMRC+C/0PYQq9aVIFtatRSqkgePJ16G1Ixt3V&#10;zWTZRHf7740geJuP7znzZecqcaMmlJ41fA4UCGLjbcm5hsN+1Z+CCBHZYuWZNPxTgOXirTfHzPqW&#10;t3TbxVykEA4ZaihirDMpgynIYRj4mjhxJ984jAk2ubQNtincVXKo1Fg6LDk1FFjTT0Hmsrs6DeeV&#10;3Hij0BwPx3ZtJ3+/Y6qU1h/v3fcMRKQuvsRP99qm+cOvyQge76Qb5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QRbb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B9yMUA&#10;AADeAAAADwAAAGRycy9kb3ducmV2LnhtbERPS2vCQBC+F/wPywi91Y1p8RFdxRYKpeKhKuJxzI5J&#10;SHY27K6a/vuuIPQ2H99z5svONOJKzleWFQwHCQji3OqKCwX73efLBIQPyBoby6TglzwsF72nOWba&#10;3viHrttQiBjCPkMFZQhtJqXPSzLoB7YljtzZOoMhQldI7fAWw00j0yQZSYMVx4YSW/ooKa+3F6Pg&#10;eFnzefP6vXLv4WC7na/T06RW6rnfrWYgAnXhX/xwf+k4P52O3+D+Trx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QH3I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ENIcYA&#10;AADeAAAADwAAAGRycy9kb3ducmV2LnhtbERPTWsCMRC9C/6HMEJvmnWpra5G0YLQi1BtD/U2bsbd&#10;xc1km0Td+usboeBtHu9zZovW1OJCzleWFQwHCQji3OqKCwVfn+v+GIQPyBpry6Tglzws5t3ODDNt&#10;r7ylyy4UIoawz1BBGUKTSenzkgz6gW2II3e0zmCI0BVSO7zGcFPLNElepMGKY0OJDb2VlJ92Z6Ng&#10;NRmvfj6eeXPbHva0/z6cRqlLlHrqtcspiEBteIj/3e86zk8nryO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tENIcYAAADeAAAADwAAAAAAAAAAAAAAAACYAgAAZHJz&#10;L2Rvd25yZXYueG1sUEsFBgAAAAAEAAQA9QAAAIsDAAAAAA==&#10;" fillcolor="black" stroked="f"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WY/MQA&#10;AADeAAAADwAAAGRycy9kb3ducmV2LnhtbERPTUsDMRC9C/6HMII3m7VCbdemZSkUxdO2VXqdbsbN&#10;4mayJGm6/nsjCL3N433Ocj3aXiTyoXOs4HFSgCBunO64VfBx2D7MQYSIrLF3TAp+KMB6dXuzxFK7&#10;C+8o7WMrcgiHEhWYGIdSytAYshgmbiDO3JfzFmOGvpXa4yWH215Oi2ImLXacGwwOtDHUfO/PVkE6&#10;berqKR2T2b37qvWufv081Urd343VC4hIY7yK/91vOs+fLp5n8PdOvk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1mPz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V5bsUA&#10;AADeAAAADwAAAGRycy9kb3ducmV2LnhtbERPS2vCQBC+F/wPyxS81Y0efKSuUkRFvWjTQnscstNs&#10;aHY2ZNeY9te7guBtPr7nzJedrURLjS8dKxgOEhDEudMlFwo+PzYvUxA+IGusHJOCP/KwXPSe5phq&#10;d+F3arNQiBjCPkUFJoQ6ldLnhiz6gauJI/fjGoshwqaQusFLDLeVHCXJWFosOTYYrGllKP/NzlaB&#10;H67WXwf7P2u/t4aP2d6MT4VRqv/cvb2CCNSFh/ju3uk4fzSbTOD2TrxB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VXlu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E44F5" w:rsidRPr="00D815F3" w:rsidRDefault="009E44F5" w:rsidP="009E44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9E44F5" w:rsidRPr="001869AA" w:rsidRDefault="009E44F5" w:rsidP="009E44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E44F5" w:rsidRPr="001869AA" w:rsidRDefault="009E44F5" w:rsidP="009E44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E44F5" w:rsidRPr="001869AA" w:rsidRDefault="009E44F5" w:rsidP="009E44F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E44F5" w:rsidRPr="00D815F3" w:rsidRDefault="009E44F5" w:rsidP="009E44F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9E44F5" w:rsidRPr="001869AA" w:rsidRDefault="009E44F5" w:rsidP="009E44F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9E44F5" w:rsidRPr="001869AA" w:rsidRDefault="009E44F5" w:rsidP="009E44F5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9E44F5" w:rsidRPr="001869AA" w:rsidRDefault="009E44F5" w:rsidP="009E44F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9E44F5" w:rsidRPr="001869AA" w:rsidRDefault="009E44F5" w:rsidP="009E44F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9E44F5" w:rsidRPr="001869AA" w:rsidRDefault="009E44F5" w:rsidP="009E44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30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4F5" w:rsidRDefault="009E44F5" w:rsidP="009E44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012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PTld3YAABJ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E44F5" w:rsidRDefault="009E44F5" w:rsidP="009E44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E44F5" w:rsidRDefault="009E44F5" w:rsidP="009E44F5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9E44F5" w:rsidRPr="001869AA" w:rsidRDefault="009E44F5" w:rsidP="009E44F5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E44F5" w:rsidRDefault="009E44F5" w:rsidP="009E44F5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9E44F5" w:rsidRPr="001869AA" w:rsidRDefault="009E44F5" w:rsidP="009E44F5">
      <w:pPr>
        <w:spacing w:after="0" w:line="240" w:lineRule="auto"/>
        <w:jc w:val="center"/>
        <w:rPr>
          <w:rFonts w:ascii="Times New Roman" w:hAnsi="Times New Roman"/>
        </w:rPr>
      </w:pPr>
    </w:p>
    <w:p w:rsidR="009E44F5" w:rsidRPr="00312454" w:rsidRDefault="009E44F5" w:rsidP="009E44F5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9E44F5" w:rsidRDefault="009E44F5" w:rsidP="009E44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E44F5" w:rsidRDefault="009E44F5" w:rsidP="009E44F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E44F5" w:rsidRPr="00E12288" w:rsidRDefault="009E44F5" w:rsidP="009E44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9E44F5" w:rsidRPr="00E12288" w:rsidRDefault="009E44F5" w:rsidP="009E44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9E44F5" w:rsidRPr="00E12288" w:rsidRDefault="009E44F5" w:rsidP="009E44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9E44F5" w:rsidRPr="00E12288" w:rsidRDefault="009E44F5" w:rsidP="009E44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Сищук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Г.О.</w:t>
      </w:r>
    </w:p>
    <w:p w:rsidR="009E44F5" w:rsidRPr="00E12288" w:rsidRDefault="009E44F5" w:rsidP="009E44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9E44F5" w:rsidRPr="00E12288" w:rsidRDefault="009E44F5" w:rsidP="009E44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9E44F5" w:rsidRPr="00E12288" w:rsidRDefault="009E44F5" w:rsidP="009E44F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розглянувши заяву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Г.О.,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9E44F5" w:rsidRPr="00E12288" w:rsidRDefault="009E44F5" w:rsidP="009E44F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9E44F5" w:rsidRPr="00E12288" w:rsidRDefault="009E44F5" w:rsidP="009E44F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9E44F5" w:rsidRPr="00E12288" w:rsidRDefault="009E44F5" w:rsidP="009E44F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Затвердити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Галині Олександрівні, </w:t>
      </w:r>
      <w:r>
        <w:rPr>
          <w:rFonts w:ascii="Times New Roman" w:hAnsi="Times New Roman"/>
          <w:sz w:val="24"/>
        </w:rPr>
        <w:t xml:space="preserve"> яка 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а</w:t>
      </w:r>
      <w:r w:rsidRPr="00E12288">
        <w:rPr>
          <w:rFonts w:ascii="Times New Roman" w:hAnsi="Times New Roman"/>
          <w:sz w:val="24"/>
        </w:rPr>
        <w:t xml:space="preserve"> за адрес</w:t>
      </w:r>
      <w:r>
        <w:rPr>
          <w:rFonts w:ascii="Times New Roman" w:hAnsi="Times New Roman"/>
          <w:sz w:val="24"/>
        </w:rPr>
        <w:t xml:space="preserve">ою: </w:t>
      </w:r>
      <w:r w:rsidR="00775FC5">
        <w:rPr>
          <w:rFonts w:ascii="Times New Roman" w:hAnsi="Times New Roman"/>
          <w:sz w:val="24"/>
          <w:lang w:val="en-US"/>
        </w:rPr>
        <w:t>__________</w:t>
      </w:r>
      <w:r>
        <w:rPr>
          <w:rFonts w:ascii="Times New Roman" w:hAnsi="Times New Roman"/>
          <w:sz w:val="24"/>
        </w:rPr>
        <w:t>,</w:t>
      </w:r>
      <w:r w:rsidRPr="00E12288"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775FC5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атну власність, площею 0,2500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га,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982100:01:012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023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для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яка розташована Хмельницька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вулиця  Шкільна,  2.</w:t>
      </w:r>
    </w:p>
    <w:p w:rsidR="009E44F5" w:rsidRPr="00E12288" w:rsidRDefault="009E44F5" w:rsidP="009E44F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2.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Г.О.</w:t>
      </w: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9E44F5" w:rsidRPr="00E12288" w:rsidRDefault="009E44F5" w:rsidP="009E44F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E44F5" w:rsidRPr="009E44F5" w:rsidRDefault="009E44F5" w:rsidP="009E44F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</w:p>
    <w:p w:rsidR="009E44F5" w:rsidRDefault="009E44F5" w:rsidP="009E44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9E44F5" w:rsidRDefault="009E44F5" w:rsidP="009E44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906C73" w:rsidRPr="009E44F5" w:rsidRDefault="009E44F5" w:rsidP="009E44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906C73" w:rsidRPr="009E44F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4F5"/>
    <w:rsid w:val="00171A2E"/>
    <w:rsid w:val="00304C90"/>
    <w:rsid w:val="00505B6D"/>
    <w:rsid w:val="006D3977"/>
    <w:rsid w:val="00775FC5"/>
    <w:rsid w:val="007D6C18"/>
    <w:rsid w:val="00906C73"/>
    <w:rsid w:val="009E44F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F5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4F5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255</Words>
  <Characters>1460</Characters>
  <Application>Microsoft Office Word</Application>
  <DocSecurity>0</DocSecurity>
  <Lines>12</Lines>
  <Paragraphs>3</Paragraphs>
  <ScaleCrop>false</ScaleCrop>
  <Company>Microsoft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2020-11-17T16:04:00Z</dcterms:created>
  <dcterms:modified xsi:type="dcterms:W3CDTF">2020-11-18T07:03:00Z</dcterms:modified>
</cp:coreProperties>
</file>