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571C" w:rsidRDefault="001A571C" w:rsidP="001A57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7401CF" wp14:editId="68765E6E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5726" name="Группа 157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572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A571C" w:rsidRDefault="001A571C" w:rsidP="001A571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26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HiVsMA&#10;AADeAAAADwAAAGRycy9kb3ducmV2LnhtbERPS2vCQBC+C/0PyxR6042RNhJdQyhtyUEovu5DdkyC&#10;2dmQ3Zr4792C4G0+vuess9G04kq9aywrmM8iEMSl1Q1XCo6H7+kShPPIGlvLpOBGDrLNy2SNqbYD&#10;7+i695UIIexSVFB736VSurImg25mO+LAnW1v0AfYV1L3OIRw08o4ij6kwYZDQ40dfdZUXvZ/RoFd&#10;/BTbUxXvFl+ceM5/l+fTuFXq7XXMVyA8jf4pfrgLHea/J3EC/++E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1HiV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rEh8kA&#10;AADeAAAADwAAAGRycy9kb3ducmV2LnhtbESPT0sDMRDF74LfIYzgpdisBdu6Ni1SWP8dCq2C12Ez&#10;blY3kyWJ7dpP3zkUvM3w3rz3m8Vq8J3aU0xtYAO34wIUcR1sy42Bj/fqZg4qZWSLXWAy8EcJVsvL&#10;iwWWNhx4S/tdbpSEcCrRgMu5L7VOtSOPaRx6YtG+QvSYZY2NthEPEu47PSmKqfbYsjQ47GntqP7Z&#10;/XoD39XGfa5nx6c4ut/ScVS9PXevU2Our4bHB1CZhvxvPl+/WMG/m02EV96RGfTyB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ArEh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XFHccA&#10;AADeAAAADwAAAGRycy9kb3ducmV2LnhtbESPzWrDMBCE74W8g9hCLiWR49AmdS2HUJJScgn5eYDF&#10;2lim1spYqu28fVUo9LbLzM43m29G24ieOl87VrCYJyCIS6drrhRcL/vZGoQPyBobx6TgTh42xeQh&#10;x0y7gU/Un0MlYgj7DBWYENpMSl8asujnriWO2s11FkNcu0rqDocYbhuZJsmLtFhzJBhs6d1Q+XX+&#10;thFyXOLxcBsu+48RB9wdDD9tT0pNH8ftG4hAY/g3/11/6lj/eZW+wu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1VxR3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LvZ8cA&#10;AADeAAAADwAAAGRycy9kb3ducmV2LnhtbESPQUsDQQyF74L/YYjgzc5abStrp0WqgggerIJ4Czvp&#10;7uJOZpiJ3fXfm4PgLSEv771vvZ3CYI6USx/ZweWsAkPcRN9z6+D97fHiBkwRZI9DZHLwQwW2m9OT&#10;NdY+jvxKx720Rk241OigE0m1taXpKGCZxUSst0PMAUXX3FqfcVTzMNh5VS1twJ41ocNEu46ar/13&#10;cPAyPqTn1XJxSJ/5em7LvZePnTh3fjbd3YIRmuRf/Pf95LX+YnWl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y72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pfxscA&#10;AADeAAAADwAAAGRycy9kb3ducmV2LnhtbESPwWrDMBBE74H+g9hCL6GRU5M2OJFNKE0ovpgk/YDF&#10;2lim1spYauz+fRUo5LbLzM6b3RaT7cSVBt86VrBcJCCIa6dbbhR8nffPaxA+IGvsHJOCX/JQ5A+z&#10;LWbajXyk6yk0Ioawz1CBCaHPpPS1IYt+4XriqF3cYDHEdWikHnCM4baTL0nyKi22HAkGe3o3VH+f&#10;fmyEVClW5WU87w8TjvhRGp7vjko9PU67DYhAU7ib/68/day/ekuX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b6X8b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zUi8UA&#10;AADeAAAADwAAAGRycy9kb3ducmV2LnhtbERPTUsDMRC9C/0PYQRvNutqW1mbllIVROihrSDehs10&#10;d3EzCcnYXf+9EQRv83ifs1yPrldniqnzbOBmWoAirr3tuDHwdny+vgeVBNli75kMfFOC9WpyscTK&#10;+oH3dD5Io3IIpwoNtCKh0jrVLTlMUx+IM3fy0aFkGBttIw453PW6LIq5dthxbmgx0Lal+vPw5Qzs&#10;hqfwupjPTuEj3pU6PVp534oxV5fj5gGU0Cj/4j/3i83zZ4vbE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rNS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Vs+cUA&#10;AADeAAAADwAAAGRycy9kb3ducmV2LnhtbERP32vCMBB+F/Y/hBvsZcxUi250RlEhTHAwdIO9Hs3Z&#10;ljWXkmS2+++NMPDtPr6ft1gNthVn8qFxrGAyzkAQl840XCn4+tRPLyBCRDbYOiYFfxRgtbwbLbAw&#10;rucDnY+xEimEQ4EK6hi7QspQ1mQxjF1HnLiT8xZjgr6SxmOfwm0rp1k2lxYbTg01drStqfw5/loF&#10;m4++yv1juRnc/vT2PdPa6Het1MP9sH4FEWmIN/G/e2fS/NlznsP1nXSD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5Wz5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y+csMA&#10;AADeAAAADwAAAGRycy9kb3ducmV2LnhtbERP3WrCMBS+H/gO4Qi7m+mcbtKZiigFGd7o9gCH5qzp&#10;2pyUJNbu7Rdh4N35+H7PejPaTgzkQ+NYwfMsA0FcOd1wreDrs3xagQgRWWPnmBT8UoBNMXlYY67d&#10;lU80nGMtUgiHHBWYGPtcylAZshhmridO3LfzFmOCvpba4zWF207Os+xVWmw4NRjsaWeoas8Xq6D8&#10;mB+H9qJ96bbjwtLS/Kz2RqnH6bh9BxFpjHfxv/ug0/zl28sCbu+kG2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jy+c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RFsUA&#10;AADeAAAADwAAAGRycy9kb3ducmV2LnhtbERP32vCMBB+F/Y/hBvsZcxUpW50RlEhTHAwdIO9Hs3Z&#10;ljWXkmS2+++NMPDtPr6ft1gNthVn8qFxrGAyzkAQl840XCn4+tRPLyBCRDbYOiYFfxRgtbwbLbAw&#10;rucDnY+xEimEQ4EK6hi7QspQ1mQxjF1HnLiT8xZjgr6SxmOfwm0rp1k2lxYbTg01drStqfw5/loF&#10;m4++mvnHcjO4/entO9fa6Het1MP9sH4FEWmIN/G/e2fS/Px5lsP1nXSD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QFE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KFnsMA&#10;AADeAAAADwAAAGRycy9kb3ducmV2LnhtbERP3WrCMBS+F3yHcITdaaqbTrpGEUdhDG90e4BDc9Z0&#10;bU5KEmv39stg4N35+H5PsR9tJwbyoXGsYLnIQBBXTjdcK/j8KOdbECEia+wck4IfCrDfTScF5trd&#10;+EzDJdYihXDIUYGJsc+lDJUhi2HheuLEfTlvMSboa6k93lK47eQqyzbSYsOpwWBPR0NVe7laBeX7&#10;6jS0V+1LdxifLK3N9/bVKPUwGw8vICKN8S7+d7/pNH/9/LiBv3fSDXL3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KFn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C+7cAA&#10;AADeAAAADwAAAGRycy9kb3ducmV2LnhtbERPy6rCMBDdC/5DGMGdpj6ql16jiKDo0no/YGjmtsVm&#10;Upto698bQXA3h/Oc1aYzlXhQ40rLCibjCARxZnXJuYK/y370A8J5ZI2VZVLwJAebdb+3wkTbls/0&#10;SH0uQgi7BBUU3teJlC4ryKAb25o4cP+2MegDbHKpG2xDuKnkNIoW0mDJoaHAmnYFZdf0bhTMn+3h&#10;lsbXaK8NTU6z+sQ+i5UaDrrtLwhPnf+KP+6jDvPj5WwJ73fCDX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CC+7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08MMYA&#10;AADeAAAADwAAAGRycy9kb3ducmV2LnhtbESPQW/CMAyF70j8h8hIu0E60NgoBIRATBMn1gFnqzFt&#10;tcapmgDl38+HSdxsvef3Pi9WnavVjdpQeTbwOkpAEefeVlwYOP7shh+gQkS2WHsmAw8KsFr2ewtM&#10;rb/zN92yWCgJ4ZCigTLGJtU65CU5DCPfEIt28a3DKGtbaNviXcJdrcdJMtUOK5aGEhvalJT/Zldn&#10;4Do9j4982dtDtn18zra7ddCnwpiXQbeeg4rUxaf5//rLCv7b+0R45R2ZQS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708M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4ptsYA&#10;AADeAAAADwAAAGRycy9kb3ducmV2LnhtbERPS2vCQBC+C/6HZYTedKO2UVNXsYWC9VDxdfA2zY5J&#10;NDubZrea/vuuUOhtPr7nTOeNKcWValdYVtDvRSCIU6sLzhTsd2/dMQjnkTWWlknBDzmYz9qtKSba&#10;3nhD163PRAhhl6CC3PsqkdKlORl0PVsRB+5ka4M+wDqTusZbCDelHERRLA0WHBpyrOg1p/Sy/TYK&#10;DutxPFm/vD+eVx+fODT666iLWKmHTrN4BuGp8f/iP/dSh/lPo+EE7u+EG+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4pt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tkwscA&#10;AADeAAAADwAAAGRycy9kb3ducmV2LnhtbESPS2/CQAyE75X4Dysj9VY2UAoosKA+xEM98ZK4WlmT&#10;RM16o+wWAr8eHyr1Zsvjmflmi9ZV6kJNKD0b6PcSUMSZtyXnBo6H5csEVIjIFivPZOBGARbzztMM&#10;U+uvvKPLPuZKTDikaKCIsU61DllBDkPP18RyO/vGYZS1ybVt8CrmrtKDJBlphyVLQoE1fRaU/ex/&#10;nYH76ITbsB58fL3aSLfhZOW/tytjnrvt+xRUpDb+i/++N1bqv42HAiA4MoOe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pbZM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6o98MA&#10;AADeAAAADwAAAGRycy9kb3ducmV2LnhtbERPzYrCMBC+L/gOYQRva6rUdbcaRcSFvblWH2BoxrTY&#10;TGoTtbtPbwTB23x8vzNfdrYWV2p95VjBaJiAIC6crtgoOOy/3z9B+ICssXZMCv7Iw3LRe5tjpt2N&#10;d3TNgxExhH2GCsoQmkxKX5Rk0Q9dQxy5o2sthghbI3WLtxhuazlOkg9pseLYUGJD65KKU36xCs5u&#10;PNFdvsHtafP1WxmTnv93qVKDfreagQjUhZf46f7Rcf5kmo7g8U68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y6o9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Qa8MA&#10;AADeAAAADwAAAGRycy9kb3ducmV2LnhtbERPyW7CMBC9I/EP1iD1Bg60bCEGtUiVuLIcepzakwXi&#10;cYgNpP36ulKl3ubprZNtOluLO7W+cqxgPEpAEGtnKi4UnI7vwwUIH5AN1o5JwRd52Kz7vQxT4x68&#10;p/shFCKGsE9RQRlCk0rpdUkW/cg1xJHLXWsxRNgW0rT4iOG2lpMkmUmLFceGEhvalqQvh5tVsKs+&#10;aTrT+dIu3vT+4/sanudno9TToHtdgQjUhX/xn3tn4vzp/GUCv+/E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BQa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0MJ8cA&#10;AADeAAAADwAAAGRycy9kb3ducmV2LnhtbERPXWsCMRB8L/Q/hC30rea0Wu3VKCoIllbBD9rX5bJe&#10;Di+b4xLP89+bgtC32Z2dmZ3xtLWlaKj2hWMF3U4CgjhzuuBcwWG/fBmB8AFZY+mYFFzJw3Ty+DDG&#10;VLsLb6nZhVxEE/YpKjAhVKmUPjNk0XdcRRy5o6sthjjWudQ1XqK5LWUvSd6kxYJjgsGKFoay0+5s&#10;FTS4uSa/Zr5+/yy+s95m/vOl4149P7WzDxCB2vB/fFevdHx/MOy/wl+diEF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EtDCf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lLycMA&#10;AADeAAAADwAAAGRycy9kb3ducmV2LnhtbERPTUvDQBC9C/6HZQRvdmOoVmK3pRQqHjXtweOYnWZT&#10;szNhd22iv94VBG/zeJ+zXE++V2cKsRM2cDsrQBE3YjtuDRz2u5sHUDEhW+yFycAXRVivLi+WWFkZ&#10;+ZXOdWpVDuFYoQGX0lBpHRtHHuNMBuLMHSV4TBmGVtuAYw73vS6L4l577Dg3OBxo66j5qD+9gfGp&#10;eT+VxzfrvsMgu/pFTmUvxlxfTZtHUImm9C/+cz/bPP9uMZ/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8lLy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3+RcUA&#10;AADeAAAADwAAAGRycy9kb3ducmV2LnhtbERP22oCMRB9L/gPYYS+1axSq2yNYr1AKUrx0vdxM+6u&#10;TSbLJtX1740g9G0O5zqjSWONOFPtS8cKup0EBHHmdMm5gv1u+TIE4QOyRuOYFFzJw2Tcehphqt2F&#10;N3TehlzEEPYpKihCqFIpfVaQRd9xFXHkjq62GCKsc6lrvMRwa2QvSd6kxZJjQ4EVzQrKfrd/VsHy&#10;e25OvfVm+iPDbDE4mOHXx3yl1HO7mb6DCNSEf/HD/anj/P7gtQ/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ff5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m9psUA&#10;AADeAAAADwAAAGRycy9kb3ducmV2LnhtbERP22rCQBB9F/yHZYS+iG609UJ0FRGKChW8ga9jdkyC&#10;2dmQ3cb077tCoW9zONeZLxtTiJoql1tWMOhHIIgTq3NOFVzOn70pCOeRNRaWScEPOVgu2q05xto+&#10;+Uj1yacihLCLUUHmfRlL6ZKMDLq+LYkDd7eVQR9glUpd4TOEm0IOo2gsDeYcGjIsaZ1R8jh9GwX1&#10;4euWbmtX7h7Trhu93zabvb4q9dZpVjMQnhr/L/5zb3WYP5p8jOH1Trh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Wb2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A571C" w:rsidRDefault="001A571C" w:rsidP="001A571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lmIMUA&#10;AADeAAAADwAAAGRycy9kb3ducmV2LnhtbERPS2sCMRC+F/ofwgjealbxuRqlFgq9FHwd9DZuxt3F&#10;zWSbRN321zeC4G0+vufMFo2pxJWcLy0r6HYSEMSZ1SXnCnbbz7cxCB+QNVaWScEveVjMX19mmGp7&#10;4zVdNyEXMYR9igqKEOpUSp8VZNB3bE0cuZN1BkOELpfa4S2Gm0r2kmQoDZYcGwqs6aOg7Ly5GAXL&#10;yXj5s+rz99/6eKDD/nge9FyiVLvVvE9BBGrCU/xwf+k4fzDqj+D+TrxBz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eWYgxQAAAN4AAAAPAAAAAAAAAAAAAAAAAJgCAABkcnMv&#10;ZG93bnJldi54bWxQSwUGAAAAAAQABAD1AAAAigMAAAAA&#10;" fillcolor="black" stroked="f">
                  <v:textbox>
                    <w:txbxContent>
                      <w:p w:rsidR="001A571C" w:rsidRDefault="001A571C" w:rsidP="001A571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X8UskA&#10;AADeAAAADwAAAGRycy9kb3ducmV2LnhtbESPT0/CQBDF7yZ8h82YcJOtBJBUFsIfTUjEA+jB49gd&#10;2027s013hcqndw4m3mby3rz3m8Wq9406UxddYAP3owwUcRGs49LA+9vz3RxUTMgWm8Bk4IcirJaD&#10;mwXmNlz4SOdTKpWEcMzRQJVSm2sdi4o8xlFoiUX7Cp3HJGtXatvhRcJ9o8dZNtMeHUtDhS1tKyrq&#10;07c38PEyc/Ojo/Hn4bp5sodpvXnd1cYMb/v1I6hEffo3/13vreBPHybCK+/IDHr5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SX8U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s0+8UA&#10;AADeAAAADwAAAGRycy9kb3ducmV2LnhtbERPS2sCMRC+C/0PYYTeNGvpQ1ejiKXUSw/all6HzbhZ&#10;dzNZk6irv94UCr3Nx/ec2aKzjTiRD5VjBaNhBoK4cLriUsHX59tgDCJEZI2NY1JwoQCL+V1vhrl2&#10;Z97QaRtLkUI45KjAxNjmUobCkMUwdC1x4nbOW4wJ+lJqj+cUbhv5kGXP0mLFqcFgSytDRb09WgV+&#10;+fNaX/n4XWfXj0t433eHMRql7vvdcgoiUhf/xX/utU7zn14eJ/D7Trp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OzT7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m98McA&#10;AADeAAAADwAAAGRycy9kb3ducmV2LnhtbESP0UoDQQxF34X+w5CCL2JnW6i1a6elCIJgEVr7AXEn&#10;3V2cySw7sd369eZB8C0hN/fes9oMMZgz9blN7GA6KcAQV8m3XDs4frzcP4LJguwxJCYHV8qwWY9u&#10;Vlj6dOE9nQ9SGzXhXKKDRqQrrc1VQxHzJHXEejulPqLo2tfW93hR8xjsrCgebMSWNaHBjp4bqr4O&#10;39FBmH2G5dsi7+R6tLviJ8r+7t07dzsetk9ghAb5F/99v3qtP1/MFUBxdAa7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pvfD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VZMcUA&#10;AADeAAAADwAAAGRycy9kb3ducmV2LnhtbERPTWsCMRC9C/0PYQq9aVZBLVuj2IqwFw9dt3gdN9PN&#10;YjJZNqlu++ubQsHbPN7nrDaDs+JKfWg9K5hOMhDEtdctNwqq4378DCJEZI3WMyn4pgCb9cNohbn2&#10;N36naxkbkUI45KjAxNjlUobakMMw8R1x4j597zAm2DdS93hL4c7KWZYtpMOWU4PBjt4M1ZfyyynY&#10;lZ2dVYV5DaePw/lsi589nXZKPT0O2xcQkYZ4F/+7C53mz5fzK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NVkx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J1cMIA&#10;AADeAAAADwAAAGRycy9kb3ducmV2LnhtbERPS4vCMBC+C/sfwix402QFH1SjLMsKwp58HbwNydhW&#10;m0lpou3+eyMI3ubje85i1blK3KkJpWcNX0MFgth4W3Ku4bBfD2YgQkS2WHkmDf8UYLX86C0ws77l&#10;Ld13MRcphEOGGooY60zKYApyGIa+Jk7c2TcOY4JNLm2DbQp3lRwpNZEOS04NBdb0U5C57m5Ow2Ut&#10;/7xRaI6HY7ux09PvhCqldf+z+56DiNTFt/jl3tg0fzwdj+D5TrpB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4nVw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YjjMQA&#10;AADeAAAADwAAAGRycy9kb3ducmV2LnhtbERPS4vCMBC+L/gfwgjeNFXxQTWKuyAsKx7UZdnjbDO2&#10;pc2kJFHrvzeCsLf5+J6zXLemFldyvrSsYDhIQBBnVpecK/g+bftzED4ga6wtk4I7eVivOm9LTLW9&#10;8YGux5CLGMI+RQVFCE0qpc8KMugHtiGO3Nk6gyFCl0vt8BbDTS1HSTKVBkuODQU29FFQVh0vRsHv&#10;Zcfn/fhr497Dj21Pvhr9zSulet12swARqA3/4pf7U8f5k9lkDM934g1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GI4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A571C" w:rsidRDefault="001A571C" w:rsidP="001A571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JuisYA&#10;AADeAAAADwAAAGRycy9kb3ducmV2LnhtbERPS2sCMRC+F/wPYYTealZxq65GqYVCL0J9HPQ2bsbd&#10;xc1km6S69dc3QsHbfHzPmS1aU4sLOV9ZVtDvJSCIc6srLhTsth8vYxA+IGusLZOCX/KwmHeeZphp&#10;e+U1XTahEDGEfYYKyhCaTEqfl2TQ92xDHLmTdQZDhK6Q2uE1hptaDpLkVRqsODaU2NB7Sfl582MU&#10;LCfj5ffXkFe39fFAh/3xnA5cotRzt32bggjUhof43/2p4/x0lA7h/k68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JuisYAAADeAAAADwAAAAAAAAAAAAAAAACYAgAAZHJz&#10;L2Rvd25yZXYueG1sUEsFBgAAAAAEAAQA9QAAAIsDAAAAAA==&#10;" fillcolor="black" stroked="f">
                  <v:textbox>
                    <w:txbxContent>
                      <w:p w:rsidR="001A571C" w:rsidRDefault="001A571C" w:rsidP="001A571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jAu8QA&#10;AADeAAAADwAAAGRycy9kb3ducmV2LnhtbERP30vDMBB+F/Y/hBN8c6kbVemWjTKQiU/dVPZ6a86m&#10;2FxKErP63xtB8O0+vp+33k52EIl86B0ruJsXIIhbp3vuFLy9Pt0+gggRWePgmBR8U4DtZna1xkq7&#10;Cx8oHWMncgiHChWYGMdKytAashjmbiTO3IfzFmOGvpPa4yWH20EuiuJeWuw5NxgcaWeo/Tx+WQXp&#10;vGvqZTolc3jxdedds38/N0rdXE/1CkSkKf6L/9zPOs8vH8oSft/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IwL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A571C" w:rsidRDefault="001A571C" w:rsidP="001A571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YaxcUA&#10;AADeAAAADwAAAGRycy9kb3ducmV2LnhtbERPTWvCQBC9C/6HZQRvdWPBtI2uUqSK7cU2Cu1xyI7Z&#10;0OxsyK4x9td3CwVv83ifs1j1thYdtb5yrGA6SUAQF05XXCo4HjZ3jyB8QNZYOyYFV/KwWg4HC8y0&#10;u/AHdXkoRQxhn6ECE0KTSekLQxb9xDXEkTu51mKIsC2lbvESw20t75MklRYrjg0GG1obKr7zs1Xg&#10;p+uXzzf789R9bQ3v81eTvpdGqfGof56DCNSHm/jfvdNx/uxhlsLfO/EG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9hr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A571C" w:rsidRDefault="001A571C" w:rsidP="001A571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571C" w:rsidRDefault="001A571C" w:rsidP="001A571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A571C" w:rsidRDefault="001A571C" w:rsidP="001A571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A571C" w:rsidRDefault="001A571C" w:rsidP="001A571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A571C" w:rsidRDefault="001A571C" w:rsidP="001A57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A571C" w:rsidRDefault="001A571C" w:rsidP="001A571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</w:t>
      </w:r>
      <w:r w:rsidRPr="006F7CB7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en-US"/>
        </w:rPr>
        <w:t>7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.2021 року                                            Крупець                                                 №___</w:t>
      </w:r>
    </w:p>
    <w:p w:rsidR="001A571C" w:rsidRDefault="001A571C" w:rsidP="001A571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A571C" w:rsidRDefault="001A571C" w:rsidP="001A571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A571C" w:rsidRDefault="001A571C" w:rsidP="001A57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A571C" w:rsidRDefault="001A571C" w:rsidP="001A57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A571C" w:rsidRDefault="001A571C" w:rsidP="001A571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A571C" w:rsidRPr="005C5A92" w:rsidRDefault="001A571C" w:rsidP="001A571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Корнієнку І.П.</w:t>
      </w:r>
    </w:p>
    <w:p w:rsidR="001A571C" w:rsidRDefault="001A571C" w:rsidP="001A57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571C" w:rsidRDefault="001A571C" w:rsidP="001A57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571C" w:rsidRDefault="001A571C" w:rsidP="001A57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Корнієнка І.П.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A571C" w:rsidRDefault="001A571C" w:rsidP="001A57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A571C" w:rsidRDefault="001A571C" w:rsidP="001A57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A571C" w:rsidRDefault="001A571C" w:rsidP="001A57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Корнієнку Івану Петровичу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0.4500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село Дідова Гора.</w:t>
      </w:r>
    </w:p>
    <w:p w:rsidR="001A571C" w:rsidRDefault="001A571C" w:rsidP="001A571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Корнієнку Івану Петровичу,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13CB9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13CB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0,4500 га, кадастровий номер: 6823984700:04:021:0028, 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 село Дідова Гора.</w:t>
      </w:r>
    </w:p>
    <w:p w:rsidR="001A571C" w:rsidRDefault="001A571C" w:rsidP="001A57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Корнієнку І.П,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1A571C" w:rsidRDefault="001A571C" w:rsidP="001A57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A571C" w:rsidRPr="001A571C" w:rsidRDefault="001A571C" w:rsidP="001A571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2912EC" w:rsidRPr="001A571C" w:rsidRDefault="001A571C" w:rsidP="001A571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912EC" w:rsidRPr="001A57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571C"/>
    <w:rsid w:val="001A571C"/>
    <w:rsid w:val="002912EC"/>
    <w:rsid w:val="00913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1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71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267</Words>
  <Characters>1526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2021-07-19T06:20:00Z</dcterms:created>
  <dcterms:modified xsi:type="dcterms:W3CDTF">2021-07-19T06:42:00Z</dcterms:modified>
</cp:coreProperties>
</file>