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BBF" w:rsidRDefault="002B3BBF" w:rsidP="002B3BBF">
      <w:pPr>
        <w:pStyle w:val="afe"/>
        <w:shd w:val="clear" w:color="auto" w:fill="FFFFFF"/>
        <w:spacing w:after="113"/>
        <w:jc w:val="both"/>
        <w:textAlignment w:val="baseline"/>
        <w:rPr>
          <w:color w:val="000000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FCEE32" wp14:editId="354AD3EC">
                <wp:simplePos x="0" y="0"/>
                <wp:positionH relativeFrom="column">
                  <wp:posOffset>2702560</wp:posOffset>
                </wp:positionH>
                <wp:positionV relativeFrom="paragraph">
                  <wp:posOffset>131445</wp:posOffset>
                </wp:positionV>
                <wp:extent cx="444500" cy="610870"/>
                <wp:effectExtent l="0" t="0" r="0" b="0"/>
                <wp:wrapNone/>
                <wp:docPr id="344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345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2.8pt;margin-top:10.3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r7q8UA&#10;AADcAAAADwAAAGRycy9kb3ducmV2LnhtbESPQWvCQBSE70L/w/IK3nRjYq2krlIqitBTtYrHR/Y1&#10;CWbfht01xn/vFgo9DjPzDbNY9aYRHTlfW1YwGScgiAuray4VfB82ozkIH5A1NpZJwZ08rJZPgwXm&#10;2t74i7p9KEWEsM9RQRVCm0vpi4oM+rFtiaP3Y53BEKUrpXZ4i3DTyDRJZtJgzXGhwpY+Kiou+6tR&#10;8Nmls9N5uzaHrExfXZEd12ndKDV87t/fQATqw3/4r73TCrLpC/yeiUd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yvur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zciMQA&#10;AADcAAAADwAAAGRycy9kb3ducmV2LnhtbESPQYvCMBSE7wv+h/AEL6Jp10WlGkWEBXVBsApeH82z&#10;rTYvpYna/fcbQdjjMDPfMPNlayrxoMaVlhXEwwgEcWZ1ybmC0/F7MAXhPLLGyjIp+CUHy0XnY46J&#10;tk8+0CP1uQgQdgkqKLyvEyldVpBBN7Q1cfAutjHog2xyqRt8Brip5GcUjaXBksNCgTWtC8pu6d0o&#10;kMd067eT0vTj3Xnfxva6/smuSvW67WoGwlPr/8Pv9kYrGH2N4XUmHAG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s3IjEAAAA3A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9Ci8gA&#10;AADcAAAADwAAAGRycy9kb3ducmV2LnhtbESPQU/CQBSE7yb+h80z4UJkq6BiYUvUBEI4mAh6f3Yf&#10;bW33bd1doPDrXRISj5OZ+SYznXWmEXtyvrKs4G6QgCDOra64UPC5md+OQfiArLGxTAqO5GGWXV9N&#10;MdX2wB+0X4dCRAj7FBWUIbSplD4vyaAf2JY4elvrDIYoXSG1w0OEm0beJ8mjNFhxXCixpbeS8nq9&#10;MwrmS6qfv9rfxejkHorxz/f76nXTV6p3071MQATqwn/40l5qBcPRE5zPxCMgs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v0KLyAAAANw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s78cEA&#10;AADcAAAADwAAAGRycy9kb3ducmV2LnhtbERPy4rCMBTdD/gP4QruxtTxgdRGEQdFmJUPdHttbh/a&#10;3JQm2s7fTxYDLg/nnaw6U4kXNa60rGA0jEAQp1aXnCs4n7afcxDOI2usLJOCX3KwWvY+Eoy1bflA&#10;r6PPRQhhF6OCwvs6ltKlBRl0Q1sTBy6zjUEfYJNL3WAbwk0lv6JoJg2WHBoKrGlTUPo4Po2C6Gda&#10;3bILd/Pr9y593Nstt+VIqUG/Wy9AeOr8W/zv3msF40lYG86EI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7O/HBAAAA3A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xzYscA&#10;AADcAAAADwAAAGRycy9kb3ducmV2LnhtbESPW2sCMRSE3wv+h3CEvhTNWi/o1ii2oIgPgrf3081x&#10;d3Vzsk1S3fbXN4VCH4eZ+YaZzhtTiRs5X1pW0OsmIIgzq0vOFRwPy84YhA/IGivLpOCLPMxnrYcp&#10;ptreeUe3fchFhLBPUUERQp1K6bOCDPqurYmjd7bOYIjS5VI7vEe4qeRzkoykwZLjQoE1vRWUXfef&#10;RsFyTdfJqf5YDb7dMB9f3reb18OTUo/tZvECIlAT/sN/7bVW0B9M4PdMPAJy9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dsc2LHAAAA3A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ShKsIA&#10;AADcAAAADwAAAGRycy9kb3ducmV2LnhtbERPy2rCQBTdF/yH4RbcNZNULBIzkWKJCF1VS91eMzcP&#10;zdwJmdHEv+8sCl0ezjvbTKYTdxpca1lBEsUgiEurW64VfB+LlxUI55E1dpZJwYMcbPLZU4aptiN/&#10;0f3gaxFC2KWooPG+T6V0ZUMGXWR74sBVdjDoAxxqqQccQ7jp5Gscv0mDLYeGBnvaNlReDzejIP5c&#10;dufqh6fV6WNXXi9jwWObKDV/nt7XIDxN/l/8595rBYtlmB/OhCMg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1KEqwgAAANw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z7GMQA&#10;AADcAAAADwAAAGRycy9kb3ducmV2LnhtbESPQWvCQBSE74L/YXmF3nSjQdHUVSS20Ks2PfT2zD6T&#10;kOzbkF1j2l/vCkKPw8x8w2x2g2lET52rLCuYTSMQxLnVFRcKsq+PyQqE88gaG8uk4Jcc7Lbj0QYT&#10;bW98pP7kCxEg7BJUUHrfJlK6vCSDbmpb4uBdbGfQB9kVUnd4C3DTyHkULaXBisNCiS2lJeX16WoU&#10;fB/qOl5zFP/99OnKpecsm1/elXp9GfZvIDwN/j/8bH9qBfFiBo8z4QjI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8+xjEAAAA3A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xBD8gA&#10;AADcAAAADwAAAGRycy9kb3ducmV2LnhtbESPT2vCQBTE70K/w/IKvYjZ+KdSUlcRaUFBD7Wl2tsj&#10;+0xCs29jdhujn94VhB6HmfkNM5m1phQN1a6wrKAfxSCIU6sLzhR8fb73XkA4j6yxtEwKzuRgNn3o&#10;TDDR9sQf1Gx9JgKEXYIKcu+rREqX5mTQRbYiDt7B1gZ9kHUmdY2nADelHMTxWBosOCzkWNEip/R3&#10;+2cUjKjZz9eXn833/vjm7aG7W7n+Tqmnx3b+CsJT6//D9/ZSKxg+D+B2JhwBOb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fEEPyAAAANw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LA9MUA&#10;AADcAAAADwAAAGRycy9kb3ducmV2LnhtbESPQWvCQBSE7wX/w/IKvdVNDYqN2YjEFnqtTQ+9PbPP&#10;JCT7NmTXmPbXuwXB4zAz3zDpdjKdGGlwjWUFL/MIBHFpdcOVguLr/XkNwnlkjZ1lUvBLDrbZ7CHF&#10;RNsLf9J48JUIEHYJKqi97xMpXVmTQTe3PXHwTnYw6IMcKqkHvAS46eQiilbSYMNhocae8prK9nA2&#10;Cr73bRu/chT//Yz52uXHolic3pR6epx2GxCeJn8P39ofWkG8jOH/TDgCMr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IsD0xQAAANw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l84MgA&#10;AADcAAAADwAAAGRycy9kb3ducmV2LnhtbESPW2vCQBSE3wv+h+UIfSm6sVWR6CpSWrCgD17w8nbI&#10;HpNg9mya3ca0v94tCD4OM/MNM5k1phA1VS63rKDXjUAQJ1bnnCrYbT87IxDOI2ssLJOCX3Iwm7ae&#10;Jhhre+U11RufigBhF6OCzPsyltIlGRl0XVsSB+9sK4M+yCqVusJrgJtCvkbRUBrMOSxkWNJ7Rsll&#10;82MU9Kk+zpd/p9X++P3h7fnl8OV6B6We2818DMJT4x/he3uhFbwN+vB/JhwBOb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2XzgyAAAANw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c+YscA&#10;AADcAAAADwAAAGRycy9kb3ducmV2LnhtbESPQWvCQBSE7wX/w/KE3urGWluJrlIsrQWhYCrt9ZF9&#10;ZqPZt2l2NWl/fVcQPA4z8w0zW3S2EidqfOlYwXCQgCDOnS65ULD9fL2bgPABWWPlmBT8kofFvHcz&#10;w1S7ljd0ykIhIoR9igpMCHUqpc8NWfQDVxNHb+caiyHKppC6wTbCbSXvk+RRWiw5LhisaWkoP2RH&#10;q+D7YfThzCpzx/bl7e+w+Xnafy3XSt32u+cpiEBduIYv7XetYDQew/lMP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JHPmLHAAAA3AAAAA8AAAAAAAAAAAAAAAAAmAIAAGRy&#10;cy9kb3ducmV2LnhtbFBLBQYAAAAABAAEAPUAAACM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yV5MIA&#10;AADcAAAADwAAAGRycy9kb3ducmV2LnhtbESPQYvCMBSE78L+h/AWvGm6iiLVKKuoiJ7W3b0/mmdb&#10;bF5qE2v890YQPA4z3wwzWwRTiZYaV1pW8NVPQBBnVpecK/j73fQmIJxH1lhZJgV3crCYf3RmmGp7&#10;4x9qjz4XsYRdigoK7+tUSpcVZND1bU0cvZNtDPoom1zqBm+x3FRykCRjabDkuFBgTauCsvPxahQM&#10;96PLVi/zdVtNtu6wO21CGf6V6n6G7ykIT8G/wy96pyM3GsPzTDwC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LJXkwgAAANwAAAAPAAAAAAAAAAAAAAAAAJgCAABkcnMvZG93&#10;bnJldi54bWxQSwUGAAAAAAQABAD1AAAAhw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1cdsMA&#10;AADcAAAADwAAAGRycy9kb3ducmV2LnhtbESPQYvCMBSE74L/ITzBm6Yqa7UaRVYEQTys68Hjo3k2&#10;xealNNna/febBcHjMDPfMOttZyvRUuNLxwom4wQEce50yYWC6/dhtADhA7LGyjEp+CUP202/t8ZM&#10;uyd/UXsJhYgQ9hkqMCHUmZQ+N2TRj11NHL27ayyGKJtC6gafEW4rOU2SubRYclwwWNOnofxx+bEK&#10;bsvzctKZfXJq090x5Iz4aOdKDQfdbgUiUBfe4Vf7qBXMPlL4PxOP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1cdsMAAADc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akH8IA&#10;AADcAAAADwAAAGRycy9kb3ducmV2LnhtbERPy4rCMBTdC/5DuIK7MbWiOB2jyICDGxc+Z5aX5tpW&#10;m5vaRK1+vVkMuDyc92TWmFLcqHaFZQX9XgSCOLW64EzBbrv4GINwHlljaZkUPMjBbNpuTTDR9s5r&#10;um18JkIIuwQV5N5XiZQuzcmg69mKOHBHWxv0AdaZ1DXeQ7gpZRxFI2mw4NCQY0XfOaXnzdUo+O2v&#10;np/VoNnHf/6yPMU/l3RxGCnV7TTzLxCeGv8W/7uXWsFgGNaGM+EIyO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ZqQfwgAAANw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RmuMQA&#10;AADcAAAADwAAAGRycy9kb3ducmV2LnhtbESPzWrDMBCE74G+g9hCb4mcps2PGyWYlEBKT3HzAIu1&#10;tZ1YKyGpsfP2VaGQ4zAz3zDr7WA6cSUfWssKppMMBHFldcu1gtPXfrwEESKyxs4yKbhRgO3mYbTG&#10;XNuej3QtYy0ShEOOCpoYXS5lqBoyGCbWESfv23qDMUlfS+2xT3DTyecsm0uDLaeFBh3tGqou5Y9R&#10;gN4t3l0p++P8/ImH80dBL7ZQ6ulxKN5ARBriPfzfPmgFs9cV/J1JR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kZrjEAAAA3A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hWP8QA&#10;AADcAAAADwAAAGRycy9kb3ducmV2LnhtbERPTWvCQBC9F/oflin01myqYCW6irUNBJtLrR5yG7Jj&#10;EszOhuxqUn9991Dw+Hjfy/VoWnGl3jWWFbxGMQji0uqGKwWHn/RlDsJ5ZI2tZVLwSw7Wq8eHJSba&#10;DvxN172vRAhhl6CC2vsukdKVNRl0ke2IA3eyvUEfYF9J3eMQwk0rJ3E8kwYbDg01drStqTzvL0ZB&#10;nuZd/sWf8+Lj8j4tstvxjXepUs9P42YBwtPo7+J/d6YVTGdhfjgTjo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IVj/EAAAA3A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eSKMYA&#10;AADcAAAADwAAAGRycy9kb3ducmV2LnhtbESPQWvCQBSE70L/w/IKvZmNLYQaXUUEaQutUBX0+Mw+&#10;k2D2bdxdY/rvu0Khx2FmvmGm8940oiPna8sKRkkKgriwuuZSwW67Gr6C8AFZY2OZFPyQh/nsYTDF&#10;XNsbf1O3CaWIEPY5KqhCaHMpfVGRQZ/Yljh6J+sMhihdKbXDW4SbRj6naSYN1hwXKmxpWVFx3lyN&#10;gvUlu352+8Pb0fWr9tJ8LL/0uFbq6bFfTEAE6sN/+K/9rhW8ZCO4n4lH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3eSKMYAAADc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DgOsMA&#10;AADcAAAADwAAAGRycy9kb3ducmV2LnhtbESP0YrCMBRE3wX/IVxh3zTVZV2pRhFBV0QQu37Apbk2&#10;xeamNFG7fv1GEHwcZuYMM1u0thI3anzpWMFwkIAgzp0uuVBw+l33JyB8QNZYOSYFf+RhMe92Zphq&#10;d+cj3bJQiAhhn6ICE0KdSulzQxb9wNXE0Tu7xmKIsimkbvAe4baSoyQZS4slxwWDNa0M5ZfsahVw&#10;IteHfV5puXmcvnc/Jtt9XTOlPnrtcgoiUBve4Vd7qxV8jkfwPBOP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DgOsMAAADc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+3HcYA&#10;AADcAAAADwAAAGRycy9kb3ducmV2LnhtbESPT2vCQBTE7wW/w/IK3uqmTSsa3UjVCtWbURBvj+zL&#10;H8y+DdlV0376bqHQ4zAzv2Hmi9404kadqy0reB5FIIhzq2suFRwPm6cJCOeRNTaWScEXOVikg4c5&#10;JtreeU+3zJciQNglqKDyvk2kdHlFBt3ItsTBK2xn0AfZlVJ3eA9w08iXKBpLgzWHhQpbWlWUX7Kr&#10;UZAV57Ne8sfrdvLmVrtd/D09bdZKDR/79xkIT73/D/+1P7WCeBzD75lwBGT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+3HcYAAADc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377cUA&#10;AADcAAAADwAAAGRycy9kb3ducmV2LnhtbESPzWrDMBCE74W8g9hAbo1cu4TgRAnBJJBDD83PAyzW&#10;xnJqrRxLsd23rwqFHoeZ+YZZb0fbiJ46XztW8DZPQBCXTtdcKbheDq9LED4ga2wck4Jv8rDdTF7W&#10;mGs38In6c6hEhLDPUYEJoc2l9KUhi37uWuLo3VxnMUTZVVJ3OES4bWSaJAtpsea4YLClwlD5dX5a&#10;Bel1dy9un9nH/ZElvLdm3D9PRqnZdNytQAQaw3/4r33UCrLFO/yeiUd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XfvtxQAAANw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F79MYA&#10;AADcAAAADwAAAGRycy9kb3ducmV2LnhtbESPQWsCMRSE70L/Q3gFb5qtVrFbo6ggeBHU9lBvz83r&#10;7uLmZU2ibv31RhB6HGbmG2Y8bUwlLuR8aVnBWzcBQZxZXXKu4Ptr2RmB8AFZY2WZFPyRh+nkpTXG&#10;VNsrb+myC7mIEPYpKihCqFMpfVaQQd+1NXH0fq0zGKJ0udQOrxFuKtlLkqE0WHJcKLCmRUHZcXc2&#10;CuYfo/lp887r2/awp/3P4TjouUSp9msz+wQRqAn/4Wd7pRX0hwN4nIlH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F79MYAAADcAAAADwAAAAAAAAAAAAAAAACYAgAAZHJz&#10;L2Rvd25yZXYueG1sUEsFBgAAAAAEAAQA9QAAAIsDAAAAAA==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hTEMUA&#10;AADcAAAADwAAAGRycy9kb3ducmV2LnhtbESPT4vCMBTE7wt+h/AEL4umVSnSNYqIgu5F/LOwx0fz&#10;ti02L6WJtX57syB4HGbmN8x82ZlKtNS40rKCeBSBIM6sLjlXcDlvhzMQziNrrCyTggc5WC56H3NM&#10;tb3zkdqTz0WAsEtRQeF9nUrpsoIMupGtiYP3ZxuDPsgml7rBe4CbSo6jKJEGSw4LBda0Lii7nm5G&#10;wbfM2s/9lOJD3v5eN4fZj0mOsVKDfrf6AuGp8+/wq73TCiZJAv9nwhG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GFMQxQAAANw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d9MUA&#10;AADcAAAADwAAAGRycy9kb3ducmV2LnhtbESP3WrCQBSE74W+w3IKvdNNLf5FV5HSQgtCqfoAh91j&#10;Epo9G7JHk/bpu4Lg5TAz3zCrTe9rdaE2VoENPI8yUMQ2uIoLA8fD+3AOKgqywzowGfilCJv1w2CF&#10;uQsdf9NlL4VKEI45GihFmlzraEvyGEehIU7eKbQeJcm20K7FLsF9rcdZNtUeK04LJTb0WpL92Z+9&#10;gfHZivWLz7/d21EmX4emyybzrTFPj/12CUqol3v41v5wBl6mM7ieSUdAr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gd30xQAAANw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sxHsMA&#10;AADcAAAADwAAAGRycy9kb3ducmV2LnhtbERPz2vCMBS+C/sfwhvspukUZHSmImMbE+qKuou3R/La&#10;lDUvpYla/3tzGOz48f1erUfXiQsNofWs4HmWgSDW3rTcKPg5fkxfQISIbLDzTApuFGBdPExWmBt/&#10;5T1dDrERKYRDjgpsjH0uZdCWHIaZ74kTV/vBYUxwaKQZ8JrCXSfnWbaUDltODRZ7erOkfw9np0B/&#10;Lsr3bXmy+jyvdk37XZVuXyv19DhuXkFEGuO/+M/9ZRQslmltOpOOgC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3sxHsMAAADcAAAADwAAAAAAAAAAAAAAAACYAgAAZHJzL2Rv&#10;d25yZXYueG1sUEsFBgAAAAAEAAQA9QAAAIg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x1VsQA&#10;AADcAAAADwAAAGRycy9kb3ducmV2LnhtbESPQWvCQBSE7wX/w/KE3ppNLIQaswYRBL0UahU9PrLP&#10;JJh9G7JrkvbXdwuFHoeZ+YbJi8m0YqDeNZYVJFEMgri0uuFKwelz9/IGwnlkja1lUvBFDor17CnH&#10;TNuRP2g4+koECLsMFdTed5mUrqzJoItsRxy8m+0N+iD7SuoexwA3rVzEcSoNNhwWauxoW1N5Pz6M&#10;gs58n0/Xw/sQJxdc6HHL4z1lpZ7n02YFwtPk/8N/7b1W8Jou4fdMOA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8dVbEAAAA3AAAAA8AAAAAAAAAAAAAAAAAmAIAAGRycy9k&#10;b3ducmV2LnhtbFBLBQYAAAAABAAEAPUAAACJAwAAAAA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G6B8MA&#10;AADcAAAADwAAAGRycy9kb3ducmV2LnhtbERPy2rCQBTdF/oPwy1010z6wNboGEJBcRUwKUR3l8xt&#10;EszcCZlRY7/eWQhdHs57mU6mF2caXWdZwWsUgyCure64UfBTrl++QDiPrLG3TAqu5CBdPT4sMdH2&#10;wjs6F74RIYRdggpa74dESle3ZNBFdiAO3K8dDfoAx0bqES8h3PTyLY5n0mDHoaHFgb5bqo/FySj4&#10;2M+zsqLD37Ha2Epuy9zm65NSz09TtgDhafL/4rt7qxW8f4b54Uw4An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G6B8MAAADc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n61cYA&#10;AADcAAAADwAAAGRycy9kb3ducmV2LnhtbESP3WrCQBSE7wu+w3IE7+pGhSipq4iloBQK/kBvj9nT&#10;JE32bNzdanz7riB4OczMN8x82ZlGXMj5yrKC0TABQZxbXXGh4Hj4eJ2B8AFZY2OZFNzIw3LRe5lj&#10;pu2Vd3TZh0JECPsMFZQhtJmUPi/JoB/aljh6P9YZDFG6QmqH1wg3jRwnSSoNVhwXSmxpXVJe7/+M&#10;gvPkvf5yp+/f0+d2dkvr/DyW21SpQb9bvYEI1IVn+NHeaAWT6QjuZ+IRk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n61cYAAADcAAAADwAAAAAAAAAAAAAAAACYAgAAZHJz&#10;L2Rvd25yZXYueG1sUEsFBgAAAAAEAAQA9QAAAIsDAAAAAA=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F1XccA&#10;AADcAAAADwAAAGRycy9kb3ducmV2LnhtbESPQWsCMRSE74X+h/AK3mq2W1vtapQqCF4Kaj3U23Pz&#10;3F3cvGyTqKu/3giFHoeZ+YYZTVpTixM5X1lW8NJNQBDnVldcKNh8z58HIHxA1lhbJgUX8jAZPz6M&#10;MNP2zCs6rUMhIoR9hgrKEJpMSp+XZNB3bUMcvb11BkOUrpDa4TnCTS3TJHmXBiuOCyU2NCspP6yP&#10;RsH0YzD9Xfb467rabWn7szu8pS5RqvPUfg5BBGrDf/ivvdAKXvsp3M/EIyDH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rxdV3HAAAA3AAAAA8AAAAAAAAAAAAAAAAAmAIAAGRy&#10;cy9kb3ducmV2LnhtbFBLBQYAAAAABAAEAPUAAACMAwAAAAA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0yI8YA&#10;AADcAAAADwAAAGRycy9kb3ducmV2LnhtbESP3WoCMRSE7wt9h3AKvSk1q0Ktq1GKtKB0YfHnAY6b&#10;4+7S5GRJUl3f3hQKXg4z8w0zX/bWiDP50DpWMBxkIIgrp1uuFRz2X6/vIEJE1mgck4IrBVguHh/m&#10;mGt34S2dd7EWCcIhRwVNjF0uZagashgGriNO3sl5izFJX0vt8ZLg1shRlr1Jiy2nhQY7WjVU/ex+&#10;rYLP0dGXR/w2VbavTbEpi5dpWSj1/NR/zEBE6uM9/N9eawXjyRj+zqQj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0yI8YAAADcAAAADwAAAAAAAAAAAAAAAACYAgAAZHJz&#10;L2Rvd25yZXYueG1sUEsFBgAAAAAEAAQA9QAAAIsDAAAAAA=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V878YA&#10;AADcAAAADwAAAGRycy9kb3ducmV2LnhtbESPT2vCQBTE74V+h+UVvDWbVtE2uooVAoLgv/bg8Zl9&#10;ZkOzb2N21fTbd4VCj8PM/IaZzDpbiyu1vnKs4CVJQRAXTldcKvj6zJ/fQPiArLF2TAp+yMNs+vgw&#10;wUy7G+/oug+liBD2GSowITSZlL4wZNEnriGO3sm1FkOUbSl1i7cIt7V8TdOhtFhxXDDY0MJQ8b2/&#10;WAVW4uFYDvNiPe+vNqv36mN7zo1SvaduPgYRqAv/4b/2UivojwZwPxOPgJ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V878YAAADcAAAADwAAAAAAAAAAAAAAAACYAgAAZHJz&#10;L2Rvd25yZXYueG1sUEsFBgAAAAAEAAQA9QAAAIsDAAAAAA=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2B3BBF" w:rsidRDefault="002B3BBF" w:rsidP="002B3B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ru-RU" w:eastAsia="ru-RU"/>
        </w:rPr>
      </w:pPr>
    </w:p>
    <w:p w:rsidR="002B3BBF" w:rsidRDefault="002B3BBF" w:rsidP="002B3B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B3BBF" w:rsidRDefault="002B3BBF" w:rsidP="002B3BBF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  <w:lang w:eastAsia="en-US"/>
        </w:rPr>
      </w:pPr>
    </w:p>
    <w:p w:rsidR="002B3BBF" w:rsidRDefault="002B3BBF" w:rsidP="002B3B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2B3BBF" w:rsidRDefault="002B3BBF" w:rsidP="002B3B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2B3BBF" w:rsidRDefault="002B3BBF" w:rsidP="002B3B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2B3BBF" w:rsidRDefault="002B3BBF" w:rsidP="002B3B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2B3BBF" w:rsidRDefault="002B3BBF" w:rsidP="002B3B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3BBF" w:rsidRDefault="002B3BBF" w:rsidP="002B3B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2B3BBF" w:rsidRDefault="002B3BBF" w:rsidP="002B3B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3BBF" w:rsidRDefault="002B3BBF" w:rsidP="002B3B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2B3BBF" w:rsidRDefault="002B3BBF" w:rsidP="002B3B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3BBF" w:rsidRDefault="002B3BBF" w:rsidP="002B3B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19.08.2021                                                 Крупець                                                           №76</w:t>
      </w:r>
    </w:p>
    <w:p w:rsidR="002B3BBF" w:rsidRDefault="002B3BBF" w:rsidP="002B3BBF">
      <w:pPr>
        <w:pStyle w:val="afe"/>
        <w:shd w:val="clear" w:color="auto" w:fill="FFFFFF"/>
        <w:spacing w:after="113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2B3BBF" w:rsidRPr="00224F07" w:rsidRDefault="002B3BBF" w:rsidP="002B3BBF">
      <w:pPr>
        <w:pStyle w:val="afe"/>
        <w:shd w:val="clear" w:color="auto" w:fill="FFFFFF"/>
        <w:spacing w:after="113"/>
        <w:ind w:left="0" w:right="4819"/>
        <w:jc w:val="both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24F07">
        <w:rPr>
          <w:rFonts w:ascii="Times New Roman" w:hAnsi="Times New Roman"/>
          <w:b/>
          <w:bCs/>
          <w:color w:val="000000"/>
          <w:sz w:val="24"/>
          <w:szCs w:val="24"/>
        </w:rPr>
        <w:t>Про надання дозволу на вчинення правочину щодо нерухомого майна Кравчук К.О.</w:t>
      </w:r>
    </w:p>
    <w:p w:rsidR="002B3BBF" w:rsidRPr="0058617D" w:rsidRDefault="002B3BBF" w:rsidP="002B3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B3BBF" w:rsidRPr="0058617D" w:rsidRDefault="002B3BBF" w:rsidP="002B3BBF">
      <w:pPr>
        <w:shd w:val="clear" w:color="auto" w:fill="FFFFFF"/>
        <w:spacing w:after="113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Розглянувши заяву Кравчук Катерини Олександрівни 05.02.1945</w:t>
      </w:r>
      <w:r w:rsidRPr="005861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року народження, яка проживає за адресою: Хмельницька область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Шепетівський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с. Лисиче вул.. Островського, 80, щодо надання дозволу на відчуження нерухомого майна, </w:t>
      </w:r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врахувавши пропозиції комісії з питань захисту прав дитини, керуючись статтею </w:t>
      </w:r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41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Конституції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України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,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статтями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17,18 Закону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України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«Про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охорону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дитинства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»,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статтями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176, 177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Сімейного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кодексу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України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,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статтею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12 Закону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України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«Про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основи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соціального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захисту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бездомних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громадян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та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безпритульних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дітей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», пунктами 66, 67 постанови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Кабінету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Міністрів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України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від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24.09.2008 р. №866 «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Питання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діяльності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органів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опіки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та </w:t>
      </w:r>
      <w:proofErr w:type="spellStart"/>
      <w:proofErr w:type="gram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п</w:t>
      </w:r>
      <w:proofErr w:type="gram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іклування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,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пов’язаної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із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захистом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прав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дитини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», Законом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України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«Про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місцеве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самоврядування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в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Україні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», 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виконавчий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комітет</w:t>
      </w:r>
      <w:proofErr w:type="spellEnd"/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сільської</w:t>
      </w:r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ради</w:t>
      </w:r>
    </w:p>
    <w:p w:rsidR="002B3BBF" w:rsidRPr="0058617D" w:rsidRDefault="002B3BBF" w:rsidP="002B3BBF">
      <w:pPr>
        <w:shd w:val="clear" w:color="auto" w:fill="FFFFFF"/>
        <w:spacing w:after="113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ВИРІШИВ:</w:t>
      </w:r>
    </w:p>
    <w:p w:rsidR="002B3BBF" w:rsidRPr="0058617D" w:rsidRDefault="002B3BBF" w:rsidP="002B3BBF">
      <w:pPr>
        <w:numPr>
          <w:ilvl w:val="0"/>
          <w:numId w:val="12"/>
        </w:numPr>
        <w:shd w:val="clear" w:color="auto" w:fill="FFFFFF"/>
        <w:spacing w:after="113" w:line="240" w:lineRule="auto"/>
        <w:ind w:left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861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Надати дозвіл на вчинення правочину  громадянці Кравчук Катерині Олександрівні, 05.02.1945 року народження, яка проживає за адресою: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__________</w:t>
      </w:r>
      <w:r w:rsidRPr="005861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на відчуження (дарування своїй дочці Кравчук Любові Іванівні) житлового будинку, що знаходиться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_____________</w:t>
      </w:r>
      <w:r w:rsidRPr="005861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виданого приватним нотаріусом </w:t>
      </w:r>
      <w:proofErr w:type="spellStart"/>
      <w:r w:rsidRPr="005861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Славутського</w:t>
      </w:r>
      <w:proofErr w:type="spellEnd"/>
      <w:r w:rsidRPr="005861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районного нотаріального округу Хмельницької області за умови збереження за неповнолітньою </w:t>
      </w:r>
      <w:proofErr w:type="spellStart"/>
      <w:r w:rsidRPr="005861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Супрунець</w:t>
      </w:r>
      <w:proofErr w:type="spellEnd"/>
      <w:r w:rsidRPr="005861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Яною Петрівною, 06.03.2009 року народження місця реєстрації та права користування житлом.</w:t>
      </w:r>
    </w:p>
    <w:p w:rsidR="002B3BBF" w:rsidRDefault="002B3BBF" w:rsidP="002B3BBF">
      <w:pPr>
        <w:numPr>
          <w:ilvl w:val="0"/>
          <w:numId w:val="12"/>
        </w:numPr>
        <w:shd w:val="clear" w:color="auto" w:fill="FFFFFF"/>
        <w:spacing w:after="113" w:line="240" w:lineRule="auto"/>
        <w:ind w:left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861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Координацію роботи щодо виконання даного рішення покласти на службу у справах дітей виконавчого комітету </w:t>
      </w:r>
      <w:proofErr w:type="spellStart"/>
      <w:r w:rsidRPr="005861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Крупецької</w:t>
      </w:r>
      <w:proofErr w:type="spellEnd"/>
      <w:r w:rsidRPr="005861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сільської ради  (</w:t>
      </w:r>
      <w:proofErr w:type="spellStart"/>
      <w:r w:rsidRPr="005861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Самчук</w:t>
      </w:r>
      <w:proofErr w:type="spellEnd"/>
      <w:r w:rsidRPr="005861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В.М.), контроль – на заступника сільського голови </w:t>
      </w:r>
      <w:proofErr w:type="spellStart"/>
      <w:r w:rsidRPr="005861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Ліпську</w:t>
      </w:r>
      <w:proofErr w:type="spellEnd"/>
      <w:r w:rsidRPr="005861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Л.П.</w:t>
      </w:r>
    </w:p>
    <w:p w:rsidR="002B3BBF" w:rsidRDefault="002B3BBF" w:rsidP="002B3BBF">
      <w:pPr>
        <w:shd w:val="clear" w:color="auto" w:fill="FFFFFF"/>
        <w:spacing w:after="113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B3BBF" w:rsidRDefault="002B3BBF" w:rsidP="002B3BBF">
      <w:pPr>
        <w:shd w:val="clear" w:color="auto" w:fill="FFFFFF"/>
        <w:spacing w:after="113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B3BBF" w:rsidRPr="0058617D" w:rsidRDefault="002B3BBF" w:rsidP="002B3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17D">
        <w:rPr>
          <w:rFonts w:ascii="Times New Roman" w:hAnsi="Times New Roman" w:cs="Times New Roman"/>
          <w:sz w:val="24"/>
          <w:szCs w:val="24"/>
        </w:rPr>
        <w:t xml:space="preserve">Заступник сільського голови </w:t>
      </w:r>
    </w:p>
    <w:p w:rsidR="002B3BBF" w:rsidRDefault="002B3BBF" w:rsidP="002B3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17D">
        <w:rPr>
          <w:rFonts w:ascii="Times New Roman" w:hAnsi="Times New Roman" w:cs="Times New Roman"/>
          <w:sz w:val="24"/>
          <w:szCs w:val="24"/>
        </w:rPr>
        <w:t xml:space="preserve">з питань діяльності виконавчих </w:t>
      </w:r>
    </w:p>
    <w:p w:rsidR="002B3BBF" w:rsidRDefault="002B3BBF" w:rsidP="002B3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17D">
        <w:rPr>
          <w:rFonts w:ascii="Times New Roman" w:hAnsi="Times New Roman" w:cs="Times New Roman"/>
          <w:sz w:val="24"/>
          <w:szCs w:val="24"/>
        </w:rPr>
        <w:t xml:space="preserve">органів ради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8617D">
        <w:rPr>
          <w:rFonts w:ascii="Times New Roman" w:hAnsi="Times New Roman" w:cs="Times New Roman"/>
          <w:sz w:val="24"/>
          <w:szCs w:val="24"/>
        </w:rPr>
        <w:t xml:space="preserve">                 Любов ЛІПСЬКА  </w:t>
      </w:r>
    </w:p>
    <w:p w:rsidR="00557080" w:rsidRDefault="00557080">
      <w:bookmarkStart w:id="0" w:name="_GoBack"/>
      <w:bookmarkEnd w:id="0"/>
    </w:p>
    <w:sectPr w:rsidR="0055708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FDF" w:rsidRDefault="00145FDF">
      <w:pPr>
        <w:spacing w:after="0" w:line="240" w:lineRule="auto"/>
      </w:pPr>
      <w:r>
        <w:separator/>
      </w:r>
    </w:p>
  </w:endnote>
  <w:endnote w:type="continuationSeparator" w:id="0">
    <w:p w:rsidR="00145FDF" w:rsidRDefault="00145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FDF" w:rsidRDefault="00145FDF">
      <w:pPr>
        <w:spacing w:after="0" w:line="240" w:lineRule="auto"/>
      </w:pPr>
      <w:r>
        <w:separator/>
      </w:r>
    </w:p>
  </w:footnote>
  <w:footnote w:type="continuationSeparator" w:id="0">
    <w:p w:rsidR="00145FDF" w:rsidRDefault="00145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34BD7973"/>
    <w:multiLevelType w:val="hybridMultilevel"/>
    <w:tmpl w:val="E4BA4604"/>
    <w:lvl w:ilvl="0" w:tplc="808AA6CC">
      <w:start w:val="1"/>
      <w:numFmt w:val="decimal"/>
      <w:lvlText w:val="%1."/>
      <w:lvlJc w:val="left"/>
      <w:pPr>
        <w:ind w:left="1677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2562" w:hanging="360"/>
      </w:pPr>
    </w:lvl>
    <w:lvl w:ilvl="2" w:tplc="0419001B">
      <w:start w:val="1"/>
      <w:numFmt w:val="lowerRoman"/>
      <w:lvlText w:val="%3."/>
      <w:lvlJc w:val="right"/>
      <w:pPr>
        <w:ind w:left="3282" w:hanging="180"/>
      </w:pPr>
    </w:lvl>
    <w:lvl w:ilvl="3" w:tplc="0419000F">
      <w:start w:val="1"/>
      <w:numFmt w:val="decimal"/>
      <w:lvlText w:val="%4."/>
      <w:lvlJc w:val="left"/>
      <w:pPr>
        <w:ind w:left="4002" w:hanging="360"/>
      </w:pPr>
    </w:lvl>
    <w:lvl w:ilvl="4" w:tplc="04190019">
      <w:start w:val="1"/>
      <w:numFmt w:val="lowerLetter"/>
      <w:lvlText w:val="%5."/>
      <w:lvlJc w:val="left"/>
      <w:pPr>
        <w:ind w:left="4722" w:hanging="360"/>
      </w:pPr>
    </w:lvl>
    <w:lvl w:ilvl="5" w:tplc="0419001B">
      <w:start w:val="1"/>
      <w:numFmt w:val="lowerRoman"/>
      <w:lvlText w:val="%6."/>
      <w:lvlJc w:val="right"/>
      <w:pPr>
        <w:ind w:left="5442" w:hanging="180"/>
      </w:pPr>
    </w:lvl>
    <w:lvl w:ilvl="6" w:tplc="0419000F">
      <w:start w:val="1"/>
      <w:numFmt w:val="decimal"/>
      <w:lvlText w:val="%7."/>
      <w:lvlJc w:val="left"/>
      <w:pPr>
        <w:ind w:left="6162" w:hanging="360"/>
      </w:pPr>
    </w:lvl>
    <w:lvl w:ilvl="7" w:tplc="04190019">
      <w:start w:val="1"/>
      <w:numFmt w:val="lowerLetter"/>
      <w:lvlText w:val="%8."/>
      <w:lvlJc w:val="left"/>
      <w:pPr>
        <w:ind w:left="6882" w:hanging="360"/>
      </w:pPr>
    </w:lvl>
    <w:lvl w:ilvl="8" w:tplc="0419001B">
      <w:start w:val="1"/>
      <w:numFmt w:val="lowerRoman"/>
      <w:lvlText w:val="%9."/>
      <w:lvlJc w:val="right"/>
      <w:pPr>
        <w:ind w:left="7602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BBF"/>
    <w:rsid w:val="00145FDF"/>
    <w:rsid w:val="002B3BBF"/>
    <w:rsid w:val="0055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BBF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paragraph" w:styleId="afe">
    <w:name w:val="Normal (Web)"/>
    <w:aliases w:val="Обычный (веб) Знак Знак,Обычный (веб)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"/>
    <w:basedOn w:val="a"/>
    <w:unhideWhenUsed/>
    <w:qFormat/>
    <w:rsid w:val="002B3BBF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BBF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paragraph" w:styleId="afe">
    <w:name w:val="Normal (Web)"/>
    <w:aliases w:val="Обычный (веб) Знак Знак,Обычный (веб)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"/>
    <w:basedOn w:val="a"/>
    <w:unhideWhenUsed/>
    <w:qFormat/>
    <w:rsid w:val="002B3BB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2021-09-29T04:15:00Z</dcterms:created>
  <dcterms:modified xsi:type="dcterms:W3CDTF">2021-09-29T04:15:00Z</dcterms:modified>
</cp:coreProperties>
</file>