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6D" w:rsidRPr="00154EFF" w:rsidRDefault="00B71D6D" w:rsidP="00B71D6D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1D6D" w:rsidRDefault="00B71D6D" w:rsidP="00B71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71D6D" w:rsidRDefault="00B71D6D" w:rsidP="00B71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71D6D" w:rsidRDefault="00B71D6D" w:rsidP="00B71D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1D6D" w:rsidRDefault="00B71D6D" w:rsidP="00B71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71D6D" w:rsidRDefault="00B71D6D" w:rsidP="00B71D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71D6D" w:rsidRDefault="00B71D6D" w:rsidP="00B71D6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№86</w:t>
      </w:r>
    </w:p>
    <w:p w:rsidR="00B71D6D" w:rsidRPr="003B50D1" w:rsidRDefault="00B71D6D" w:rsidP="00B71D6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71D6D" w:rsidRPr="003B50D1" w:rsidRDefault="00B71D6D" w:rsidP="00B71D6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B71D6D" w:rsidRPr="003B50D1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B71D6D" w:rsidRPr="003B50D1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B71D6D" w:rsidRPr="003B50D1" w:rsidRDefault="00B71D6D" w:rsidP="00B71D6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Троцюку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С.О.</w:t>
      </w:r>
    </w:p>
    <w:p w:rsidR="00B71D6D" w:rsidRPr="003B50D1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B71D6D" w:rsidRPr="003B50D1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12,116,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118, 121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12</w:t>
      </w:r>
      <w:r>
        <w:rPr>
          <w:rFonts w:ascii="Times New Roman" w:eastAsia="Calibri" w:hAnsi="Times New Roman" w:cs="Times New Roman"/>
          <w:sz w:val="24"/>
          <w:lang w:val="ru-RU"/>
        </w:rPr>
        <w:t>2, 186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Троцюка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С.О.,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B71D6D" w:rsidRPr="00BF4128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B71D6D" w:rsidRPr="003B50D1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3B50D1">
        <w:rPr>
          <w:rFonts w:ascii="Times New Roman" w:eastAsia="Calibri" w:hAnsi="Times New Roman" w:cs="Times New Roman"/>
          <w:sz w:val="24"/>
        </w:rPr>
        <w:t xml:space="preserve">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Сергію Олександровичу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95021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0,2200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B71D6D" w:rsidRPr="003B50D1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Троцюку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С.О.,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71D6D" w:rsidRPr="003B50D1" w:rsidRDefault="00B71D6D" w:rsidP="00B71D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71D6D" w:rsidRPr="003B50D1" w:rsidRDefault="00B71D6D" w:rsidP="00B71D6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71D6D" w:rsidRPr="003B50D1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71D6D" w:rsidRPr="003B50D1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71D6D" w:rsidRPr="003B50D1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71D6D" w:rsidRDefault="00B71D6D" w:rsidP="00B71D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6682" w:rsidRPr="00B71D6D" w:rsidRDefault="00B71D6D" w:rsidP="00B71D6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4F6682" w:rsidRPr="00B71D6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D6D"/>
    <w:rsid w:val="004F6682"/>
    <w:rsid w:val="00595021"/>
    <w:rsid w:val="00B71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D6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7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71D6D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D6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B71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71D6D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233</Words>
  <Characters>1334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2022-02-08T06:57:00Z</dcterms:created>
  <dcterms:modified xsi:type="dcterms:W3CDTF">2022-02-08T11:31:00Z</dcterms:modified>
</cp:coreProperties>
</file>