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905" w:rsidRDefault="00122905" w:rsidP="00122905">
      <w:pPr>
        <w:jc w:val="both"/>
        <w:rPr>
          <w:rFonts w:ascii="Times New Roman" w:hAnsi="Times New Roman" w:cs="Times New Roman"/>
        </w:rPr>
      </w:pPr>
      <w:r w:rsidRPr="007A1CE4">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22905" w:rsidRDefault="00122905" w:rsidP="00122905">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22905" w:rsidRDefault="00122905" w:rsidP="00122905">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22905" w:rsidRDefault="00122905" w:rsidP="00122905">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22905" w:rsidRDefault="00122905" w:rsidP="00122905">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22905" w:rsidRDefault="00122905" w:rsidP="00122905">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22905" w:rsidRDefault="00122905" w:rsidP="00122905">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22905" w:rsidRDefault="00122905" w:rsidP="00122905">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22905" w:rsidRDefault="00122905" w:rsidP="00122905">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22905" w:rsidRDefault="00122905" w:rsidP="00122905">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22905" w:rsidRDefault="00122905" w:rsidP="00122905">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22905" w:rsidRDefault="00122905" w:rsidP="00122905">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22905" w:rsidRDefault="00122905" w:rsidP="00122905">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22905" w:rsidRDefault="00122905" w:rsidP="00122905">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22905" w:rsidRDefault="00122905" w:rsidP="00122905">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22905" w:rsidRDefault="00122905" w:rsidP="00122905">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22905" w:rsidRDefault="00122905" w:rsidP="00122905">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22905" w:rsidRDefault="00122905" w:rsidP="00122905">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22905" w:rsidRDefault="00122905" w:rsidP="00122905">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22905" w:rsidRDefault="00122905" w:rsidP="00122905">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22905" w:rsidRDefault="00122905" w:rsidP="00122905">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122905" w:rsidRDefault="00122905" w:rsidP="00122905">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22905" w:rsidRDefault="00122905" w:rsidP="00122905">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22905" w:rsidRDefault="00122905" w:rsidP="00122905">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22905" w:rsidRDefault="00122905" w:rsidP="00122905">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22905" w:rsidRDefault="00122905" w:rsidP="00122905">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22905" w:rsidRDefault="00122905" w:rsidP="00122905">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22905" w:rsidRDefault="00122905" w:rsidP="00122905">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122905" w:rsidRDefault="00122905" w:rsidP="00122905">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22905" w:rsidRDefault="00122905" w:rsidP="00122905">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122905" w:rsidRDefault="00122905" w:rsidP="00122905">
                    <w:pPr>
                      <w:rPr>
                        <w:rFonts w:eastAsia="Times New Roman"/>
                      </w:rPr>
                    </w:pPr>
                  </w:p>
                </w:txbxContent>
              </v:textbox>
            </v:shape>
            <w10:wrap anchorx="margin"/>
          </v:group>
        </w:pict>
      </w:r>
    </w:p>
    <w:p w:rsidR="00122905" w:rsidRDefault="00122905" w:rsidP="00122905">
      <w:pPr>
        <w:spacing w:after="0" w:line="240" w:lineRule="auto"/>
        <w:jc w:val="center"/>
        <w:rPr>
          <w:rFonts w:ascii="Times New Roman" w:eastAsia="Arial Unicode MS" w:hAnsi="Times New Roman" w:cs="Times New Roman"/>
          <w:b/>
          <w:color w:val="000000"/>
          <w:sz w:val="24"/>
          <w:szCs w:val="24"/>
        </w:rPr>
      </w:pPr>
    </w:p>
    <w:p w:rsidR="00122905" w:rsidRDefault="00122905" w:rsidP="00122905">
      <w:pPr>
        <w:spacing w:after="0" w:line="240" w:lineRule="auto"/>
        <w:rPr>
          <w:rFonts w:ascii="Times New Roman" w:eastAsia="Arial Unicode MS" w:hAnsi="Times New Roman" w:cs="Times New Roman"/>
          <w:b/>
          <w:color w:val="000000"/>
          <w:sz w:val="24"/>
          <w:szCs w:val="24"/>
        </w:rPr>
      </w:pPr>
    </w:p>
    <w:p w:rsidR="00122905" w:rsidRDefault="00122905" w:rsidP="00122905">
      <w:pPr>
        <w:spacing w:after="0" w:line="240" w:lineRule="auto"/>
        <w:jc w:val="center"/>
        <w:rPr>
          <w:rFonts w:ascii="Times New Roman" w:eastAsia="Arial Unicode MS" w:hAnsi="Times New Roman" w:cs="Times New Roman"/>
          <w:b/>
          <w:color w:val="000000"/>
          <w:sz w:val="24"/>
          <w:szCs w:val="24"/>
        </w:rPr>
      </w:pPr>
    </w:p>
    <w:p w:rsidR="00122905" w:rsidRDefault="00122905" w:rsidP="00122905">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122905" w:rsidRDefault="00122905" w:rsidP="00122905">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122905" w:rsidRDefault="00122905" w:rsidP="0012290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122905" w:rsidRDefault="00122905" w:rsidP="0012290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122905" w:rsidRDefault="00122905" w:rsidP="00122905">
      <w:pPr>
        <w:spacing w:after="0" w:line="240" w:lineRule="auto"/>
        <w:jc w:val="center"/>
        <w:rPr>
          <w:rFonts w:ascii="Times New Roman" w:eastAsia="Arial Unicode MS" w:hAnsi="Times New Roman" w:cs="Times New Roman"/>
          <w:b/>
          <w:color w:val="000000"/>
          <w:sz w:val="24"/>
          <w:szCs w:val="24"/>
        </w:rPr>
      </w:pPr>
    </w:p>
    <w:p w:rsidR="00122905" w:rsidRDefault="00122905" w:rsidP="0012290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122905" w:rsidRDefault="00122905" w:rsidP="00122905">
      <w:pPr>
        <w:spacing w:after="0" w:line="240" w:lineRule="auto"/>
        <w:jc w:val="center"/>
        <w:rPr>
          <w:rFonts w:ascii="Times New Roman" w:eastAsia="Arial Unicode MS" w:hAnsi="Times New Roman" w:cs="Times New Roman"/>
          <w:b/>
          <w:color w:val="000000"/>
          <w:sz w:val="24"/>
          <w:szCs w:val="24"/>
        </w:rPr>
      </w:pPr>
    </w:p>
    <w:p w:rsidR="00122905" w:rsidRDefault="00122905" w:rsidP="00122905">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122905" w:rsidRPr="0005326B" w:rsidRDefault="00122905" w:rsidP="00122905">
      <w:pPr>
        <w:spacing w:after="0" w:line="240" w:lineRule="auto"/>
        <w:jc w:val="both"/>
        <w:rPr>
          <w:rFonts w:ascii="Times New Roman" w:eastAsia="Calibri" w:hAnsi="Times New Roman" w:cs="Times New Roman"/>
          <w:color w:val="000000"/>
          <w:sz w:val="24"/>
          <w:szCs w:val="24"/>
        </w:rPr>
      </w:pPr>
    </w:p>
    <w:p w:rsidR="00122905" w:rsidRPr="00867B7E" w:rsidRDefault="00122905" w:rsidP="00122905">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15.01.2020 року                                            Крупець                                                 №5</w:t>
      </w:r>
    </w:p>
    <w:p w:rsidR="00122905" w:rsidRDefault="00122905" w:rsidP="00122905">
      <w:pPr>
        <w:tabs>
          <w:tab w:val="left" w:pos="2160"/>
        </w:tabs>
        <w:spacing w:after="0" w:line="240" w:lineRule="auto"/>
        <w:rPr>
          <w:rFonts w:ascii="Times New Roman" w:eastAsia="Calibri" w:hAnsi="Times New Roman" w:cs="Times New Roman"/>
          <w:sz w:val="24"/>
          <w:szCs w:val="24"/>
        </w:rPr>
      </w:pPr>
    </w:p>
    <w:p w:rsidR="00122905" w:rsidRPr="00562086" w:rsidRDefault="00122905" w:rsidP="00122905">
      <w:pPr>
        <w:spacing w:after="0"/>
        <w:jc w:val="both"/>
        <w:rPr>
          <w:rFonts w:ascii="Times New Roman" w:eastAsia="Times New Roman" w:hAnsi="Times New Roman" w:cs="Times New Roman"/>
          <w:b/>
          <w:sz w:val="24"/>
          <w:szCs w:val="24"/>
          <w:lang w:eastAsia="ru-RU"/>
        </w:rPr>
      </w:pPr>
      <w:r w:rsidRPr="00562086">
        <w:rPr>
          <w:rFonts w:ascii="Times New Roman" w:eastAsia="Times New Roman" w:hAnsi="Times New Roman" w:cs="Times New Roman"/>
          <w:b/>
          <w:sz w:val="24"/>
          <w:szCs w:val="24"/>
          <w:lang w:eastAsia="ru-RU"/>
        </w:rPr>
        <w:t xml:space="preserve">Про затвердження Генерального плану </w:t>
      </w:r>
    </w:p>
    <w:p w:rsidR="00122905" w:rsidRPr="00562086" w:rsidRDefault="00122905" w:rsidP="00122905">
      <w:pPr>
        <w:spacing w:after="0"/>
        <w:jc w:val="both"/>
        <w:rPr>
          <w:rFonts w:ascii="Times New Roman" w:eastAsia="Times New Roman" w:hAnsi="Times New Roman" w:cs="Times New Roman"/>
          <w:b/>
          <w:sz w:val="24"/>
          <w:szCs w:val="24"/>
          <w:lang w:eastAsia="ru-RU"/>
        </w:rPr>
      </w:pPr>
      <w:r w:rsidRPr="00562086">
        <w:rPr>
          <w:rFonts w:ascii="Times New Roman" w:eastAsia="Times New Roman" w:hAnsi="Times New Roman" w:cs="Times New Roman"/>
          <w:b/>
          <w:sz w:val="24"/>
          <w:szCs w:val="24"/>
          <w:lang w:eastAsia="ru-RU"/>
        </w:rPr>
        <w:t xml:space="preserve">населеного пункту та </w:t>
      </w:r>
      <w:proofErr w:type="spellStart"/>
      <w:r w:rsidRPr="00562086">
        <w:rPr>
          <w:rFonts w:ascii="Times New Roman" w:eastAsia="Times New Roman" w:hAnsi="Times New Roman" w:cs="Times New Roman"/>
          <w:b/>
          <w:sz w:val="24"/>
          <w:szCs w:val="24"/>
          <w:lang w:eastAsia="ru-RU"/>
        </w:rPr>
        <w:t>зонінгу</w:t>
      </w:r>
      <w:proofErr w:type="spellEnd"/>
      <w:r w:rsidRPr="00562086">
        <w:rPr>
          <w:rFonts w:ascii="Times New Roman" w:eastAsia="Times New Roman" w:hAnsi="Times New Roman" w:cs="Times New Roman"/>
          <w:b/>
          <w:sz w:val="24"/>
          <w:szCs w:val="24"/>
          <w:lang w:eastAsia="ru-RU"/>
        </w:rPr>
        <w:t xml:space="preserve"> села Стригани,</w:t>
      </w:r>
    </w:p>
    <w:p w:rsidR="00122905" w:rsidRPr="00562086" w:rsidRDefault="00122905" w:rsidP="00122905">
      <w:pPr>
        <w:spacing w:after="0"/>
        <w:jc w:val="both"/>
        <w:rPr>
          <w:rFonts w:ascii="Times New Roman" w:eastAsia="Times New Roman" w:hAnsi="Times New Roman" w:cs="Times New Roman"/>
          <w:b/>
          <w:sz w:val="24"/>
          <w:szCs w:val="24"/>
          <w:lang w:eastAsia="ru-RU"/>
        </w:rPr>
      </w:pPr>
      <w:r w:rsidRPr="00562086">
        <w:rPr>
          <w:rFonts w:ascii="Times New Roman" w:eastAsia="Times New Roman" w:hAnsi="Times New Roman" w:cs="Times New Roman"/>
          <w:b/>
          <w:sz w:val="24"/>
          <w:szCs w:val="24"/>
          <w:lang w:eastAsia="ru-RU"/>
        </w:rPr>
        <w:t>Славутського району Хмельницької області</w:t>
      </w:r>
    </w:p>
    <w:p w:rsidR="00122905" w:rsidRDefault="00122905" w:rsidP="00122905">
      <w:pPr>
        <w:spacing w:after="0"/>
        <w:jc w:val="both"/>
        <w:rPr>
          <w:rFonts w:ascii="Times New Roman" w:eastAsia="Calibri" w:hAnsi="Times New Roman" w:cs="Times New Roman"/>
          <w:sz w:val="24"/>
          <w:szCs w:val="24"/>
          <w:lang w:eastAsia="en-US"/>
        </w:rPr>
      </w:pPr>
    </w:p>
    <w:p w:rsidR="00122905" w:rsidRDefault="00122905" w:rsidP="00122905">
      <w:pPr>
        <w:spacing w:after="0"/>
        <w:jc w:val="both"/>
        <w:rPr>
          <w:rFonts w:ascii="Times New Roman" w:eastAsia="Times New Roman" w:hAnsi="Times New Roman" w:cs="Times New Roman"/>
          <w:sz w:val="24"/>
          <w:szCs w:val="24"/>
          <w:lang w:eastAsia="ru-RU"/>
        </w:rPr>
      </w:pPr>
    </w:p>
    <w:p w:rsidR="00122905" w:rsidRDefault="00122905" w:rsidP="00122905">
      <w:pPr>
        <w:spacing w:after="0"/>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р</w:t>
      </w:r>
      <w:r>
        <w:rPr>
          <w:rFonts w:ascii="Times New Roman" w:eastAsia="Times New Roman" w:hAnsi="Times New Roman" w:cs="Times New Roman"/>
          <w:sz w:val="24"/>
          <w:szCs w:val="24"/>
          <w:lang w:eastAsia="ru-RU"/>
        </w:rPr>
        <w:t xml:space="preserve">озглянувши матеріали проекту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Стригани Славутського району Хмельницької  області, з метою забезпечення планомірного, економічного, обґрунтованого й комплексного розвитку села, підвищеного його рівня благоустрою та створення сприятливих умов життєдіяльності населення, відповідно до Закону України «Про регулювання містобудівної діяльності», Закону України «Про основи містобудування», Закону України «Про стратегічну екологічну оцінку», Закону України «Про землеустрій», Земельного кодексу України, Водного Кодексу України, ДБН Б.1.1.-15:2012 «Склад та зміст генерального плану населеного пункту», ДБН Б.1.1-22:2017 «Склад та зміст плану зонування території», враховуючи громадські слухання щодо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Стригани, сільська рада</w:t>
      </w:r>
    </w:p>
    <w:p w:rsidR="00122905" w:rsidRPr="00CB2AEF" w:rsidRDefault="00122905" w:rsidP="00122905">
      <w:pPr>
        <w:spacing w:after="0"/>
        <w:jc w:val="both"/>
        <w:rPr>
          <w:rFonts w:ascii="Times New Roman" w:eastAsia="Calibri" w:hAnsi="Times New Roman" w:cs="Times New Roman"/>
          <w:bCs/>
          <w:sz w:val="24"/>
          <w:szCs w:val="24"/>
        </w:rPr>
      </w:pPr>
      <w:r>
        <w:rPr>
          <w:rFonts w:ascii="Times New Roman" w:eastAsia="Calibri" w:hAnsi="Times New Roman" w:cs="Times New Roman"/>
          <w:bCs/>
          <w:sz w:val="24"/>
          <w:szCs w:val="24"/>
        </w:rPr>
        <w:t>ВИРІШИЛА:</w:t>
      </w:r>
    </w:p>
    <w:p w:rsidR="00122905" w:rsidRDefault="00122905" w:rsidP="00122905">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1.Затвердити містобудівну документацію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Стригани Славутського району Хмельницької області», розроблену приватним підприємством  «КРОК ЦЕНТР» </w:t>
      </w:r>
      <w:proofErr w:type="spellStart"/>
      <w:r>
        <w:rPr>
          <w:rFonts w:ascii="Times New Roman" w:eastAsia="Times New Roman" w:hAnsi="Times New Roman" w:cs="Times New Roman"/>
          <w:sz w:val="24"/>
          <w:szCs w:val="24"/>
          <w:lang w:eastAsia="ru-RU"/>
        </w:rPr>
        <w:t>м.Хмельницький</w:t>
      </w:r>
      <w:proofErr w:type="spellEnd"/>
      <w:r>
        <w:rPr>
          <w:rFonts w:ascii="Times New Roman" w:eastAsia="Times New Roman" w:hAnsi="Times New Roman" w:cs="Times New Roman"/>
          <w:sz w:val="24"/>
          <w:szCs w:val="24"/>
          <w:lang w:eastAsia="ru-RU"/>
        </w:rPr>
        <w:t xml:space="preserve">. </w:t>
      </w:r>
    </w:p>
    <w:p w:rsidR="00122905" w:rsidRDefault="00122905" w:rsidP="00122905">
      <w:pPr>
        <w:widowControl w:val="0"/>
        <w:tabs>
          <w:tab w:val="num" w:pos="993"/>
        </w:tabs>
        <w:overflowPunct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2.Підготовку та вирішення  питань проводити відповідно до затвердженого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Стригани,  Славутського району  Хмельницької області:</w:t>
      </w:r>
    </w:p>
    <w:p w:rsidR="00122905" w:rsidRDefault="00122905" w:rsidP="00122905">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щодо зміни меж села;</w:t>
      </w:r>
    </w:p>
    <w:p w:rsidR="00122905" w:rsidRDefault="00122905" w:rsidP="00122905">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підготовку вихідних даних для розроблення планів земельно-господарського устрою території села та іншої землевпорядної документації;</w:t>
      </w:r>
    </w:p>
    <w:p w:rsidR="00122905" w:rsidRDefault="00122905" w:rsidP="00122905">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2.3. розташування та проектування нового будівництва, здійснення реконструкції, реставрації, капітального ремонту об’єктів містобудування та упорядкування територій;</w:t>
      </w:r>
    </w:p>
    <w:p w:rsidR="00122905" w:rsidRDefault="00122905" w:rsidP="00122905">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вибір, вилучення (викуп), надання у власність чи користування земельних ділянок, надання дозволу на будівництво об’єктів містобудування;</w:t>
      </w:r>
    </w:p>
    <w:p w:rsidR="00122905" w:rsidRDefault="00122905" w:rsidP="00122905">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розроблення та затвердження місцевих правил забудови, детальних планів території, планів червоних ліній, іншої містобудівної документації та проектів;</w:t>
      </w:r>
    </w:p>
    <w:p w:rsidR="00122905" w:rsidRDefault="00122905" w:rsidP="00122905">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проведення грошової оцінки земель;</w:t>
      </w:r>
    </w:p>
    <w:p w:rsidR="00122905" w:rsidRDefault="00122905" w:rsidP="00122905">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розроблення та затвердження місцевих містобудівних програм та програм соціально-економічного розвитку;</w:t>
      </w:r>
    </w:p>
    <w:p w:rsidR="00122905" w:rsidRDefault="00122905" w:rsidP="00122905">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організацію роботи з проведення оцінки впливу діяльності підприємств, установ та організацій незалежно від форм власності на стан довкілля та визначення шляхів та засобів зменшення цього впливу;</w:t>
      </w:r>
    </w:p>
    <w:p w:rsidR="00122905" w:rsidRDefault="00122905" w:rsidP="00122905">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узгодження питання забудови та іншого використання територій, в яких зацікавлені територіальні громади суміжних адміністративно-територіальних одиниць;</w:t>
      </w:r>
    </w:p>
    <w:p w:rsidR="00122905" w:rsidRDefault="00122905" w:rsidP="00122905">
      <w:pPr>
        <w:widowControl w:val="0"/>
        <w:overflowPunct w:val="0"/>
        <w:autoSpaceDE w:val="0"/>
        <w:autoSpaceDN w:val="0"/>
        <w:adjustRightInd w:val="0"/>
        <w:spacing w:after="0"/>
        <w:ind w:firstLine="82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 встановлення на відповідних територіях режиму використання    земель, передбачених для містобудівних потреб.</w:t>
      </w:r>
    </w:p>
    <w:p w:rsidR="00122905" w:rsidRDefault="00122905" w:rsidP="00122905">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3.Виконавчому комітету сільської ради: </w:t>
      </w:r>
    </w:p>
    <w:p w:rsidR="00122905" w:rsidRDefault="00122905" w:rsidP="00122905">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3.1.замовити розроблення проекту землеустрою щодо встановлення (зміни) меж села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Стригани Славутського району Хмельницької області та подати на затвердження сесії  Крупецької сільської ради  Хмельницької області; </w:t>
      </w:r>
    </w:p>
    <w:p w:rsidR="00122905" w:rsidRDefault="00122905" w:rsidP="00122905">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3.2.довести зміст цього рішення до жителів Крупецької сільської ради шляхом його оприлюднення.</w:t>
      </w:r>
    </w:p>
    <w:p w:rsidR="00122905" w:rsidRDefault="00122905" w:rsidP="00122905">
      <w:pPr>
        <w:tabs>
          <w:tab w:val="left" w:pos="993"/>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Це рішення набирає чинності з моменту його оприлюднення.</w:t>
      </w:r>
    </w:p>
    <w:p w:rsidR="00122905" w:rsidRDefault="00122905" w:rsidP="00122905">
      <w:pPr>
        <w:tabs>
          <w:tab w:val="left" w:pos="993"/>
        </w:tabs>
        <w:spacing w:after="0"/>
        <w:jc w:val="both"/>
        <w:rPr>
          <w:rFonts w:ascii="Times New Roman" w:eastAsia="Calibri" w:hAnsi="Times New Roman" w:cs="Times New Roman"/>
          <w:sz w:val="24"/>
          <w:szCs w:val="24"/>
          <w:lang w:eastAsia="en-US"/>
        </w:rPr>
      </w:pPr>
      <w:r>
        <w:rPr>
          <w:rFonts w:ascii="Times New Roman" w:eastAsia="Times New Roman" w:hAnsi="Times New Roman" w:cs="Times New Roman"/>
          <w:sz w:val="24"/>
          <w:szCs w:val="24"/>
          <w:lang w:eastAsia="ru-RU"/>
        </w:rPr>
        <w:t xml:space="preserve">       5.</w:t>
      </w:r>
      <w:r>
        <w:rPr>
          <w:rFonts w:ascii="Times New Roman" w:eastAsia="Calibri" w:hAnsi="Times New Roman" w:cs="Times New Roman"/>
          <w:sz w:val="24"/>
          <w:szCs w:val="24"/>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122905" w:rsidRDefault="00122905" w:rsidP="00122905">
      <w:pPr>
        <w:tabs>
          <w:tab w:val="left" w:pos="2160"/>
        </w:tabs>
        <w:spacing w:after="0"/>
        <w:jc w:val="both"/>
        <w:rPr>
          <w:rFonts w:ascii="Times New Roman" w:eastAsia="Calibri" w:hAnsi="Times New Roman" w:cs="Times New Roman"/>
          <w:sz w:val="24"/>
          <w:szCs w:val="24"/>
        </w:rPr>
      </w:pPr>
    </w:p>
    <w:p w:rsidR="00122905" w:rsidRDefault="00122905" w:rsidP="00122905">
      <w:pPr>
        <w:tabs>
          <w:tab w:val="left" w:pos="2160"/>
        </w:tabs>
        <w:spacing w:after="0"/>
        <w:jc w:val="both"/>
        <w:rPr>
          <w:rFonts w:ascii="Times New Roman" w:eastAsia="Calibri" w:hAnsi="Times New Roman" w:cs="Times New Roman"/>
          <w:sz w:val="24"/>
          <w:szCs w:val="24"/>
        </w:rPr>
      </w:pPr>
    </w:p>
    <w:p w:rsidR="00122905" w:rsidRDefault="00122905" w:rsidP="00122905">
      <w:pPr>
        <w:tabs>
          <w:tab w:val="left" w:pos="2160"/>
        </w:tabs>
        <w:spacing w:after="0"/>
        <w:jc w:val="both"/>
        <w:rPr>
          <w:rFonts w:ascii="Times New Roman" w:eastAsia="Calibri" w:hAnsi="Times New Roman" w:cs="Times New Roman"/>
          <w:sz w:val="24"/>
          <w:szCs w:val="24"/>
        </w:rPr>
      </w:pPr>
    </w:p>
    <w:p w:rsidR="00122905" w:rsidRDefault="00122905" w:rsidP="00122905">
      <w:pPr>
        <w:tabs>
          <w:tab w:val="left" w:pos="2160"/>
        </w:tabs>
        <w:spacing w:after="0"/>
        <w:jc w:val="both"/>
        <w:rPr>
          <w:rFonts w:ascii="Times New Roman" w:eastAsia="Calibri" w:hAnsi="Times New Roman" w:cs="Times New Roman"/>
          <w:sz w:val="24"/>
          <w:szCs w:val="24"/>
        </w:rPr>
      </w:pPr>
    </w:p>
    <w:p w:rsidR="00122905" w:rsidRDefault="00122905" w:rsidP="00122905">
      <w:pPr>
        <w:tabs>
          <w:tab w:val="left" w:pos="2160"/>
        </w:tabs>
        <w:spacing w:after="0"/>
        <w:jc w:val="both"/>
        <w:rPr>
          <w:rFonts w:ascii="Times New Roman" w:eastAsia="Calibri" w:hAnsi="Times New Roman" w:cs="Times New Roman"/>
          <w:sz w:val="24"/>
          <w:szCs w:val="24"/>
        </w:rPr>
      </w:pPr>
    </w:p>
    <w:p w:rsidR="00122905" w:rsidRDefault="00122905" w:rsidP="00122905">
      <w:pPr>
        <w:tabs>
          <w:tab w:val="left" w:pos="2160"/>
        </w:tabs>
        <w:spacing w:after="0"/>
        <w:jc w:val="both"/>
        <w:rPr>
          <w:rFonts w:ascii="Times New Roman" w:eastAsia="Calibri" w:hAnsi="Times New Roman" w:cs="Times New Roman"/>
          <w:sz w:val="24"/>
          <w:szCs w:val="24"/>
        </w:rPr>
      </w:pPr>
    </w:p>
    <w:p w:rsidR="00122905" w:rsidRDefault="00122905" w:rsidP="00122905">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Сільський голова                                                                                                   В.А.</w:t>
      </w:r>
      <w:proofErr w:type="spellStart"/>
      <w:r>
        <w:rPr>
          <w:rFonts w:ascii="Times New Roman" w:eastAsia="Calibri" w:hAnsi="Times New Roman" w:cs="Times New Roman"/>
          <w:sz w:val="24"/>
          <w:szCs w:val="24"/>
        </w:rPr>
        <w:t>Михалюк</w:t>
      </w:r>
      <w:proofErr w:type="spellEnd"/>
    </w:p>
    <w:p w:rsidR="003D46E3" w:rsidRDefault="003D46E3"/>
    <w:sectPr w:rsidR="003D46E3" w:rsidSect="003D4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122905"/>
    <w:rsid w:val="00040BF7"/>
    <w:rsid w:val="00122905"/>
    <w:rsid w:val="00171A2E"/>
    <w:rsid w:val="00304C90"/>
    <w:rsid w:val="003D46E3"/>
    <w:rsid w:val="00505B6D"/>
    <w:rsid w:val="006D3977"/>
    <w:rsid w:val="007D6C18"/>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905"/>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2</Pages>
  <Words>581</Words>
  <Characters>3316</Characters>
  <Application>Microsoft Office Word</Application>
  <DocSecurity>0</DocSecurity>
  <Lines>27</Lines>
  <Paragraphs>7</Paragraphs>
  <ScaleCrop>false</ScaleCrop>
  <Company>Microsoft</Company>
  <LinksUpToDate>false</LinksUpToDate>
  <CharactersWithSpaces>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2020-01-21T07:14:00Z</dcterms:created>
  <dcterms:modified xsi:type="dcterms:W3CDTF">2020-01-21T07:15:00Z</dcterms:modified>
</cp:coreProperties>
</file>