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B5D" w:rsidRPr="00CB71B2" w:rsidRDefault="00613B5D" w:rsidP="00613B5D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2331" name="Группа 12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6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AEX3cAAGBZ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AXLLAEX3cAAGBZBAAO&#10;AAAAAAAAAAAAAAAAAC4CAABkcnMvZTJvRG9jLnhtbFBLAQItABQABgAIAAAAIQCe02Rt3QAAAAYB&#10;AAAPAAAAAAAAAAAAAAAAALl5AABkcnMvZG93bnJldi54bWxQSwUGAAAAAAQABADzAAAAw3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" fillcolor="black" stroked="f"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" fillcolor="black" stroked="f"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613B5D" w:rsidRPr="00CB71B2" w:rsidRDefault="00613B5D" w:rsidP="00613B5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12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5D" w:rsidRDefault="00613B5D" w:rsidP="00613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0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H7Jm3tAeAAAElkE&#10;AA4AAAAAAAAAAAAAAAAALgIAAGRycy9lMm9Eb2MueG1sUEsBAi0AFAAGAAgAAAAhAN/OkDDiAAAA&#10;DQEAAA8AAAAAAAAAAAAAAAAAmnoAAGRycy9kb3ducmV2LnhtbFBLBQYAAAAABAAEAPMAAACpewAA&#10;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3B5D" w:rsidRDefault="00613B5D" w:rsidP="00613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13B5D" w:rsidRPr="00CB71B2" w:rsidRDefault="00613B5D" w:rsidP="00613B5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613B5D" w:rsidRPr="00CB71B2" w:rsidRDefault="00613B5D" w:rsidP="00613B5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13B5D" w:rsidRPr="00CB71B2" w:rsidRDefault="00613B5D" w:rsidP="00613B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13B5D" w:rsidRPr="00CB71B2" w:rsidRDefault="00613B5D" w:rsidP="00613B5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3B5D" w:rsidRPr="00CB71B2" w:rsidRDefault="00613B5D" w:rsidP="00613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13B5D" w:rsidRPr="00CB71B2" w:rsidRDefault="00613B5D" w:rsidP="00613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13B5D" w:rsidRPr="00CB71B2" w:rsidRDefault="00613B5D" w:rsidP="00613B5D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 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Царука</w:t>
      </w:r>
      <w:proofErr w:type="spellEnd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В.О.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Царука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В.О., сільська  рада 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Володимиру Олександровичу, </w:t>
      </w:r>
      <w:r w:rsidRPr="00CB71B2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B31D45">
        <w:rPr>
          <w:rFonts w:ascii="Times New Roman" w:eastAsia="Calibri" w:hAnsi="Times New Roman" w:cs="Times New Roman"/>
          <w:sz w:val="24"/>
        </w:rPr>
        <w:t>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31D4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Calibri" w:hAnsi="Times New Roman" w:cs="Times New Roman"/>
          <w:sz w:val="24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иватну власність,  площею 0,1778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кадастров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ий номер: 6823984000:01:016:0039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(Шепетівський)  район,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Царуку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В.О. 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13B5D" w:rsidRPr="00CB71B2" w:rsidRDefault="00613B5D" w:rsidP="00613B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13B5D" w:rsidRPr="00CB71B2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61B4C" w:rsidRPr="00613B5D" w:rsidRDefault="00613B5D" w:rsidP="00613B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861B4C" w:rsidRPr="00613B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5D"/>
    <w:rsid w:val="00171A2E"/>
    <w:rsid w:val="00304C90"/>
    <w:rsid w:val="00505B6D"/>
    <w:rsid w:val="00613B5D"/>
    <w:rsid w:val="006D3977"/>
    <w:rsid w:val="007D6C18"/>
    <w:rsid w:val="00861B4C"/>
    <w:rsid w:val="00B31D4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E9C7"/>
  <w15:docId w15:val="{0E0A27E6-BDB3-4CE6-94C1-4001883B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B5D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261</Words>
  <Characters>1492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2021-04-14T11:54:00Z</dcterms:created>
  <dcterms:modified xsi:type="dcterms:W3CDTF">2021-04-15T12:14:00Z</dcterms:modified>
</cp:coreProperties>
</file>