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56B" w:rsidRDefault="0097356B" w:rsidP="0097356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7356B" w:rsidRDefault="0097356B" w:rsidP="009735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D1571B" wp14:editId="6807756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59" name="Группа 148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8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356B" w:rsidRDefault="0097356B" w:rsidP="009735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5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aQvMncAAEF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2sDcUA&#10;AADeAAAADwAAAGRycy9kb3ducmV2LnhtbESPQYvCQAyF7wv+hyGCt3WqLm6pjiKi4kFYdPUeOrEt&#10;djKlM2r99+awsLeEvLz3vvmyc7V6UBsqzwZGwwQUce5txYWB8+/2MwUVIrLF2jMZeFGA5aL3McfM&#10;+icf6XGKhRITDhkaKGNsMq1DXpLDMPQNsdyuvnUYZW0LbVt8irmr9ThJptphxZJQYkPrkvLb6e4M&#10;+Mluf7gU4+Nkw9+RVz/p9dIdjBn0u9UMVKQu/ov/vvdW6n+lUwEQHJlBL9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awN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W7NccA&#10;AADeAAAADwAAAGRycy9kb3ducmV2LnhtbERPTWsCMRC9F/ofwhR6kZq1lNVujSLC2upB0BZ6HTbT&#10;zdbNZEmibv31TUHobR7vc6bz3rbiRD40jhWMhhkI4srphmsFH+/lwwREiMgaW8ek4IcCzGe3N1Ms&#10;tDvzjk77WIsUwqFABSbGrpAyVIYshqHriBP35bzFmKCvpfZ4TuG2lY9ZlkuLDacGgx0tDVWH/dEq&#10;+C635nM5vqz84HlHl0G5eW3XuVL3d/3iBUSkPv6Lr+43neY/TfI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1uz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SBQ8YA&#10;AADeAAAADwAAAGRycy9kb3ducmV2LnhtbESP0WrCQBBF3wv9h2UKvpS60RaR1FVEjJS8BLUfMGTH&#10;bGh2NmTXJP69Kwh9m+HeuefOajPaRvTU+dqxgtk0AUFcOl1zpeD3nH0sQfiArLFxTApu5GGzfn1Z&#10;YardwEfqT6ESMYR9igpMCG0qpS8NWfRT1xJH7eI6iyGuXSV1h0MMt42cJ8lCWqw5Egy2tDNU/p2u&#10;NkKKTyzyy3DODiMOuM8Nv2+PSk3exu03iEBj+Dc/r390rP+1XMzh8U6cQa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/SBQ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wx4sUA&#10;AADeAAAADwAAAGRycy9kb3ducmV2LnhtbERPTUsDMRC9C/0PYQRvNmuta1mbllIVROihrSDehs10&#10;d3EzCcnYXf+9EQRv83ifs1yPrldniqnzbOBmWoAirr3tuDHwdny+XoBKgmyx90wGvinBejW5WGJl&#10;/cB7Oh+kUTmEU4UGWpFQaZ3qlhymqQ/EmTv56FAyjI22EYcc7no9K4pSO+w4N7QYaNtS/Xn4cgZ2&#10;w1N4vS/vTuEjzmc6PVp534oxV5fj5gGU0Cj/4j/3i83z54vy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DHi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G8rMYA&#10;AADeAAAADwAAAGRycy9kb3ducmV2LnhtbESPwWrDMBBE74H8g9hAL6GR24YQXMvGlKaEXEKSfsBi&#10;rS1Ta2Us1Xb/PioUettlZufNZsVsOzHS4FvHCp42CQjiyumWGwWft8PjHoQPyBo7x6TghzwU+XKR&#10;YardxBcar6ERMYR9igpMCH0qpa8MWfQb1xNHrXaDxRDXoZF6wCmG204+J8lOWmw5Egz29Gao+rp+&#10;2wg5v+D5VE+3w8eME76fDK/Li1IPq7l8BRFoDv/mv+ujjvW3+90W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G8r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MDcQA&#10;AADeAAAADwAAAGRycy9kb3ducmV2LnhtbERPTUsDMRC9C/0PYQrebNbSrmVtWkqrIIKHVkG8DZvp&#10;7uJmEpKxu/57Iwje5vE+Z70dXa8uFFPn2cDtrABFXHvbcWPg7fXxZgUqCbLF3jMZ+KYE283kao2V&#10;9QMf6XKSRuUQThUaaEVCpXWqW3KYZj4QZ+7so0PJMDbaRhxyuOv1vChK7bDj3NBioH1L9efpyxl4&#10;GR7C8125PIePuJjrdLDyvhdjrqfj7h6U0Cj/4j/3k83zF6tyCb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ZDA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6Pk8UA&#10;AADeAAAADwAAAGRycy9kb3ducmV2LnhtbERPW2vCMBR+H/gfwhH2MjR1lyKdUXQQJmwwpoKvh+bY&#10;ljUnJcls/fdGGOztfHzXs1gNthVn8qFxrGA2zUAQl840XCk47PVkDiJEZIOtY1JwoQCr5ehugYVx&#10;PX/TeRcrkUI4FKigjrErpAxlTRbD1HXEiTs5bzEm6CtpPPYp3LbyMctyabHh1FBjR281lT+7X6tg&#10;89VXT/6h3Azu4/R+fNHa6E+t1P14WL+CiDTEf/Gfe2vS/Od5nsP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o+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g98MA&#10;AADeAAAADwAAAGRycy9kb3ducmV2LnhtbERP3WrCMBS+H/gO4Qi7m6niT+mMIo6CDG+me4BDc9Z0&#10;NiclibW+/SIIuzsf3+9Zbwfbip58aBwrmE4yEMSV0w3XCr7P5VsOIkRkja1jUnCnANvN6GWNhXY3&#10;/qL+FGuRQjgUqMDE2BVShsqQxTBxHXHifpy3GBP0tdQebynctnKWZUtpseHUYLCjvaHqcrpaBeXn&#10;7NhfrtqXbjfMLS3Mb/5hlHodD7t3EJGG+C9+ug86zZ/nyxU83kk3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Jg9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2+esgA&#10;AADeAAAADwAAAGRycy9kb3ducmV2LnhtbESPT2vDMAzF74N+B6PCLmN19q+UrG5pB2aDFcbawq4i&#10;VpPQWA6212TffjoMdpN4T+/9tFyPvlMXiqkNbOBuVoAiroJruTZwPNjbBaiUkR12gcnADyVYryZX&#10;SyxdGPiTLvtcKwnhVKKBJue+1DpVDXlMs9ATi3YK0WOWNdbaRRwk3Hf6vijm2mPL0tBgTy8NVef9&#10;tzew/Rjqh3hTbcfwfnr9erLW2Z015no6bp5BZRrzv/nv+s0J/uNiLrzyjs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nb56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FRHsIA&#10;AADeAAAADwAAAGRycy9kb3ducmV2LnhtbERP3WrCMBS+H/gO4Qi7m6mi0nVGEUdBhjdTH+DQnDWd&#10;zUlJYq1vvwjC7s7H93tWm8G2oicfGscKppMMBHHldMO1gvOpfMtBhIissXVMCu4UYLMevayw0O7G&#10;39QfYy1SCIcCFZgYu0LKUBmyGCauI07cj/MWY4K+ltrjLYXbVs6ybCktNpwaDHa0M1RdjleroPya&#10;HfrLVfvSbYe5pYX5zT+NUq/jYfsBItIQ/8VP916n+fN8+Q6Pd9IN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4VEe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zwtsQA&#10;AADeAAAADwAAAGRycy9kb3ducmV2LnhtbESPzW7CQAyE75V4h5WReisbWv4UWFCFRAVHAg9gZU0S&#10;kfWG7ELC29cHJG62PJ6Zb7XpXa0e1IbKs4HxKAFFnHtbcWHgfNp9LUCFiGyx9kwGnhRgsx58rDC1&#10;vuMjPbJYKDHhkKKBMsYm1TrkJTkMI98Qy+3iW4dR1rbQtsVOzF2tv5Nkph1WLAklNrQtKb9md2dg&#10;8uz+btn0muyso/HhpzlwzKfGfA773yWoSH18i1/feyv1J4u5AAiOz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M8L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JDgsQA&#10;AADeAAAADwAAAGRycy9kb3ducmV2LnhtbERPTWvCQBC9F/wPywi91Y1SrI2uIoaI9FSj9TxkxySY&#10;nQ3ZjYn/vlsoeJvH+5zVZjC1uFPrKssKppMIBHFudcWFgvMpfVuAcB5ZY22ZFDzIwWY9ellhrG3P&#10;R7pnvhAhhF2MCkrvm1hKl5dk0E1sQxy4q20N+gDbQuoW+xBuajmLork0WHFoKLGhXUn5LeuMgm5+&#10;mZ35+qW/s+Sx/0zSrZM/hVKv42G7BOFp8E/xv/ugw/z3xccU/t4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CQ4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t6MYA&#10;AADeAAAADwAAAGRycy9kb3ducmV2LnhtbERPTWvCQBC9C/6HZQRvutFKmkZXsQWh7aFStQdvY3ZM&#10;otnZmN1q+u/dQqG3ebzPmS1aU4krNa60rGA0jEAQZ1aXnCvYbVeDBITzyBory6Tghxws5t3ODFNt&#10;b/xJ143PRQhhl6KCwvs6ldJlBRl0Q1sTB+5oG4M+wCaXusFbCDeVHEdRLA2WHBoKrOmloOy8+TYK&#10;vtZJ/LR+fpuc3j8O+GD0Za/LWKl+r11OQXhq/b/4z/2qw/xJ8jiG33fCDXJ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t6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f58MA&#10;AADeAAAADwAAAGRycy9kb3ducmV2LnhtbERPS4vCMBC+C/6HMII3TX2gpWsUH6jLntRd2OvQjG2x&#10;mZQmavXXG2Fhb/PxPWe2aEwpblS7wrKCQT8CQZxaXXCm4Od724tBOI+ssbRMCh7kYDFvt2aYaHvn&#10;I91OPhMhhF2CCnLvq0RKl+Zk0PVtRRy4s60N+gDrTOoa7yHclHIYRRNpsODQkGNF65zSy+lqFDwn&#10;v3hw++FqM9KeHuN4Z78OO6W6nWb5AcJT4//Ff+5PHeaP4+kI3u+EG+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pf5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quPcMA&#10;AADeAAAADwAAAGRycy9kb3ducmV2LnhtbERPzYrCMBC+L/gOYQRva6p0V61GEVHYm2v1AYZmTIvN&#10;pDZRu/v0ZmHB23x8v7NYdbYWd2p95VjBaJiAIC6crtgoOB1371MQPiBrrB2Tgh/ysFr23haYaffg&#10;A93zYEQMYZ+hgjKEJpPSFyVZ9EPXEEfu7FqLIcLWSN3iI4bbWo6T5FNarDg2lNjQpqTikt+sgqsb&#10;f+gu3+L+sp19V8ak199DqtSg363nIAJ14SX+d3/pOD+dTlL4eyfe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1quP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jzOsQA&#10;AADeAAAADwAAAGRycy9kb3ducmV2LnhtbERPPW/CMBDdK/U/WFeJrXHa0hACBlEkJFZoB8bDPpK0&#10;8TnEBkJ/fV0Jie2e3udN571txJk6XztW8JKkIIi1MzWXCr4+V885CB+QDTaOScGVPMxnjw9TLIy7&#10;8IbO21CKGMK+QAVVCG0hpdcVWfSJa4kjd3CdxRBhV0rT4SWG20a+pmkmLdYcGypsaVmR/tmerIJ1&#10;vaf3TB/GNv/Qm93vMbyNvo1Sg6d+MQERqA938c29NnH+MB9l8P9OvE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48z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WvdscA&#10;AADeAAAADwAAAGRycy9kb3ducmV2LnhtbERPXWvCQBB8L/Q/HFvwrV4qUjX1EmpBUNoKfqCvS26b&#10;C83thdwZ47/3hELfZnd2ZnbmeW9r0VHrK8cKXoYJCOLC6YpLBYf98nkKwgdkjbVjUnAlD3n2+DDH&#10;VLsLb6nbhVJEE/YpKjAhNKmUvjBk0Q9dQxy5H9daDHFsS6lbvERzW8tRkrxKixXHBIMNfRgqfndn&#10;q6DDzTU5mcX3bF19FaPN4vip414Nnvr3NxCB+vB//Kde6fj+eDqZwL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Vr3b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fknsYA&#10;AADeAAAADwAAAGRycy9kb3ducmV2LnhtbESPQU/DMAyF70j7D5EncWPpKgRTWTZNk4Y4QtmBo2m8&#10;pqOxqyRbC7+eHJC42XrP731ebyffqyuF2AkbWC4KUMSN2I5bA8f3w90KVEzIFnthMvBNEbab2c0a&#10;Kysjv9G1Tq3KIRwrNOBSGiqtY+PIY1zIQJy1kwSPKa+h1TbgmMN9r8uieNAeO84NDgfaO2q+6os3&#10;MD43n+fy9GHdTxjkUL/KuezFmNv5tHsClWhK/+a/6xeb8e9Xj5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fkn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NREsUA&#10;AADeAAAADwAAAGRycy9kb3ducmV2LnhtbERP22oCMRB9L/gPYYS+1axS6nZrFK8g0lK89H26me6u&#10;JpNlk+r690Yo9G0O5zqjSWuNOFPjK8cK+r0EBHHudMWFgsN+9ZSC8AFZo3FMCq7kYTLuPIww0+7C&#10;WzrvQiFiCPsMFZQh1JmUPi/Jou+5mjhyP66xGCJsCqkbvMRwa+QgSV6kxYpjQ4k1zUvKT7tfq2D1&#10;uTDHwcd2+iXDfDn8NulmtnhX6rHbTt9ABGrDv/jPvdZx/nM6fIX7O/EG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M1E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VPMgA&#10;AADeAAAADwAAAGRycy9kb3ducmV2LnhtbESPQWvCQBCF7wX/wzIFL6Vu1LaE1FVEEBVaaFXodcxO&#10;k2B2NmTXGP+9cyj0NsO8ee99s0XvatVRGyrPBsajBBRx7m3FhYHjYf2cggoR2WLtmQzcKMBiPniY&#10;YWb9lb+p28dCiQmHDA2UMTaZ1iEvyWEY+YZYbr++dRhlbQttW7yKuav1JEnetMOKJaHEhlYl5ef9&#10;xRnovj5OxbYLze6cPoXX6Wmz+bQ/xgwf++U7qEh9/Bf/fW+t1H9JUwEQHJlBz+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KlU8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qOusUA&#10;AADeAAAADwAAAGRycy9kb3ducmV2LnhtbERPTWsCMRC9C/6HMIXeNKtoWVejaKHgRVDrQW/jZrq7&#10;uJlsk6jb/vpGEHqbx/uc2aI1tbiR85VlBYN+AoI4t7riQsHh86OXgvABWWNtmRT8kIfFvNuZYabt&#10;nXd024dCxBD2GSooQ2gyKX1ekkHftw1x5L6sMxgidIXUDu8x3NRymCRv0mDFsaHEht5Lyi/7q1Gw&#10;mqSr7+2IN7+784lOx/NlPHSJUq8v7XIKIlAb/sVP91rH+aM0HcDjnXiD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o66xQAAAN4AAAAPAAAAAAAAAAAAAAAAAJgCAABkcnMv&#10;ZG93bnJldi54bWxQSwUGAAAAAAQABAD1AAAAigMAAAAA&#10;" fillcolor="black" stroked="f"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sezcYA&#10;AADeAAAADwAAAGRycy9kb3ducmV2LnhtbERPS2vCQBC+F/wPyxS81U2DlRBdpdoKherBx8HjmJ0m&#10;S7KzIbtq2l/fLRS8zcf3nNmit424UueNYwXPowQEceG04VLB8bB+ykD4gKyxcUwKvsnDYj54mGGu&#10;3Y13dN2HUsQQ9jkqqEJocyl9UZFFP3ItceS+XGcxRNiVUnd4i+G2kWmSTKRFw7GhwpZWFRX1/mIV&#10;nD4nJtsZSs+bn+W73rzUy+1brdTwsX+dggjUh7v43/2h4/xxlqX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sez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XWZMQA&#10;AADeAAAADwAAAGRycy9kb3ducmV2LnhtbERPS2sCMRC+F/wPYQRvNWuVsmyNIpaiFw/1Qa/DZrrZ&#10;7mayTaKu/vqmUOhtPr7nzJe9bcWFfKgdK5iMMxDEpdM1VwqOh7fHHESIyBpbx6TgRgGWi8HDHAvt&#10;rvxOl32sRArhUKACE2NXSBlKQxbD2HXEift03mJM0FdSe7ymcNvKpyx7lhZrTg0GO1obKpv92Srw&#10;q4/X5s7nU5Pdd7ew+eq/czRKjYb96gVEpD7+i//cW53mz/J8Cr/vp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F1m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34W8QA&#10;AADeAAAADwAAAGRycy9kb3ducmV2LnhtbERP22rCQBB9F/oPyxT6IrqpiI2pq5RCoaAIWj9gzI5J&#10;6O5syE419uvdQsG3OZzrLFa9d+pMXWwCG3geZ6CIy2Abrgwcvj5GOagoyBZdYDJwpQir5cNggYUN&#10;F97ReS+VSiEcCzRQi7SF1rGsyWMch5Y4cafQeZQEu0rbDi8p3Ds9ybKZ9thwaqixpfeayu/9jzfg&#10;Jkc3X7/EjVwPepP9etkNt9aYp8f+7RWUUC938b/706b50zyfwt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d+F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EcmsUA&#10;AADeAAAADwAAAGRycy9kb3ducmV2LnhtbERPTWsCMRC9F/ofwhS81axSy7I1iq0Ie+nBrcXruBk3&#10;i8lk2aS69tcbodDbPN7nzJeDs+JMfWg9K5iMMxDEtdctNwp2X5vnHESIyBqtZ1JwpQDLxePDHAvt&#10;L7ylcxUbkUI4FKjAxNgVUobakMMw9h1x4o6+dxgT7Bupe7ykcGflNMtepcOWU4PBjj4M1afqxylY&#10;V52d7krzHvbfn4eDLX83tF8rNXoaVm8gIg3xX/znLnWa/5LnM7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Rya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w28MA&#10;AADeAAAADwAAAGRycy9kb3ducmV2LnhtbERPTWsCMRC9F/wPYQRvNbHIdtkaRaSC4KlWD70Nybi7&#10;upksm+iu/94UCr3N433OYjW4RtypC7VnDbOpAkFsvK251HD83r7mIEJEtth4Jg0PCrBajl4WWFjf&#10;8xfdD7EUKYRDgRqqGNtCymAqchimviVO3Nl3DmOCXSlth30Kd418UyqTDmtODRW2tKnIXA83p+Gy&#10;lXtvFJrT8dTv7PvPZ0aN0noyHtYfICIN8V/8597ZNH+e5x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Yw2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JmJ8QA&#10;AADeAAAADwAAAGRycy9kb3ducmV2LnhtbERPS2vCQBC+F/wPywjedOODNkRXUUEQpYdqKT1Os2MS&#10;kp0Nu6um/74rCL3Nx/ecxaozjbiR85VlBeNRAoI4t7riQsHneTdMQfiArLGxTAp+ycNq2XtZYKbt&#10;nT/odgqFiCHsM1RQhtBmUvq8JIN+ZFviyF2sMxgidIXUDu8x3DRykiSv0mDFsaHElrYl5fXpahR8&#10;X498eZ8e1m4Tvmx39vXkJ62VGvS79RxEoC78i5/uvY7zZ2n6Bo934g1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yZi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AnJ8gA&#10;AADeAAAADwAAAGRycy9kb3ducmV2LnhtbESPQW/CMAyF75P2HyIjcRspiE1dIaAxCYnLpMF2GDfT&#10;mLaicbokQLdfPx8mcbP1nt/7PF/2rlUXCrHxbGA8ykARl942XBn4/Fg/5KBiQrbYeiYDPxRhubi/&#10;m2Nh/ZW3dNmlSkkIxwIN1Cl1hdaxrMlhHPmOWLSjDw6TrKHSNuBVwl2rJ1n2pB02LA01dvRaU3na&#10;nZ2B1XO++n6f8tvv9rCn/dfh9DgJmTHDQf8yA5WoTzfz//XGCv40z4VX3pEZ9O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MCcnyAAAAN4AAAAPAAAAAAAAAAAAAAAAAJgCAABk&#10;cnMvZG93bnJldi54bWxQSwUGAAAAAAQABAD1AAAAjQMAAAAA&#10;" fillcolor="black" stroked="f"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JFsQA&#10;AADeAAAADwAAAGRycy9kb3ducmV2LnhtbERPS0sDMRC+C/0PYQrebNYHsl2blqUgiqdtbel1uhk3&#10;i5vJksR0/fdGELzNx/ec1Wayg0jkQ+9Ywe2iAEHcOt1zp+Dw/nxTgggRWePgmBR8U4DNena1wkq7&#10;C+8o7WMncgiHChWYGMdKytAashgWbiTO3IfzFmOGvpPa4yWH20HeFcWjtNhzbjA40tZQ+7n/sgrS&#10;edvU9+mUzO7N1513zcvx3Ch1PZ/qJxCRpvgv/nO/6jz/oSyX8PtOv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KiR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XyX8gA&#10;AADeAAAADwAAAGRycy9kb3ducmV2LnhtbESPQWvCQBCF74X+h2UKvenGUkSjq4i0pfXSNi3occiO&#10;2WB2NmS3MfXXdw5CbzPMm/fet1wPvlE9dbEObGAyzkARl8HWXBn4/noezUDFhGyxCUwGfinCenV7&#10;s8TchjN/Ul+kSokJxxwNuJTaXOtYOvIYx6ElltsxdB6TrF2lbYdnMfeNfsiyqfZYsyQ4bGnrqDwV&#10;P95AnGyf9jt/mfeHF8fvxZubflTOmPu7YbMAlWhI/+Lr96uV+o+zuQAIjsy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hfJf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356B" w:rsidRDefault="0097356B" w:rsidP="009735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7356B" w:rsidRDefault="0097356B" w:rsidP="0097356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7356B" w:rsidRDefault="0097356B" w:rsidP="009735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7356B" w:rsidRDefault="0097356B" w:rsidP="009735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97356B" w:rsidRDefault="0097356B" w:rsidP="0097356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7356B" w:rsidRDefault="0097356B" w:rsidP="0097356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Л.М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Л.М,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7356B" w:rsidRDefault="0097356B" w:rsidP="009735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Михайлівні,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91F1E" w:rsidRPr="00A91F1E">
        <w:rPr>
          <w:rFonts w:ascii="Times New Roman" w:eastAsia="Calibri" w:hAnsi="Times New Roman" w:cs="Times New Roman"/>
          <w:sz w:val="24"/>
          <w:lang w:eastAsia="en-US"/>
        </w:rPr>
        <w:t>_</w:t>
      </w:r>
      <w:r w:rsidR="00A91F1E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Федорчук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7356B" w:rsidRDefault="0097356B" w:rsidP="0097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7356B" w:rsidRDefault="0097356B" w:rsidP="009735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7356B" w:rsidRDefault="0097356B" w:rsidP="009735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7356B" w:rsidRPr="0097356B" w:rsidRDefault="0097356B" w:rsidP="0097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97356B" w:rsidRPr="0097356B" w:rsidRDefault="0097356B" w:rsidP="0097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97356B" w:rsidRDefault="0097356B" w:rsidP="0097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7356B" w:rsidRDefault="0097356B" w:rsidP="009735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53EFB" w:rsidRPr="0097356B" w:rsidRDefault="0097356B" w:rsidP="009735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53EFB" w:rsidRPr="009735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356B"/>
    <w:rsid w:val="00253EFB"/>
    <w:rsid w:val="0097356B"/>
    <w:rsid w:val="00A91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5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240</Words>
  <Characters>1373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2021-07-19T05:43:00Z</dcterms:created>
  <dcterms:modified xsi:type="dcterms:W3CDTF">2021-07-19T06:32:00Z</dcterms:modified>
</cp:coreProperties>
</file>