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93" w:rsidRPr="0081108E" w:rsidRDefault="004A5493" w:rsidP="004A549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4A5493" w:rsidRPr="0081108E" w:rsidRDefault="004A5493" w:rsidP="004A549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A5493" w:rsidRPr="0081108E" w:rsidRDefault="007A690D" w:rsidP="004A549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180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fFSMMA&#10;AADeAAAADwAAAGRycy9kb3ducmV2LnhtbERPTWvCQBC9F/oflin01myiYEPqKiJaPAhiNPchOyah&#10;2dmQXZP033cFobd5vM9ZrifTioF611hWkEQxCOLS6oYrBdfL/iMF4TyyxtYyKfglB+vV68sSM21H&#10;PtOQ+0qEEHYZKqi97zIpXVmTQRfZjjhwN9sb9AH2ldQ9jiHctHIWxwtpsOHQUGNH25rKn/xuFNj5&#10;9+FYVLPzfMefnjen9FZMR6Xe36bNFwhPk/8XP90HHebHSZrA451wg1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fFS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pnMYA&#10;AADeAAAADwAAAGRycy9kb3ducmV2LnhtbERPTWsCMRC9C/0PYQq9SM3qQe1qlCJstT0IWsHrsBk3&#10;224mS5Lq1l9vhEJv83ifM192thFn8qF2rGA4yEAQl07XXCk4fBbPUxAhImtsHJOCXwqwXDz05phr&#10;d+EdnfexEimEQ44KTIxtLmUoDVkMA9cSJ+7kvMWYoK+k9nhJ4baRoywbS4s1pwaDLa0Mld/7H6vg&#10;q9ia42pyffP9lx1d+8XHunkfK/X02L3OQETq4r/4z73RaX42nI7g/k66QS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Hpn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7oBsUA&#10;AADeAAAADwAAAGRycy9kb3ducmV2LnhtbESP0YrCMBBF34X9hzCCL7KmrrBIt6nIoov4IlY/YGjG&#10;pthMShNt/XsjCPs2w71zz51sNdhG3KnztWMF81kCgrh0uuZKwfm0/VyC8AFZY+OYFDzIwyr/GGWY&#10;atfzke5FqEQMYZ+iAhNCm0rpS0MW/cy1xFG7uM5iiGtXSd1hH8NtI7+S5FtarDkSDLb0a6i8Fjcb&#10;IYcFHvaX/rT9G7DHzd7wdH1UajIe1j8gAg3h3/y+3ulYP5kvF/B6J84g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Lug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NlSMUA&#10;AADeAAAADwAAAGRycy9kb3ducmV2LnhtbERPTUsDMRC9C/6HMII3m22pbdk2LVIVpOChrSC9DZvp&#10;7uJmEpKxu/77RhC8zeN9zmozuE5dKKbWs4HxqABFXHnbcm3g4/j6sACVBNli55kM/FCCzfr2ZoWl&#10;9T3v6XKQWuUQTiUaaERCqXWqGnKYRj4QZ+7so0PJMNbaRuxzuOv0pChm2mHLuaHBQNuGqq/DtzPw&#10;3r+E3Xz2eA6nOJ3o9GzlcyvG3N8NT0tQQoP8i//cbzbPL8aLKfy+k2/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2VI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vV6cYA&#10;AADeAAAADwAAAGRycy9kb3ducmV2LnhtbESPwWrDMBBE74H+g9hCL6GW3dAQnCghlKaEXIKdfsBi&#10;rS0Ta2Us1Xb/vioUettlZufN7g6z7cRIg28dK8iSFARx5XTLjYLP2+l5A8IHZI2dY1LwTR4O+4fF&#10;DnPtJi5oLEMjYgj7HBWYEPpcSl8ZsugT1xNHrXaDxRDXoZF6wCmG206+pOlaWmw5Egz29Gaoupdf&#10;NkKuK7xe6ul2+phxwveL4eWxUOrpcT5uQQSaw7/57/qsY/0027zC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4vV6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1epMQA&#10;AADeAAAADwAAAGRycy9kb3ducmV2LnhtbERPTUsDMRC9C/0PYQrebLZF17I2LaVVEMGDVSi9DZvp&#10;7uJmEpKxu/57Iwje5vE+Z7UZXa8uFFPn2cB8VoAirr3tuDHw8f50swSVBNli75kMfFOCzXpytcLK&#10;+oHf6HKQRuUQThUaaEVCpXWqW3KYZj4QZ+7so0PJMDbaRhxyuOv1oihK7bDj3NBioF1L9efhyxl4&#10;HR7Dy315dw6neLvQaW/luBNjrqfj9gGU0Cj/4j/3s83zi/m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dXq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m1sUA&#10;AADeAAAADwAAAGRycy9kb3ducmV2LnhtbERP32vCMBB+H/g/hBv4IjN1w006o+ggTFCQqbDXoznb&#10;suZSkmi7/34RhL3dx/fz5sveNuJKPtSOFUzGGQjiwpmaSwWno36agQgR2WDjmBT8UoDlYvAwx9y4&#10;jr/oeoilSCEcclRQxdjmUoaiIoth7FrixJ2dtxgT9KU0HrsUbhv5nGWv0mLNqaHClj4qKn4OF6tg&#10;ve/KFz8q1r3bnj+/p1obvdNKDR/71TuISH38F9/dG5PmZ5PZG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Ob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4W8UA&#10;AADeAAAADwAAAGRycy9kb3ducmV2LnhtbESPQWvDMAyF74P9B6NBb6vTso2Q1i1lIzDGLmv7A0Ss&#10;xmljOdhumv776TDYTeI9vfdpvZ18r0aKqQtsYDEvQBE3wXbcGjge6ucSVMrIFvvAZOBOCbabx4c1&#10;Vjbc+IfGfW6VhHCq0IDLeai0To0jj2keBmLRTiF6zLLGVtuINwn3vV4WxZv22LE0OBzo3VFz2V+9&#10;gfpr+T1erjbWYTe9eHp15/LDGTN7mnYrUJmm/G/+u/60gl8sSuGVd2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Ozh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fXP8UA&#10;AADeAAAADwAAAGRycy9kb3ducmV2LnhtbERP32vCMBB+H+x/CDfwZczUDUWrUeYgTFAQneDr0Zxt&#10;WXMpSbTdf78Ig73dx/fzFqveNuJGPtSOFYyGGQjiwpmaSwWnL/0yBREissHGMSn4oQCr5ePDAnPj&#10;Oj7Q7RhLkUI45KigirHNpQxFRRbD0LXEibs4bzEm6EtpPHYp3DbyNcsm0mLNqaHClj4qKr6PV6tg&#10;ve/KN/9crHu3vXyex1obvdNKDZ769zmISH38F/+5NybNz0bTGd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R9c/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igMYA&#10;AADeAAAADwAAAGRycy9kb3ducmV2LnhtbESPQW/CMAyF75P2HyJP2m2koDFBISC0qRKadhnbD7Aa&#10;0xQap0pCKf9+PiDtZsvP771vvR19pwaKqQ1sYDopQBHXwbbcGPj9qV4WoFJGttgFJgM3SrDdPD6s&#10;sbThyt80HHKjxIRTiQZczn2pdaodeUyT0BPL7RiixyxrbLSNeBVz3+lZUbxpjy1LgsOe3h3V58PF&#10;G6g+Z1/D+WJjFXbjq6e5Oy0+nDHPT+NuBSrTmP/F9++9lfrFdCkAgi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Sig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aZ88EA&#10;AADeAAAADwAAAGRycy9kb3ducmV2LnhtbERPzYrCMBC+C75DGGFvmtRdF61GEcFlPdr1AYZmbIvN&#10;pDbR1rffCIK3+fh+Z7XpbS3u1PrKsYZkokAQ585UXGg4/e3HcxA+IBusHZOGB3nYrIeDFabGdXyk&#10;exYKEUPYp6ihDKFJpfR5SRb9xDXEkTu71mKIsC2kabGL4baWU6W+pcWKY0OJDe1Kyi/ZzWr4enQ/&#10;12x2UXtjKTl8NgcO+Uzrj1G/XYII1Ie3+OX+NXG+ShYJPN+JN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Wmf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YRK8EA&#10;AADeAAAADwAAAGRycy9kb3ducmV2LnhtbERPTYvCMBC9L/gfwgh7W1N7EK1GEUVZPGmtnodmbIvN&#10;pDRR6783guBtHu9zZovO1OJOrassKxgOIhDEudUVFwqy4+ZvDMJ5ZI21ZVLwJAeLee9nhom2Dz7Q&#10;PfWFCCHsElRQet8kUrq8JINuYBviwF1sa9AH2BZSt/gI4aaWcRSNpMGKQ0OJDa1Kyq/pzSi4jc5x&#10;xped3qfr53ay3iydPBVK/fa75RSEp85/xR/3vw7zo+Ekhvc74QY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GESv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UErcYA&#10;AADeAAAADwAAAGRycy9kb3ducmV2LnhtbERPS2vCQBC+F/oflhG81Y0PgkZX0YKgHpTa9tDbmB2T&#10;1Oxsml01/ntXEHqbj+85k1ljSnGh2hWWFXQ7EQji1OqCMwVfn8u3IQjnkTWWlknBjRzMpq8vE0y0&#10;vfIHXfY+EyGEXYIKcu+rREqX5mTQdWxFHLijrQ36AOtM6hqvIdyUshdFsTRYcGjIsaL3nNLT/mwU&#10;fO+G8Wi3WA9+N9sD9o3++9FFrFS71czHIDw1/l/8dK90mB91R314vBNu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eUEr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ULTcQA&#10;AADeAAAADwAAAGRycy9kb3ducmV2LnhtbERPS2vCQBC+F/wPywje6kYNomk2QVuqpSdf0OuQHZNg&#10;djZktxr99d1Cobf5+J6T5r1pxJU6V1tWMBlHIIgLq2suFZyO788LEM4ja2wsk4I7OcizwVOKibY3&#10;3tP14EsRQtglqKDyvk2kdEVFBt3YtsSBO9vOoA+wK6Xu8BbCTSOnUTSXBmsODRW29FpRcTl8GwWP&#10;+Rfu3Ha6fptpT/d4sbGfu41So2G/egHhqff/4j/3hw7zo8kyht93wg0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1C0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DHeMIA&#10;AADeAAAADwAAAGRycy9kb3ducmV2LnhtbERPzYrCMBC+C/sOYYS9aaqo2GqURVzYm1r3AYZmNi02&#10;k9pE7fr0RhC8zcf3O8t1Z2txpdZXjhWMhgkI4sLpio2C3+P3YA7CB2SNtWNS8E8e1quP3hIz7W58&#10;oGsejIgh7DNUUIbQZFL6oiSLfuga4sj9udZiiLA1Urd4i+G2luMkmUmLFceGEhvalFSc8otVcHbj&#10;qe7yLe5O23RfGTM53w8TpT773dcCRKAuvMUv94+O85NROoXnO/E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gMd4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4/5MMA&#10;AADeAAAADwAAAGRycy9kb3ducmV2LnhtbERPPW/CMBDdK/EfrEPqBg6tCCFgEK1UiRXagfGwjyQQ&#10;n0PsQsqvx0hI3e7pfd582dlaXKj1lWMFo2ECglg7U3Gh4Of7a5CB8AHZYO2YFPyRh+Wi9zLH3Lgr&#10;b+iyDYWIIexzVFCG0ORSel2SRT90DXHkDq61GCJsC2lavMZwW8u3JEmlxYpjQ4kNfZakT9tfq2Bd&#10;7Wmc6sPUZh96s7udw/vkaJR67XerGYhAXfgXP91rE+cno2kKj3fiD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4/5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jqMUA&#10;AADeAAAADwAAAGRycy9kb3ducmV2LnhtbERP0WoCMRB8F/oPYQu+aaIPWk+j1EKhYhXUUl+Xy/Zy&#10;9LI5LvE8/74RCr7N7uzM7CxWnatES00oPWsYDRUI4tybkgsNX6f3wQuIEJENVp5Jw40CrJZPvQVm&#10;xl/5QO0xFiKZcMhQg42xzqQMuSWHYehr4sT9+MZhTGNTSNPgNZm7So6VmkiHJacEizW9Wcp/jxen&#10;ocX9TZ3tejfblJ/5eL/+3pq01/3n7nUOIlIXH8f/6g+T3lej2RTudRIG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2Oo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EoQMQA&#10;AADeAAAADwAAAGRycy9kb3ducmV2LnhtbESPQU/DMAyF70j8h8hI3Fi6HhCUZRNCGuIIhQNH03hN&#10;R2NXSVgLvx4fkLjZes/vfd7sljiaE6U8CDtYryowxJ34gXsHb6/7qxswuSB7HIXJwTdl2G3PzzbY&#10;eJn5hU5t6Y2GcG7QQShlaqzNXaCIeSUTsWoHSRGLrqm3PuGs4XG0dVVd24gDa0PAiR4CdZ/tV3Qw&#10;P3Yfx/rw7sNPmmTfPsuxHsW5y4vl/g5MoaX8m/+un7ziV+tb5dV3dAa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RKE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dzMUA&#10;AADeAAAADwAAAGRycy9kb3ducmV2LnhtbERPyWrDMBC9B/oPYgq9JbJzaBMniskKpTSUbPepNbXd&#10;SiNjqYnz91Ug0Ns83jrTvLNGnKn1tWMF6SABQVw4XXOp4HjY9EcgfEDWaByTgit5yGcPvSlm2l14&#10;R+d9KEUMYZ+hgiqEJpPSFxVZ9APXEEfuy7UWQ4RtKXWLlxhujRwmybO0WHNsqLChZUXFz/7XKth8&#10;rMz3cLubn2RYrl8+zehtsXpX6umxm09ABOrCv/juftVxfpKOx3B7J94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pZ3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YdPscA&#10;AADeAAAADwAAAGRycy9kb3ducmV2LnhtbESPQWvCQBCF70L/wzIFL0U3tVhCdA2lILFQQVPB6yQ7&#10;TYLZ2ZBdY/rvu4WCtxnee9+8WaejacVAvWssK3ieRyCIS6sbrhScvrazGITzyBpby6Tghxykm4fJ&#10;GhNtb3ykIfeVCBB2CSqove8SKV1Zk0E3tx1x0L5tb9CHta+k7vEW4KaViyh6lQYbDhdq7Oi9pvKS&#10;X42C4fBZVLvBdR+X+MktX4os2+uzUtPH8W0FwtPo7+b/9E6H+lFgwt87YQa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GHT7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GuMUA&#10;AADeAAAADwAAAGRycy9kb3ducmV2LnhtbERPTWsCMRC9F/ofwhS81cRFi65G0UKhF6HaHvQ2bsbd&#10;xc1kTVJd/fVNodDbPN7nzBadbcSFfKgdaxj0FQjiwpmaSw1fn2/PYxAhIhtsHJOGGwVYzB8fZpgb&#10;d+UNXbaxFCmEQ44aqhjbXMpQVGQx9F1LnLij8xZjgr6UxuM1hdtGZkq9SIs1p4YKW3qtqDhtv62G&#10;1WS8On8MeX3fHPa03x1Oo8wrrXtP3XIKIlIX/8V/7neT5qtMDeD3nXSD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sa4xQAAAN4AAAAPAAAAAAAAAAAAAAAAAJgCAABkcnMv&#10;ZG93bnJldi54bWxQSwUGAAAAAAQABAD1AAAAigMAAAAA&#10;" fillcolor="black" stroked="f"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dWz8UA&#10;AADeAAAADwAAAGRycy9kb3ducmV2LnhtbERPS2sCMRC+C/6HMII3TbpQka1R6qMgaA/aHnqcbqa7&#10;YTeTZRN17a9vCoXe5uN7zmLVu0ZcqQvWs4aHqQJBXHhjudTw/vYymYMIEdlg45k03CnAajkcLDA3&#10;/sYnup5jKVIIhxw1VDG2uZShqMhhmPqWOHFfvnMYE+xKaTq8pXDXyEypmXRoOTVU2NKmoqI+X5yG&#10;j8PMzk+Wss/j93pnjo/1+nVbaz0e9c9PICL18V/8596bNF9lKoPfd9IN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d1bPxQAAAN4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eZsMA&#10;AADeAAAADwAAAGRycy9kb3ducmV2LnhtbERPTWsCMRC9F/ofwgjeaqKCyNYoYil66aHW0uuwmW7W&#10;3Uy2SdTVX28Khd7m8T5nsepdK84UYu1Zw3ikQBCX3tRcaTh8vD7NQcSEbLD1TBquFGG1fHxYYGH8&#10;hd/pvE+VyCEcC9RgU+oKKWNpyWEc+Y44c98+OEwZhkqagJcc7lo5UWomHdacGyx2tLFUNvuT0xDW&#10;Xy/NjU+fjbq9XeP22P/M0Wo9HPTrZxCJ+vQv/nPvTJ6vJmoKv+/kG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meZ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GwWcQA&#10;AADeAAAADwAAAGRycy9kb3ducmV2LnhtbERPbUsCQRD+Hvgflgn8ErrbIWWXq0gQCEmg+QOm2+nu&#10;aHf2uJ307Ne7QeC3eXheZ7EagldH6lMb2cL91IAirqJrubZw+HidzEElQXboI5OFMyVYLUc3Cyxd&#10;PPGOjnupVQ7hVKKFRqQrtU5VQwHTNHbEmfuKfUDJsK+16/GUw4PXhTEPOmDLuaHBjl4aqr73P8GC&#10;Lz7909tj2sr5oLfmN8ju7t1ZO74d1s+ghAa5iv/dG5fnm8LM4O+dfINe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xsFn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MQA&#10;AADeAAAADwAAAGRycy9kb3ducmV2LnhtbERPTWsCMRC9F/ofwhR6q0kXKmVrFK0Ie+mhW4vXcTNu&#10;FpPJskl121/fCIK3ebzPmS1G78SJhtgF1vA8USCIm2A6bjVsvzZPryBiQjboApOGX4qwmN/fzbA0&#10;4cyfdKpTK3IIxxI12JT6UsrYWPIYJ6EnztwhDB5ThkMrzYDnHO6dLJSaSo8d5waLPb1bao71j9ew&#10;rntXbCu7irvvj/3eVX8b2q21fnwYl28gEo3pJr66K5Pnq0K9wOWdfIO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tVJj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42cEA&#10;AADeAAAADwAAAGRycy9kb3ducmV2LnhtbERPS4vCMBC+C/sfwix402Q9VOkaRWQFwZOvg7chmW2r&#10;zaQ00dZ/b4SFvc3H95z5sne1eFAbKs8avsYKBLHxtuJCw+m4Gc1AhIhssfZMGp4UYLn4GMwxt77j&#10;PT0OsRAphEOOGsoYm1zKYEpyGMa+IU7cr28dxgTbQtoWuxTuajlRKpMOK04NJTa0LsncDnen4bqR&#10;O28UmvPp3G3t9PKTUa20Hn72q28Qkfr4L/5zb22aryYqg/c76Qa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6eNn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4uJcQA&#10;AADeAAAADwAAAGRycy9kb3ducmV2LnhtbERPS2sCMRC+C/0PYQreNHGFKqtRbKFQWnrwgXgcN+Pu&#10;spvJkkTd/vumUPA2H99zluvetuJGPtSONUzGCgRx4UzNpYbD/n00BxEissHWMWn4oQDr1dNgiblx&#10;d97SbRdLkUI45KihirHLpQxFRRbD2HXEibs4bzEm6EtpPN5TuG1lptSLtFhzaqiwo7eKimZ3tRpO&#10;1y++fE8/N/41Hl2/D012njdaD5/7zQJEpD4+xP/uD5Pmq0zN4O+dd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eLiX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xvJcgA&#10;AADeAAAADwAAAGRycy9kb3ducmV2LnhtbESPQU8CMRCF7yb8h2ZIvEnrRg0sFAImJl5MBD3IbdiO&#10;uxu206WtsPrrnYOJt5m8N+99s1gNvlNniqkNbOF2YkARV8G1XFt4f3u6mYJKGdlhF5gsfFOC1XJ0&#10;tcDShQtv6bzLtZIQTiVaaHLuS61T1ZDHNAk9sWifIXrMssZau4gXCfedLox50B5bloYGe3psqDru&#10;vryFzWy6Ob3e8cvP9rCn/cfheF9EY+31eFjPQWUa8r/57/rZCb4pjPDKOzKDX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XG8lyAAAAN4AAAAPAAAAAAAAAAAAAAAAAJgCAABk&#10;cnMvZG93bnJldi54bWxQSwUGAAAAAAQABAD1AAAAjQMAAAAA&#10;" fillcolor="black" stroked="f"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BFMMA&#10;AADeAAAADwAAAGRycy9kb3ducmV2LnhtbERPS0sDMRC+C/6HMII3m1hB7Nq0LIVS8bR9iNfpZtws&#10;biZLEtP13xtB8DYf33OW68kNIlOIvWcN9zMFgrj1pudOw+m4vXsCEROywcEzafimCOvV9dUSK+Mv&#10;vKd8SJ0oIRwr1GBTGispY2vJYZz5kbhwHz44TAWGTpqAlxLuBjlX6lE67Lk0WBxpY6n9PHw5Dfm8&#10;aeqH/J7t/jXUXfDN7u3caH17M9XPIBJN6V/8534xZb6aqwX8vlNu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bBFM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m6XccA&#10;AADeAAAADwAAAGRycy9kb3ducmV2LnhtbESPQU/DMAyF70j8h8hI3FjaHSbolk3TBBNwAQrSdrQa&#10;r6nWOFWTdWW/fj4gcbPl5/fet1iNvlUD9bEJbCCfZKCIq2Abrg38fL88PIKKCdliG5gM/FKE1fL2&#10;ZoGFDWf+oqFMtRITjgUacCl1hdaxcuQxTkJHLLdD6D0mWfta2x7PYu5bPc2ymfbYsCQ47GjjqDqW&#10;J28g5pvn3bu/PA37reOP8s3NPmtnzP3duJ6DSjSmf/Hf96uV+tk0FwDBkRn0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pul3HAAAA3g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A5493" w:rsidRPr="0081108E" w:rsidRDefault="004A5493" w:rsidP="004A54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A5493" w:rsidRPr="0081108E" w:rsidRDefault="004A5493" w:rsidP="004A54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A5493" w:rsidRPr="0081108E" w:rsidRDefault="004A5493" w:rsidP="004A54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A5493" w:rsidRPr="0081108E" w:rsidRDefault="004A5493" w:rsidP="004A54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A5493" w:rsidRPr="0081108E" w:rsidRDefault="004A5493" w:rsidP="004A549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4A5493" w:rsidRPr="0081108E" w:rsidRDefault="004A5493" w:rsidP="004A549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4A5493" w:rsidRPr="0081108E" w:rsidRDefault="004A5493" w:rsidP="004A5493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4A5493" w:rsidRPr="0081108E" w:rsidRDefault="004A5493" w:rsidP="004A549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4A5493" w:rsidRPr="0081108E" w:rsidRDefault="004A5493" w:rsidP="004A549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4A5493" w:rsidRPr="0081108E" w:rsidRDefault="004A5493" w:rsidP="004A54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A690D">
        <w:rPr>
          <w:noProof/>
        </w:rPr>
        <w:pict>
          <v:group id="Группа 10211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OoTncAAHhZBAAOAAAAZHJzL2Uyb0RvYy54bWzsfW1uJjmS3n8DvsML/RygWsn8zkLXLGa6&#10;ugYGxvYA+/oAKklVEizpLUvqrlovFjDgI/givoGvsHsjP0EGmaQqIyKnumfQhtkDdGpaoUgyIsgk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vxL8A&#10;AADeAAAADwAAAGRycy9kb3ducmV2LnhtbERPSwrCMBDdC94hjOBOUyuoVKOIqLgQxN9+aMa22ExK&#10;E7Xe3giCu3m878wWjSnFk2pXWFYw6EcgiFOrC84UXM6b3gSE88gaS8uk4E0OFvN2a4aJti8+0vPk&#10;MxFC2CWoIPe+SqR0aU4GXd9WxIG72dqgD7DOpK7xFcJNKeMoGkmDBYeGHCta5ZTeTw+jwA63u/01&#10;i4/DNY89Lw+T27XZK9XtNMspCE+N/4t/7p0O86N4EMP3nXCDn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mq/E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K4/McA&#10;AADeAAAADwAAAGRycy9kb3ducmV2LnhtbERPTWsCMRC9C/0PYQpepGa1YNutUUTY1noorAq9Dpvp&#10;ZtvNZElSXf31TaHgbR7vc+bL3rbiSD40jhVMxhkI4srphmsFh31x9wgiRGSNrWNScKYAy8XNYI65&#10;dicu6biLtUghHHJUYGLscilDZchiGLuOOHGfzluMCfpaao+nFG5bOc2ymbTYcGow2NHaUPW9+7EK&#10;vop387F+uLz40VNJl1GxfW3fZkoNb/vVM4hIfbyK/90bneZn08k9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SuP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iEicYA&#10;AADeAAAADwAAAGRycy9kb3ducmV2LnhtbESPwWrDMBBE74H+g9hCL6GR45ZQXCshlDgUX0KSfsBi&#10;rS1Ta2UsxXb/PioUettlZufN5rvZdmKkwbeOFaxXCQjiyumWGwVf1+L5DYQPyBo7x6Tghzzstg+L&#10;HDPtJj7TeAmNiCHsM1RgQugzKX1lyKJfuZ44arUbLIa4Do3UA04x3HYyTZKNtNhyJBjs6cNQ9X25&#10;2Qg5veCprKdrcZxxwkNpeLk/K/X0OO/fQQSaw7/57/pTx/pJun6F33fiDH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iEi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A0KMQA&#10;AADe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i3K2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gNC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a/ZcUA&#10;AADeAAAADwAAAGRycy9kb3ducmV2LnhtbESP0WrCQBBF3wv9h2UKvhSzMYUg0VVEVIovovEDhuyY&#10;DWZnQ3Y18e+7hULfZrh37rmzXI+2FU/qfeNYwSxJQRBXTjdcK7iW++kchA/IGlvHpOBFHtar97cl&#10;FtoNfKbnJdQihrAvUIEJoSuk9JUhiz5xHXHUbq63GOLa11L3OMRw28osTXNpseFIMNjR1lB1vzxs&#10;hJy+8HS8DeX+MOKAu6Phz81ZqcnHuFmACDSGf/Pf9beO9dNslsPvO3EG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r9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4PxMQA&#10;AADe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i3K2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+D8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SGX8cA&#10;AADe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fjGfCa+8IzPo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khl/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hpO8IA&#10;AADe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7N8toD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Gk7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5A5McA&#10;AADeAAAADwAAAGRycy9kb3ducmV2LnhtbESPQUvDQBCF70L/wzIFL9JujCgSuy2tsCgoFGvB65Cd&#10;JqHZ2bC7NvHfOwfB2wzz5r33rTaT79WFYuoCG7hdFqCI6+A6bgwcP+3iEVTKyA77wGTghxJs1rOr&#10;FVYujPxBl0NulJhwqtBAm/NQaZ3qljymZRiI5XYK0WOWNTbaRRzF3Pe6LIoH7bFjSWhxoOeW6vPh&#10;2xvY7cfmLt7Uuym8nV6+7q119t0acz2ftk+gMk35X/z3/eqkflGWAiA4MoN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+QOT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KvgMMA&#10;AADeAAAADwAAAGRycy9kb3ducmV2LnhtbERPS2rDMBDdF3oHMYHsajkmLcGNHEKDIZRumvYAgzW1&#10;HFsjIymOc/uoUOhuHu87291sBzGRD51jBassB0HcON1xq+D7q37agAgRWePgmBTcKMCuenzYYqnd&#10;lT9pOsVWpBAOJSowMY6llKExZDFkbiRO3I/zFmOCvpXa4zWF20EWef4iLXacGgyO9Gao6U8Xq6B+&#10;Lz6m/qJ97fbz2tKzOW8ORqnlYt6/gog0x3/xn/uo0/y8KFbw+066QV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Kvg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6vH8AA&#10;AADeAAAADwAAAGRycy9kb3ducmV2LnhtbERPzYrCMBC+C75DGMGbTezqslSjLIKLHrf6AEMztsVm&#10;0m2irW9vBGFv8/H9zno72EbcqfO1Yw3zRIEgLpypudRwPu1nXyB8QDbYOCYND/Kw3YxHa8yM6/mX&#10;7nkoRQxhn6GGKoQ2k9IXFVn0iWuJI3dxncUQYVdK02Efw20jU6U+pcWaY0OFLe0qKq75zWpYPPqf&#10;v3x5VXtjaX78aI8ciqXW08nwvQIRaAj/4rf7YOJ8laYpvN6JN8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16vH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AcK8IA&#10;AADeAAAADwAAAGRycy9kb3ducmV2LnhtbERPS4vCMBC+L/gfwgje1tQuyFpNiygusie3Ps5DM7bF&#10;ZlKaqPXfbwTB23x8z1lkvWnEjTpXW1YwGUcgiAuray4VHPabz28QziNrbCyTggc5yNLBxwITbe/8&#10;R7fclyKEsEtQQeV9m0jpiooMurFtiQN3tp1BH2BXSt3hPYSbRsZRNJUGaw4NFba0qqi45Fej4Do9&#10;xQc+/+pdvn78zNabpZPHUqnRsF/OQXjq/Vv8cm91mB/F8Rc83wk3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EBwr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Y0QsYA&#10;AADeAAAADwAAAGRycy9kb3ducmV2LnhtbERPTWvCQBC9C/0PyxS8mY2pBI2u0goF24OitYfexuyY&#10;pM3OxuxW4793C0Jv83ifM1t0phZnal1lWcEwikEQ51ZXXCjYf7wOxiCcR9ZYWyYFV3KwmD/0Zphp&#10;e+EtnXe+ECGEXYYKSu+bTEqXl2TQRbYhDtzRtgZ9gG0hdYuXEG5qmcRxKg1WHBpKbGhZUv6z+zUK&#10;PjfjdLJ5eRt9v68P+GT06UtXqVL9x+55CsJT5//Fd/dKh/lxkozg751w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Y0Q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MGTcMA&#10;AADeAAAADwAAAGRycy9kb3ducmV2LnhtbERPS4vCMBC+C/6HMII3Ta2rSDWK7qIue/IFXodmbIvN&#10;pDRR6/56syDsbT6+58wWjSnFnWpXWFYw6EcgiFOrC84UnI7r3gSE88gaS8uk4EkOFvN2a4aJtg/e&#10;0/3gMxFC2CWoIPe+SqR0aU4GXd9WxIG72NqgD7DOpK7xEcJNKeMoGkuDBYeGHCv6zCm9Hm5Gwe/4&#10;jDu3jVdfQ+3p+THZ2J/dRqlup1lOQXhq/L/47f7WYX4UxyP4eyf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MGT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jxlMIA&#10;AADeAAAADwAAAGRycy9kb3ducmV2LnhtbERPzYrCMBC+L/gOYQRva2pRWatRZFHwpnZ9gKEZ02Iz&#10;qU1W6z79RhC8zcf3O4tVZ2txo9ZXjhWMhgkI4sLpio2C08/28wuED8gaa8ek4EEeVsvexwIz7e58&#10;pFsejIgh7DNUUIbQZFL6oiSLfuga4sidXWsxRNgaqVu8x3BbyzRJptJixbGhxIa+Syou+a9VcHXp&#10;RHf5BveXzexQGTO+/h3HSg363XoOIlAX3uKXe6fj/CRNp/B8J94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yPGU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gy5MQA&#10;AADeAAAADwAAAGRycy9kb3ducmV2LnhtbERPyW7CMBC9V+o/WFOJGzgNgkDARFCpEleWQ49Te0jS&#10;xuM0dknK19eVkHqbp7fOuhhsI67U+dqxgudJAoJYO1NzqeB8eh0vQPiAbLBxTAp+yEOxeXxYY25c&#10;zwe6HkMpYgj7HBVUIbS5lF5XZNFPXEscuYvrLIYIu1KaDvsYbhuZJslcWqw5NlTY0ktF+vP4bRXs&#10;63eazfVlaRc7fXi7fYVp9mGUGj0N2xWIQEP4F9/dexPnJ2mawd878Qa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4Mu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fQcQA&#10;AADeAAAADwAAAGRycy9kb3ducmV2LnhtbERPTUsDMRC9F/wPYQRvbeIeRNemxQqFFm2hVfQ6bMbN&#10;4maybNLt9t87h4K3mfc1b+bLMbRqoD41kS3czwwo4iq6hmsLnx/r6SOolJEdtpHJwoUSLBc3kzmW&#10;Lp75QMMx10pCOJVowefclVqnylPANIsdsXA/sQ+YZe1r7Xo8S3hodWHMgw7YsFzw2NGrp+r3eAoW&#10;BtxfzLdf7Z62zXtV7Fdfb05we3c7vjyDyjTmf/HVvXFS3xSF9JV3ZAa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GX0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clQMIA&#10;AADeAAAADwAAAGRycy9kb3ducmV2LnhtbERPPU/DMBDdkfofrKvERp16QBDqVgipFSMEBsYjvsYp&#10;8V1kmybw6zESEts9vc/b7OYwqDPF1AtbWK8qUMStuJ47C68v+6sbUCkjOxyEycIXJdhtFxcbrJ1M&#10;/EznJneqhHCq0YLPeay1Tq2ngGklI3HhjhID5gJjp13EqYSHQZuqutYBey4NHkd68NR+NJ/BwnRo&#10;30/m+Ob8dxxl3zzJyQxi7eVyvr8DlWnO/+I/96Mr8ytjbuH3nXKD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xyVA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KF8gA&#10;AADeAAAADwAAAGRycy9kb3ducmV2LnhtbESPQU/CQBCF7yb+h82YcJOtNRFSWQiCJIZICKj3sTu2&#10;1d3ZprtA+ffOgYTbTObNe++bzHrv1JG62AQ28DDMQBGXwTZcGfj8WN2PQcWEbNEFJgNnijCb3t5M&#10;sLDhxDs67lOlxIRjgQbqlNpC61jW5DEOQ0sst5/QeUyydpW2HZ7E3DudZ9mT9tiwJNTY0qKm8m9/&#10;8AZW26X7zTe7+ZdOi9fRtxuvX5bvxgzu+vkzqER9uoov329W6mf5owAIjsy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3AoX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ZyGMYA&#10;AADeAAAADwAAAGRycy9kb3ducmV2LnhtbERPTWvCQBC9C/0PyxR6Kbox0hJSVxGhxIIFGwWvk+w0&#10;CWZnQ3Yb03/fFQre5vE+Z7keTSsG6l1jWcF8FoEgLq1uuFJwOr5PExDOI2tsLZOCX3KwXj1Mlphq&#10;e+UvGnJfiRDCLkUFtfddKqUrazLoZrYjDty37Q36APtK6h6vIdy0Mo6iV2mw4dBQY0fbmspL/mMU&#10;DId9Ue0G131ckmf3siiy7FOflXp6HDdvIDyN/i7+d+90mB/Fiznc3g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ZyG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iScsYA&#10;AADeAAAADwAAAGRycy9kb3ducmV2LnhtbERPTWsCMRC9F/wPYYTeatJVi90aRYVCL0K1PdTbuJnu&#10;Lm4ma5Lq6q9vCkJv83ifM513thEn8qF2rOFxoEAQF87UXGr4/Hh9mIAIEdlg45g0XCjAfNa7m2Ju&#10;3Jk3dNrGUqQQDjlqqGJscylDUZHFMHAtceK+nbcYE/SlNB7PKdw2MlPqSVqsOTVU2NKqouKw/bEa&#10;ls+T5fF9xOvrZr+j3df+MM680vq+3y1eQETq4r/45n4zab7Khhn8vZNu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iScsYAAADeAAAADwAAAAAAAAAAAAAAAACYAgAAZHJz&#10;L2Rvd25yZXYueG1sUEsFBgAAAAAEAAQA9QAAAIsDAAAAAA==&#10;" fillcolor="black" stroked="f"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c56cUA&#10;AADeAAAADwAAAGRycy9kb3ducmV2LnhtbERPS2vCQBC+F/wPywi91Y0RRaKraB8g1B58HDyO2TFZ&#10;kp0N2a2m/fVuQehtPr7nzJedrcWVWm8cKxgOEhDEudOGCwXHw8fLFIQPyBprx6TghzwsF72nOWba&#10;3XhH130oRAxhn6GCMoQmk9LnJVn0A9cQR+7iWoshwraQusVbDLe1TJNkIi0ajg0lNvRaUl7tv62C&#10;0+fETHeG0vP2d/2ut+Nq/fVWKfXc71YzEIG68C9+uDc6zk/S0Qj+3ok3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VznpxQAAAN4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zMr8QA&#10;AADeAAAADwAAAGRycy9kb3ducmV2LnhtbERPTUsDMRC9F/wPYQRvNrGKLNtml6KIXjxYFa/DZrpZ&#10;dzNZk7Td9tcbQehtHu9zVvXkBrGnEDvPGm7mCgRx403HrYaP96frAkRMyAYHz6ThSBHq6mK2wtL4&#10;A7/RfpNakUM4lqjBpjSWUsbGksM49yNx5rY+OEwZhlaagIcc7ga5UOpeOuw4N1gc6cFS0292TkNY&#10;fz32J9599ur0eozP39NPgVbrq8tpvQSRaEpn8b/7xeT5anF7B3/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szK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Hff8QA&#10;AADeAAAADwAAAGRycy9kb3ducmV2LnhtbERP22oCMRB9L/Qfwgi+lJp0S29boxRBEJSC1g+Ybqa7&#10;i8lk2Ux17debQqFvczjXmc6H4NWR+tRGtnA3MaCIq+hari3sP5a3z6CSIDv0kcnCmRLMZ9dXUyxd&#10;PPGWjjupVQ7hVKKFRqQrtU5VQwHTJHbEmfuKfUDJsK+16/GUw4PXhTGPOmDLuaHBjhYNVYfdd7Dg&#10;i0//sn5KGznv9cb8BNnevDtrx6Ph7RWU0CD/4j/3yuX5prh/gN938g16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R33/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MAUsQA&#10;AADeAAAADwAAAGRycy9kb3ducmV2LnhtbERPTWsCMRC9F/ofwhS81awrSFmNohVhLx66VbyOm3Gz&#10;mEyWTaprf31TKPQ2j/c5i9XgrLhRH1rPCibjDARx7XXLjYLD5+71DUSIyBqtZ1LwoACr5fPTAgvt&#10;7/xBtyo2IoVwKFCBibErpAy1IYdh7DvixF187zAm2DdS93hP4c7KPMtm0mHLqcFgR++G6mv15RRs&#10;q87mh9Jswum4P59t+b2j01ap0cuwnoOINMR/8Z+71Gl+lk9n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TAFL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oX/8EA&#10;AADeAAAADwAAAGRycy9kb3ducmV2LnhtbERPS4vCMBC+C/sfwizsTZN1QaVrFFkUBE++DnsbkrGt&#10;NpPSRFv/vREEb/PxPWc671wlbtSE0rOG74ECQWy8LTnXcNiv+hMQISJbrDyThjsFmM8+elPMrG95&#10;S7ddzEUK4ZChhiLGOpMymIIchoGviRN38o3DmGCTS9tgm8JdJYdKjaTDklNDgTX9FWQuu6vTcF7J&#10;jTcKzfFwbNd2/L8cUaW0/vrsFr8gInXxLX651zbNV8OfMTzfST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aF//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1w6scA&#10;AADeAAAADwAAAGRycy9kb3ducmV2LnhtbESPT2vCQBDF74V+h2WE3urGCEWiq2ihUFp68A/iccyO&#10;SUh2Nuyumn77zqHgbYb35r3fLFaD69SNQmw8G5iMM1DEpbcNVwYO+4/XGaiYkC12nsnAL0VYLZ+f&#10;FlhYf+ct3XapUhLCsUADdUp9oXUsa3IYx74nFu3ig8Mka6i0DXiXcNfpPMvetMOGpaHGnt5rKtvd&#10;1Rk4Xb/58jP9WodNOvphH9v8PGuNeRkN6zmoREN6mP+vP63gZ/lUeOUdmUE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3tcOrHAAAA3g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wAA8YA&#10;AADeAAAADwAAAGRycy9kb3ducmV2LnhtbERPS0vDQBC+C/6HZQRvZtf4oE27LVYQvAht9dDcJtkx&#10;Cc3Oxt21jf76bkHwNh/fc+bL0fbiQD50jjXcZgoEce1Mx42Gj/eXmwmIEJEN9o5Jww8FWC4uL+ZY&#10;GHfkDR22sREphEOBGtoYh0LKULdkMWRuIE7cp/MWY4K+kcbjMYXbXuZKPUqLHaeGFgd6bqneb7+t&#10;htV0svpa3/Pb76YqqdxV+4fcK62vr8anGYhIY/wX/7lfTZqv8rspnN9JN8jF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wAA8YAAADeAAAADwAAAAAAAAAAAAAAAACYAgAAZHJz&#10;L2Rvd25yZXYueG1sUEsFBgAAAAAEAAQA9QAAAIsDAAAAAA==&#10;" fillcolor="black" stroked="f"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bRScYA&#10;AADeAAAADwAAAGRycy9kb3ducmV2LnhtbESPQUsDMRCF74L/IYzgzWatIrI2LUtBFE/bqnidbqab&#10;pZvJksR0/ffOQfA2w7x5732rzexHVSimIbCB20UFirgLduDewMf7880jqJSRLY6BycAPJdisLy9W&#10;WNtw5h2Vfe6VmHCq0YDLeaq1Tp0jj2kRJmK5HUP0mGWNvbYRz2LuR72sqgftcWBJcDjR1lF32n97&#10;A+WwbZu78lXc7i02fQzty+ehNeb6am6eQGWa87/47/vVSv1qeS8Agi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bRScYAAADe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Yw28UA&#10;AADeAAAADwAAAGRycy9kb3ducmV2LnhtbERPTWvCQBC9F/oflil4q5uIiI2uUqSKemmbCnocstNs&#10;aHY2ZNcY/fVdodDbPN7nzJe9rUVHra8cK0iHCQjiwumKSwWHr/XzFIQPyBprx6TgSh6Wi8eHOWba&#10;XfiTujyUIoawz1CBCaHJpPSFIYt+6BriyH271mKIsC2lbvESw20tR0kykRYrjg0GG1oZKn7ys1Xg&#10;09XbcW9vL91pY/g935nJR2mUGjz1rzMQgfrwL/5zb3Wcn4zGKdzfiT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jDb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A5493" w:rsidRDefault="004A5493" w:rsidP="004A549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A5493" w:rsidRPr="0081108E" w:rsidRDefault="004A5493" w:rsidP="004A549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4A5493" w:rsidRPr="0081108E" w:rsidRDefault="004A5493" w:rsidP="004A549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4A5493" w:rsidRPr="0081108E" w:rsidRDefault="004A5493" w:rsidP="004A5493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4A5493" w:rsidRPr="0081108E" w:rsidRDefault="004A5493" w:rsidP="004A5493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4A5493" w:rsidRPr="0081108E" w:rsidRDefault="004A5493" w:rsidP="004A5493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4A5493" w:rsidRDefault="004A5493" w:rsidP="004A54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Іванюку В.О.</w:t>
      </w: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Іванюка В.О.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A5493" w:rsidRPr="001920C6" w:rsidRDefault="004A5493" w:rsidP="004A54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Іванюку Володимиру Олександровичу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7A690D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CC519B">
        <w:rPr>
          <w:rFonts w:ascii="Times New Roman" w:eastAsia="Calibri" w:hAnsi="Times New Roman" w:cs="Times New Roman"/>
          <w:sz w:val="24"/>
          <w:lang w:val="uk-UA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25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00га, для </w:t>
      </w:r>
      <w:r>
        <w:rPr>
          <w:rFonts w:ascii="Times New Roman" w:eastAsia="Calibri" w:hAnsi="Times New Roman" w:cs="Times New Roman"/>
          <w:sz w:val="24"/>
          <w:lang w:val="uk-UA"/>
        </w:rPr>
        <w:t>будівництва та обслуговування житлового будинку, господарських будівель і споруд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 яка розташована на території  </w:t>
      </w:r>
      <w:proofErr w:type="spellStart"/>
      <w:r w:rsidRPr="001920C6">
        <w:rPr>
          <w:rFonts w:ascii="Times New Roman" w:eastAsia="Calibri" w:hAnsi="Times New Roman" w:cs="Times New Roman"/>
          <w:sz w:val="24"/>
          <w:lang w:val="uk-UA"/>
        </w:rPr>
        <w:t>Крупець</w:t>
      </w:r>
      <w:r w:rsidRPr="00CC519B">
        <w:rPr>
          <w:rFonts w:ascii="Times New Roman" w:eastAsia="Calibri" w:hAnsi="Times New Roman" w:cs="Times New Roman"/>
          <w:sz w:val="24"/>
          <w:lang w:val="uk-UA"/>
        </w:rPr>
        <w:t>кої</w:t>
      </w:r>
      <w:proofErr w:type="spellEnd"/>
      <w:r w:rsidRPr="00CC519B">
        <w:rPr>
          <w:rFonts w:ascii="Times New Roman" w:eastAsia="Calibri" w:hAnsi="Times New Roman" w:cs="Times New Roman"/>
          <w:sz w:val="24"/>
          <w:lang w:val="uk-UA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в  с</w:t>
      </w:r>
      <w:r>
        <w:rPr>
          <w:rFonts w:ascii="Times New Roman" w:eastAsia="Calibri" w:hAnsi="Times New Roman" w:cs="Times New Roman"/>
          <w:sz w:val="24"/>
          <w:lang w:val="uk-UA"/>
        </w:rPr>
        <w:t>елі Крупець  по вулиці Лесі Українки.</w:t>
      </w: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</w:t>
      </w:r>
      <w:r w:rsidRPr="001920C6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  <w:lang w:val="uk-UA"/>
        </w:rPr>
        <w:t>. Іванюку В.О.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4A5493" w:rsidRPr="001920C6" w:rsidRDefault="004A5493" w:rsidP="004A54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A5493" w:rsidRPr="004A5493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4A5493" w:rsidRPr="001920C6" w:rsidRDefault="004A5493" w:rsidP="004A54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96184" w:rsidRPr="004A5493" w:rsidRDefault="004A5493" w:rsidP="004A549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696184" w:rsidRPr="004A549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5493"/>
    <w:rsid w:val="00171A2E"/>
    <w:rsid w:val="00304C90"/>
    <w:rsid w:val="004A5493"/>
    <w:rsid w:val="00505B6D"/>
    <w:rsid w:val="00696184"/>
    <w:rsid w:val="006D3977"/>
    <w:rsid w:val="007A690D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93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238</Words>
  <Characters>1358</Characters>
  <Application>Microsoft Office Word</Application>
  <DocSecurity>0</DocSecurity>
  <Lines>11</Lines>
  <Paragraphs>3</Paragraphs>
  <ScaleCrop>false</ScaleCrop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2020-12-10T13:12:00Z</dcterms:created>
  <dcterms:modified xsi:type="dcterms:W3CDTF">2020-12-11T07:18:00Z</dcterms:modified>
</cp:coreProperties>
</file>