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DBE" w:rsidRPr="00CD53EA" w:rsidRDefault="00876DBE" w:rsidP="00876DBE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6DBE" w:rsidRDefault="00876DBE" w:rsidP="00876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76DBE" w:rsidRDefault="00876DBE" w:rsidP="00876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6DBE" w:rsidRDefault="00876DBE" w:rsidP="0087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6DBE" w:rsidRDefault="00876DBE" w:rsidP="0087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6DBE" w:rsidRDefault="00876DBE" w:rsidP="0087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6DBE" w:rsidRDefault="00876DBE" w:rsidP="0087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6DBE" w:rsidRDefault="00876DBE" w:rsidP="0087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76DBE" w:rsidRDefault="00876DBE" w:rsidP="00876DB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76DBE" w:rsidRDefault="00876DBE" w:rsidP="0087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76DBE" w:rsidRDefault="00876DBE" w:rsidP="0087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76DBE" w:rsidRDefault="00876DBE" w:rsidP="0087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6DBE" w:rsidRDefault="00876DBE" w:rsidP="0087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76DBE" w:rsidRDefault="00876DBE" w:rsidP="0087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6DBE" w:rsidRDefault="00876DBE" w:rsidP="00876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76DBE" w:rsidRDefault="00876DBE" w:rsidP="00876D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6DBE" w:rsidRDefault="00876DBE" w:rsidP="00876D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№27</w:t>
      </w:r>
    </w:p>
    <w:p w:rsidR="00876DBE" w:rsidRPr="00CD53EA" w:rsidRDefault="00876DBE" w:rsidP="00876DBE">
      <w:pPr>
        <w:pStyle w:val="HTML0"/>
        <w:spacing w:line="276" w:lineRule="auto"/>
        <w:rPr>
          <w:rFonts w:ascii="Times New Roman" w:hAnsi="Times New Roman"/>
        </w:rPr>
      </w:pPr>
    </w:p>
    <w:p w:rsidR="00876DBE" w:rsidRDefault="00876DBE" w:rsidP="00876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876DBE" w:rsidRDefault="00876DBE" w:rsidP="00876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876DBE" w:rsidRDefault="00876DBE" w:rsidP="00876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876DBE" w:rsidRDefault="00876DBE" w:rsidP="00876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Семенчуку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В.Ф</w:t>
      </w:r>
    </w:p>
    <w:p w:rsidR="00876DBE" w:rsidRDefault="00876DBE" w:rsidP="00876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6DBE" w:rsidRDefault="00876DBE" w:rsidP="00876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В.Ф.,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876DBE" w:rsidRDefault="00876DBE" w:rsidP="00876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76DBE" w:rsidRDefault="00876DBE" w:rsidP="00876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Семенчуку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Василю Федоровичу,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172AC">
        <w:rPr>
          <w:rFonts w:ascii="Times New Roman" w:eastAsia="Calibri" w:hAnsi="Times New Roman" w:cs="Times New Roman"/>
          <w:sz w:val="24"/>
          <w:lang w:val="en-US"/>
        </w:rPr>
        <w:t>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A172AC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0,2701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6823984000:01:009:0109,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876DBE" w:rsidRDefault="00876DBE" w:rsidP="00876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В.Ф.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876DBE" w:rsidRDefault="00876DBE" w:rsidP="00876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76DBE" w:rsidRDefault="00876DBE" w:rsidP="00876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76DBE" w:rsidRDefault="00876DBE" w:rsidP="00876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76DBE" w:rsidRDefault="00876DBE" w:rsidP="00876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76DBE" w:rsidRDefault="00876DBE" w:rsidP="00876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76DBE" w:rsidRPr="00CD53EA" w:rsidRDefault="00876DBE" w:rsidP="00876DBE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p w:rsidR="008D064C" w:rsidRDefault="008D064C"/>
    <w:sectPr w:rsidR="008D064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DBE"/>
    <w:rsid w:val="00171A2E"/>
    <w:rsid w:val="00304C90"/>
    <w:rsid w:val="00505B6D"/>
    <w:rsid w:val="006D3977"/>
    <w:rsid w:val="007D6C18"/>
    <w:rsid w:val="00876DBE"/>
    <w:rsid w:val="008D064C"/>
    <w:rsid w:val="00A172A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76DB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76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76DB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76DB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76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76DB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254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2020-09-29T17:16:00Z</dcterms:created>
  <dcterms:modified xsi:type="dcterms:W3CDTF">2020-09-30T04:16:00Z</dcterms:modified>
</cp:coreProperties>
</file>