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CC1" w:rsidRPr="00B623A8" w:rsidRDefault="009E75EC" w:rsidP="00AB4CC1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vm/MUA&#10;AADdAAAADwAAAGRycy9kb3ducmV2LnhtbESPzWrDMBCE74W+g9hCb41cpzTBiWJMaYsPgeIkvi/W&#10;+odaK2OpsfP2USGQ4zAz3zDbdDa9ONPoOssKXhcRCOLK6o4bBafj18sahPPIGnvLpOBCDtLd48MW&#10;E20nLuh88I0IEHYJKmi9HxIpXdWSQbewA3Hwajsa9EGOjdQjTgFuehlH0bs02HFYaHGgj5aq38Of&#10;UWCX3/m+bOJi+ckrz9nPui7nvVLPT3O2AeFp9vfwrZ1rBW/RKob/N+EJyN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W+b8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B4CC1" w:rsidRDefault="00AB4CC1" w:rsidP="00AB4C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GHackA&#10;AADdAAAADwAAAGRycy9kb3ducmV2LnhtbESPT2sCMRTE70K/Q3iFXkSztqJ2axQRtq09CP6BXh+b&#10;1822m5clSXXrp28KBY/DzPyGmS8724gT+VA7VjAaZiCIS6drrhQcD8VgBiJEZI2NY1LwQwGWi5ve&#10;HHPtzryj0z5WIkE45KjAxNjmUobSkMUwdC1x8j6ctxiT9JXUHs8Jbht5n2UTabHmtGCwpbWh8mv/&#10;bRV8Flvzvp5enn3/cUeXfvH20mwmSt3ddqsnEJG6eA3/t1+1gnE2fYC/N+kJyM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wGHa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B4CC1" w:rsidRDefault="00AB4CC1" w:rsidP="00AB4C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B9YsMA&#10;AADdAAAADwAAAGRycy9kb3ducmV2LnhtbESP3YrCMBCF7wXfIYywN7KmruJKNYrIKuJN8ecBhmZs&#10;is2kNFnbffuNIHh5OD8fZ7nubCUe1PjSsYLxKAFBnDtdcqHgetl9zkH4gKyxckwK/sjDetXvLTHV&#10;ruUTPc6hEHGEfYoKTAh1KqXPDVn0I1cTR+/mGoshyqaQusE2jttKfiXJTFosORIM1rQ1lN/PvzZC&#10;sglmx1t72e07bPHnaHi4OSn1Meg2CxCBuvAOv9oHrWCafE/h+SY+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B9Y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B4CC1" w:rsidRDefault="00AB4CC1" w:rsidP="00AB4C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cNWcYA&#10;AADdAAAADwAAAGRycy9kb3ducmV2LnhtbESPX0sDMRDE3wW/Q9iCbzbX0j9yNi1SFaTgg1UofVsu&#10;27vDyyYka+/89qYg9HGYmd8wq83gOnWmmFrPBibjAhRx5W3LtYGvz9f7B1BJkC12nsnALyXYrG9v&#10;Vlha3/MHnfdSqwzhVKKBRiSUWqeqIYdp7ANx9k4+OpQsY61txD7DXaenRbHQDlvOCw0G2jZUfe9/&#10;nIH3/iXslov5KRzjbKrTs5XDVoy5Gw1Pj6CEBrmG/9tv1sCsWM7h8iY/Ab3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8cNW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B4CC1" w:rsidRDefault="00AB4CC1" w:rsidP="00AB4C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5GjsUA&#10;AADdAAAADwAAAGRycy9kb3ducmV2LnhtbESP3WrCQBCF7wu+wzJCb4putEUluoZQTCneiD8PMGTH&#10;bDA7G7LbJH37bqHQy8P5+Ti7bLSN6KnztWMFi3kCgrh0uuZKwe1azDYgfEDW2DgmBd/kIdtPnnaY&#10;ajfwmfpLqEQcYZ+iAhNCm0rpS0MW/dy1xNG7u85iiLKrpO5wiOO2kcskWUmLNUeCwZbeDZWPy5eN&#10;kNMrno734Vp8jDjg4Wj4JT8r9Twd8y2IQGP4D/+1P7WCt2S9gt838Qn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rkaO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B4CC1" w:rsidRDefault="00AB4CC1" w:rsidP="00AB4C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k2tcYA&#10;AADdAAAADwAAAGRycy9kb3ducmV2LnhtbESPQUsDMRSE70L/Q3gFbzZrqd2yNi2lVRDBg1Uo3h6b&#10;193FzUtInt313xtB8DjMzDfMeju6Xl0ops6zgdtZAYq49rbjxsD72+PNClQSZIu9ZzLwTQm2m8nV&#10;GivrB36ly1EalSGcKjTQioRK61S35DDNfCDO3tlHh5JlbLSNOGS46/W8KJbaYcd5ocVA+5bqz+OX&#10;M/AyPITncnl3Dh9xMdfpYOW0F2Oup+PuHpTQKP/hv/aTNbAoyh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Fk2t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B4CC1" w:rsidRDefault="00AB4CC1" w:rsidP="00AB4C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YCucQA&#10;AADdAAAADwAAAGRycy9kb3ducmV2LnhtbERPW2vCMBR+H+w/hCPsZWjq5o1qFB2ECRuIF/D10Bzb&#10;suakJJnt/v3yMNjjx3dfbXrbiDv5UDtWMB5lIIgLZ2ouFVzOergAESKywcYxKfihAJv148MKc+M6&#10;PtL9FEuRQjjkqKCKsc2lDEVFFsPItcSJuzlvMSboS2k8dincNvIly2bSYs2pocKW3ioqvk7fVsHu&#10;0JWv/rnY9e7j9n6dam30p1bqadBvlyAi9fFf/OfeGwWTbJ7mpjfpCc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GAr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B4CC1" w:rsidRDefault="00AB4CC1" w:rsidP="00AB4C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L9Z8QA&#10;AADdAAAADwAAAGRycy9kb3ducmV2LnhtbESP0WoCMRRE3wX/IVzBN80qttWtUURZKNKX2n7AZXPd&#10;bN3cLElct3/fCIKPw8ycYdbb3jaiIx9qxwpm0wwEcel0zZWCn+9isgQRIrLGxjEp+KMA281wsMZc&#10;uxt/UXeKlUgQDjkqMDG2uZShNGQxTF1LnLyz8xZjkr6S2uMtwW0j51n2Ki3WnBYMtrQ3VF5OV6ug&#10;OM4/u8tV+8Lt+oWlF/O7PBilxqN+9w4iUh+f4Uf7QytYZG8ruL9JT0B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y/W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B4CC1" w:rsidRDefault="00AB4CC1" w:rsidP="00AB4C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V+mMMA&#10;AADdAAAADwAAAGRycy9kb3ducmV2LnhtbERPXWvCMBR9F/wP4Q58GTPVzSGdUVQIGyiI3WCvl+ba&#10;ljU3Jcls9++XB8HHw/lebQbbiiv50DhWMJtmIIhLZxquFHx96qcliBCRDbaOScEfBdisx6MV5sb1&#10;fKZrESuRQjjkqKCOsculDGVNFsPUdcSJuzhvMSboK2k89inctnKeZa/SYsOpocaO9jWVP8WvVbA7&#10;9dWzfyx3gztc3r8XWht91EpNHobtG4hIQ7yLb+4Po+AlW6b96U16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V+m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B4CC1" w:rsidRDefault="00AB4CC1" w:rsidP="00AB4C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GBRsQA&#10;AADdAAAADwAAAGRycy9kb3ducmV2LnhtbESP3YrCMBSE7xf2HcJZ8G5NFZVSjSJKQRZv/HmAQ3O2&#10;6dqclCTW+vZmYWEvh5n5hlltBtuKnnxoHCuYjDMQxJXTDdcKrpfyMwcRIrLG1jEpeFKAzfr9bYWF&#10;dg8+UX+OtUgQDgUqMDF2hZShMmQxjF1HnLxv5y3GJH0ttcdHgttWTrNsIS02nBYMdrQzVN3Od6ug&#10;/Joe+9td+9Jth5mlufnJ90ap0cewXYKINMT/8F/7oBXMsnwCv2/SE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RgU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B4CC1" w:rsidRDefault="00AB4CC1" w:rsidP="00AB4C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YFF8MA&#10;AADdAAAADwAAAGRycy9kb3ducmV2LnhtbESPzWrDMBCE74W8g9hAb41ktynBjRJKwCU+1ukDLNbW&#10;NrFWrqX45+2rQKHHYeabYfbH2XZipMG3jjUkGwWCuHKm5VrD1yV/2oHwAdlg55g0LOTheFg97DEz&#10;buJPGstQi1jCPkMNTQh9JqWvGrLoN64njt63GyyGKIdamgGnWG47mSr1Ki22HBca7OnUUHUtb1bD&#10;yzJ9/JTbq8qNpaR47gsO1Vbrx/X8/gYi0Bz+w3/02URO7VK4v4lPQB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YYFF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B4CC1" w:rsidRDefault="00AB4CC1" w:rsidP="00AB4C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i5kMYA&#10;AADdAAAADwAAAGRycy9kb3ducmV2LnhtbESPT2vCQBTE7wW/w/IK3uqmWsSmbkJQLMWTTW3Pj+zL&#10;H5p9G7KrSb59VxB6HGbmN8w2HU0rrtS7xrKC50UEgriwuuFKwfnr8LQB4TyyxtYyKZjIQZrMHrYY&#10;azvwJ11zX4kAYRejgtr7LpbSFTUZdAvbEQevtL1BH2RfSd3jEOCmlcsoWkuDDYeFGjva1VT85hej&#10;4LL+WZ65POpTvp/eX/eHzMnvSqn545i9gfA0+v/wvf2hFbxEmxXc3oQnI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1i5k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B4CC1" w:rsidRDefault="00AB4CC1" w:rsidP="00AB4C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Je48cA&#10;AADdAAAADwAAAGRycy9kb3ducmV2LnhtbESPQWvCQBSE74X+h+UVvNVNNYQ0dRUtCOpBqdVDb6/Z&#10;1yQ1+zbNrhr/vSsIPQ4z8w0zmnSmFidqXWVZwUs/AkGcW11xoWD3OX9OQTiPrLG2TAou5GAyfnwY&#10;YabtmT/otPWFCBB2GSoovW8yKV1ekkHXtw1x8H5sa9AH2RZSt3gOcFPLQRQl0mDFYaHEht5Lyg/b&#10;o1Gw36TJ62a2jH9X628cGv33patEqd5TN30D4anz/+F7e6EVxFEaw+1NeAJyf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ASXuP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B4CC1" w:rsidRDefault="00AB4CC1" w:rsidP="00AB4C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Y5i8QA&#10;AADdAAAADwAAAGRycy9kb3ducmV2LnhtbESPT4vCMBTE7wt+h/CEva2prkqpRlGXVfHkP/D6aJ5t&#10;sXkpTVbrfnojCB6HmfkNM542phRXql1hWUG3E4EgTq0uOFNwPPx+xSCcR9ZYWiYFd3IwnbQ+xpho&#10;e+MdXfc+EwHCLkEFufdVIqVLczLoOrYiDt7Z1gZ9kHUmdY23ADel7EXRUBosOCzkWNEip/Sy/zMK&#10;/ocn3LpVb/7zrT3d+/HSbrZLpT7bzWwEwlPj3+FXe60V9KN4AM834QnIy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mOYv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B4CC1" w:rsidRDefault="00AB4CC1" w:rsidP="00AB4C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z0RMMA&#10;AADdAAAADwAAAGRycy9kb3ducmV2LnhtbESP0YrCMBRE3xf8h3AF39ZUqaLVKLIo+KZWP+DSXNNi&#10;c1ObrNb9+o2wsI/DzJxhluvO1uJBra8cKxgNExDEhdMVGwWX8+5zBsIHZI21Y1LwIg/rVe9jiZl2&#10;Tz7RIw9GRAj7DBWUITSZlL4oyaIfuoY4elfXWgxRtkbqFp8Rbms5TpKptFhxXCixoa+Silv+bRXc&#10;3Xiiu3yLh9t2fqyMSe8/p1SpQb/bLEAE6sJ/+K+91wrSZDaF95v4BO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z0R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B4CC1" w:rsidRDefault="00AB4CC1" w:rsidP="00AB4C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Hbt8UA&#10;AADdAAAADwAAAGRycy9kb3ducmV2LnhtbESPzW7CMBCE70i8g7VI3MDhpxACBhUkJK7QHnrc2ksS&#10;iNdpbCD06etKlXoczcw3mtWmtZW4U+NLxwpGwwQEsXam5FzB+9t+kILwAdlg5ZgUPMnDZt3trDAz&#10;7sFHup9CLiKEfYYKihDqTEqvC7Loh64mjt7ZNRZDlE0uTYOPCLeVHCfJTFosOS4UWNOuIH093ayC&#10;Q/lJLzN9Xth0q48f319hMr8Ypfq99nUJIlAb/sN/7YNRME3SOfy+i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Qdu3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B4CC1" w:rsidRDefault="00AB4CC1" w:rsidP="00AB4C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e8McYA&#10;AADdAAAADwAAAGRycy9kb3ducmV2LnhtbESPT0sDMRDF70K/QxjBm00sUuratNiCoPQPWEWvw2bc&#10;LG4myyZut9++cyj0ODNv3nu/+XIIjeqpS3VkCw9jA4q4jK7mysLX5+v9DFTKyA6byGThRAmWi9HN&#10;HAsXj/xB/SFXSkw4FWjB59wWWqfSU8A0ji2x3H5jFzDL2FXadXgU89DoiTFTHbBmSfDY0tpT+Xf4&#10;DxZ63J/Mj1/tnt7rbTnZr743Tvb27nZ4eQaVachX8eX7zVl4NDOpKzRCAnpx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e8M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B4CC1" w:rsidRDefault="00AB4CC1" w:rsidP="00AB4C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CnysQA&#10;AADdAAAADwAAAGRycy9kb3ducmV2LnhtbESPQUvDQBSE70L/w/IK3uymQaTGbkspVDxq9ODxmX3N&#10;pmbfC7vbJvrrXUHwOMzMN8x6O/leXSjETtjAclGAIm7EdtwaeHs93KxAxYRssRcmA18UYbuZXa2x&#10;sjLyC13q1KoM4VihAZfSUGkdG0ce40IG4uwdJXhMWYZW24Bjhvtel0Vxpz12nBccDrR31HzWZ29g&#10;fGw+TuXx3brvMMihfpZT2Ysx1/Np9wAq0ZT+w3/tJ2vgtljdw+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gp8r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B4CC1" w:rsidRDefault="00AB4CC1" w:rsidP="00AB4C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jeLcQA&#10;AADdAAAADwAAAGRycy9kb3ducmV2LnhtbERPW2vCMBR+F/Yfwhn4pulkTK2mxXmBMRzD2/uxOWu7&#10;JSelybT798uD4OPHd5/nnTXiQq2vHSt4GiYgiAunay4VHA+bwQSED8gajWNS8Ece8uyhN8dUuyvv&#10;6LIPpYgh7FNUUIXQpFL6oiKLfuga4sh9udZiiLAtpW7xGsOtkaMkeZEWa44NFTa0rKj42f9aBZvP&#10;lfkefewWJxmW6/HZTN5fV1ul+o/dYgYiUBfu4pv7TSt4TqZxf3wTn4DM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o3i3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B4CC1" w:rsidRDefault="00AB4CC1" w:rsidP="00AB4C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O2D8YA&#10;AADdAAAADwAAAGRycy9kb3ducmV2LnhtbESP3WrCQBSE7wu+w3IEb4putFU0uooIogUF/8DbY/aY&#10;BLNnQ3aN6dt3C4VeDjPzDTNbNKYQNVUut6yg34tAECdW55wquJzX3TEI55E1FpZJwTc5WMxbbzOM&#10;tX3xkeqTT0WAsItRQeZ9GUvpkowMup4tiYN3t5VBH2SVSl3hK8BNIQdRNJIGcw4LGZa0yih5nJ5G&#10;QX3Y3dJt7cqvx/jdDT9um81eX5XqtJvlFISnxv+H/9pbreAzmvTh9014AnL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sO2D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B4CC1" w:rsidRDefault="00AB4CC1" w:rsidP="00AB4C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BUsccA&#10;AADdAAAADwAAAGRycy9kb3ducmV2LnhtbESPQWsCMRSE70L/Q3hCb5q42KKrUWqh4KVQrQe9PTfP&#10;3cXNyzaJuu2vbwpCj8PMfMPMl51txJV8qB1rGA0VCOLCmZpLDbvPt8EERIjIBhvHpOGbAiwXD705&#10;5sbdeEPXbSxFgnDIUUMVY5tLGYqKLIaha4mTd3LeYkzSl9J4vCW4bWSm1LO0WHNaqLCl14qK8/Zi&#10;Naymk9XXx5jffzbHAx32x/NT5pXWj/3uZQYiUhf/w/f22mgYq2kGf2/SE5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wVLHHAAAA3QAAAA8AAAAAAAAAAAAAAAAAmAIAAGRy&#10;cy9kb3ducmV2LnhtbFBLBQYAAAAABAAEAPUAAACMAwAAAAA=&#10;" fillcolor="black" stroked="f">
              <v:textbox>
                <w:txbxContent>
                  <w:p w:rsidR="00AB4CC1" w:rsidRDefault="00AB4CC1" w:rsidP="00AB4C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UyJMgA&#10;AADdAAAADwAAAGRycy9kb3ducmV2LnhtbESPQWsCMRSE7wX/Q3hCbzVba0VXo6itUNAe1B56fG5e&#10;d8NuXpZNqqu/vhGEHoeZ+YaZzltbiRM13jhW8NxLQBBnThvOFXwd1k8jED4ga6wck4ILeZjPOg9T&#10;TLU7845O+5CLCGGfooIihDqV0mcFWfQ9VxNH78c1FkOUTS51g+cIt5XsJ8lQWjQcFwqsaVVQVu5/&#10;rYLvzdCMdob6x+11+a63r+Xy861U6rHbLiYgArXhP3xvf2gFg2T8Arc38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51TIk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B4CC1" w:rsidRDefault="00AB4CC1" w:rsidP="00AB4C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mU5cUA&#10;AADdAAAADwAAAGRycy9kb3ducmV2LnhtbESPQWsCMRSE7wX/Q3iCt5pYpNitUcRS7KUHbUuvj81z&#10;s+7mZZtEXf31jVDocZiZb5j5snetOFGItWcNk7ECQVx6U3Ol4fPj9X4GIiZkg61n0nChCMvF4G6O&#10;hfFn3tJplyqRIRwL1GBT6gopY2nJYRz7jjh7ex8cpixDJU3Ac4a7Vj4o9Sgd1pwXLHa0tlQ2u6PT&#10;EFbfL82Vj1+Nur5f4ubQ/8zQaj0a9qtnEIn69B/+a78ZDVP1NIXbm/w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2ZTl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B4CC1" w:rsidRDefault="00AB4CC1" w:rsidP="00AB4C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GUzMYA&#10;AADdAAAADwAAAGRycy9kb3ducmV2LnhtbESP3UoDMRSE7wXfIZxCb8QmFq12bVqkUChYCv15gOPm&#10;uLs0OVk2x3br0xtB8HKYmW+Y2aIPXp2pS01kCw8jA4q4jK7hysLxsLp/AZUE2aGPTBaulGAxv72Z&#10;YeHihXd03kulMoRTgRZqkbbQOpU1BUyj2BJn7zN2ASXLrtKuw0uGB6/Hxkx0wIbzQo0tLWsqT/uv&#10;YMGPP/z0/Tlt5HrUG/MdZHe3ddYOB/3bKyihXv7Df+21s/Bopk/w+yY/AT3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GUz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B4CC1" w:rsidRDefault="00AB4CC1" w:rsidP="00AB4C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8F/8YA&#10;AADdAAAADwAAAGRycy9kb3ducmV2LnhtbESPQWsCMRSE7wX/Q3hCbzVbKVJXo7QVYS8euq54fW6e&#10;m8XkZdmkuvXXN4VCj8PMfMMs14Oz4kp9aD0reJ5kIIhrr1tuFFT77dMriBCRNVrPpOCbAqxXo4cl&#10;5trf+JOuZWxEgnDIUYGJsculDLUhh2HiO+LknX3vMCbZN1L3eEtwZ+U0y2bSYctpwWBHH4bqS/nl&#10;FGzKzk6rwryH42F3OtnivqXjRqnH8fC2ABFpiP/hv3ahFbxk8xn8vk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8F/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B4CC1" w:rsidRDefault="00AB4CC1" w:rsidP="00AB4C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Tv1cQA&#10;AADdAAAADwAAAGRycy9kb3ducmV2LnhtbESPQWsCMRSE70L/Q3gFb5ooRdutUUQUBE/qeujtkbzu&#10;bt28LJvUXf+9EQo9DjPzDbNY9a4WN2pD5VnDZKxAEBtvKy405Ofd6B1EiMgWa8+k4U4BVsuXwQIz&#10;6zs+0u0UC5EgHDLUUMbYZFIGU5LDMPYNcfK+feswJtkW0rbYJbir5VSpmXRYcVoosaFNSeZ6+nUa&#10;fnby4I1Cc8kv3d7Ov7YzqpXWw9d+/QkiUh//w3/tvdXwpj7m8HyTn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E79X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B4CC1" w:rsidRDefault="00AB4CC1" w:rsidP="00AB4C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LZicIA&#10;AADdAAAADwAAAGRycy9kb3ducmV2LnhtbERPTYvCMBC9L/gfwgje1nRVRLtGcRcEUTysLuJxbMa2&#10;tJmUJGr99+YgeHy879miNbW4kfOlZQVf/QQEcWZ1ybmC/8PqcwLCB2SNtWVS8CAPi3nnY4aptnf+&#10;o9s+5CKGsE9RQRFCk0rps4IM+r5tiCN3sc5giNDlUju8x3BTy0GSjKXBkmNDgQ39FpRV+6tRcLpu&#10;+bIbbpbuJxxte/DV4DyplOp12+U3iEBteItf7rVWMEqmcW58E5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wtmJ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B4CC1" w:rsidRDefault="00AB4CC1" w:rsidP="00AB4C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TGwMcA&#10;AADdAAAADwAAAGRycy9kb3ducmV2LnhtbESPQWsCMRSE7wX/Q3gFbzWp2OKuRtGC0Euhag/19tw8&#10;dxc3L9sk1dVf3xQEj8PMfMNM551txIl8qB1reB4oEMSFMzWXGr62q6cxiBCRDTaOScOFAsxnvYcp&#10;5sadeU2nTSxFgnDIUUMVY5tLGYqKLIaBa4mTd3DeYkzSl9J4PCe4beRQqVdpsea0UGFLbxUVx82v&#10;1bDMxsufzxF/XNf7He2+98eXoVda9x+7xQREpC7ew7f2u9EwUlkG/2/SE5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UxsDHAAAA3QAAAA8AAAAAAAAAAAAAAAAAmAIAAGRy&#10;cy9kb3ducmV2LnhtbFBLBQYAAAAABAAEAPUAAACMAwAAAAA=&#10;" fillcolor="black" stroked="f">
              <v:textbox>
                <w:txbxContent>
                  <w:p w:rsidR="00AB4CC1" w:rsidRDefault="00AB4CC1" w:rsidP="00AB4C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kPRsIA&#10;AADdAAAADwAAAGRycy9kb3ducmV2LnhtbERPz2vCMBS+D/Y/hDfYbaZuIlKNUoSxsVN1E6/P5tkU&#10;m5eSZLH775eD4PHj+73ajLYXiXzoHCuYTgoQxI3THbcKfr7fXxYgQkTW2DsmBX8UYLN+fFhhqd2V&#10;d5T2sRU5hEOJCkyMQyllaAxZDBM3EGfu7LzFmKFvpfZ4zeG2l69FMZcWO84NBgfaGmou+1+rIJ22&#10;dfWWjsnsvnzVeld/HE61Us9PY7UEEWmMd/HN/akVzKZF3p/f5Cc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uQ9G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B4CC1" w:rsidRDefault="00AB4CC1" w:rsidP="00AB4C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JKL8YA&#10;AADdAAAADwAAAGRycy9kb3ducmV2LnhtbESPQWvCQBSE7wX/w/KE3nSTUqRGVxFpS+2lGgU9PrLP&#10;bDD7NmS3MfbXdwtCj8PMfMPMl72tRUetrxwrSMcJCOLC6YpLBYf92+gFhA/IGmvHpOBGHpaLwcMc&#10;M+2uvKMuD6WIEPYZKjAhNJmUvjBk0Y9dQxy9s2sthijbUuoWrxFua/mUJBNpseK4YLChtaHikn9b&#10;BT5dvx4/7c+0O70b/so3ZrItjVKPw341AxGoD//he/tDK3hOkxT+3sQn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nJKL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B4CC1" w:rsidRDefault="00AB4CC1" w:rsidP="00AB4C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B4CC1" w:rsidRDefault="00AB4CC1" w:rsidP="00AB4C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4CC1" w:rsidRDefault="00AB4CC1" w:rsidP="00AB4C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4CC1" w:rsidRDefault="00AB4CC1" w:rsidP="00AB4C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4CC1" w:rsidRDefault="00AB4CC1" w:rsidP="00AB4C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4CC1" w:rsidRDefault="00AB4CC1" w:rsidP="00AB4C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B4CC1" w:rsidRDefault="00AB4CC1" w:rsidP="00AB4CC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B4CC1" w:rsidRDefault="00AB4CC1" w:rsidP="00AB4C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B4CC1" w:rsidRDefault="00AB4CC1" w:rsidP="00AB4C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B4CC1" w:rsidRDefault="00AB4CC1" w:rsidP="00AB4C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4CC1" w:rsidRDefault="00AB4CC1" w:rsidP="00AB4C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B4CC1" w:rsidRDefault="00AB4CC1" w:rsidP="00AB4C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4CC1" w:rsidRDefault="00AB4CC1" w:rsidP="00AB4C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B4CC1" w:rsidRDefault="00AB4CC1" w:rsidP="00AB4CC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B4CC1" w:rsidRPr="00167AAC" w:rsidRDefault="00AB4CC1" w:rsidP="00AB4CC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№103</w:t>
      </w:r>
    </w:p>
    <w:p w:rsidR="00AB4CC1" w:rsidRDefault="00AB4CC1" w:rsidP="00AB4CC1">
      <w:pPr>
        <w:tabs>
          <w:tab w:val="left" w:pos="216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</w:rPr>
      </w:pPr>
    </w:p>
    <w:p w:rsidR="00AB4CC1" w:rsidRPr="007A5516" w:rsidRDefault="00AB4CC1" w:rsidP="00AB4CC1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</w:rPr>
      </w:pPr>
      <w:r w:rsidRPr="007A5516">
        <w:rPr>
          <w:rFonts w:ascii="Times New Roman" w:eastAsia="Times New Roman" w:hAnsi="Times New Roman" w:cs="Times New Roman"/>
          <w:b/>
          <w:sz w:val="24"/>
        </w:rPr>
        <w:t xml:space="preserve">Про </w:t>
      </w:r>
      <w:proofErr w:type="spellStart"/>
      <w:r w:rsidRPr="007A5516">
        <w:rPr>
          <w:rFonts w:ascii="Times New Roman" w:eastAsia="Times New Roman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b/>
          <w:sz w:val="24"/>
        </w:rPr>
        <w:t>дозволу</w:t>
      </w:r>
      <w:proofErr w:type="spellEnd"/>
      <w:r w:rsidRPr="007A5516">
        <w:rPr>
          <w:rFonts w:ascii="Times New Roman" w:eastAsia="Times New Roman" w:hAnsi="Times New Roman" w:cs="Times New Roman"/>
          <w:b/>
          <w:sz w:val="24"/>
        </w:rPr>
        <w:t xml:space="preserve"> на </w:t>
      </w:r>
      <w:proofErr w:type="spellStart"/>
      <w:r w:rsidRPr="007A5516">
        <w:rPr>
          <w:rFonts w:ascii="Times New Roman" w:eastAsia="Times New Roman" w:hAnsi="Times New Roman" w:cs="Times New Roman"/>
          <w:b/>
          <w:sz w:val="24"/>
        </w:rPr>
        <w:t>розробку</w:t>
      </w:r>
      <w:proofErr w:type="spellEnd"/>
    </w:p>
    <w:p w:rsidR="00AB4CC1" w:rsidRPr="007A5516" w:rsidRDefault="00AB4CC1" w:rsidP="00AB4CC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r w:rsidRPr="007A5516">
        <w:rPr>
          <w:rFonts w:ascii="Times New Roman" w:eastAsia="Times New Roman" w:hAnsi="Times New Roman" w:cs="Times New Roman"/>
          <w:b/>
          <w:sz w:val="24"/>
        </w:rPr>
        <w:t xml:space="preserve">проекту  </w:t>
      </w:r>
      <w:proofErr w:type="spellStart"/>
      <w:r w:rsidRPr="007A5516">
        <w:rPr>
          <w:rFonts w:ascii="Times New Roman" w:eastAsia="Times New Roman" w:hAnsi="Times New Roman" w:cs="Times New Roman"/>
          <w:b/>
          <w:sz w:val="24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b/>
          <w:sz w:val="24"/>
        </w:rPr>
        <w:t>щодо</w:t>
      </w:r>
      <w:proofErr w:type="spellEnd"/>
    </w:p>
    <w:p w:rsidR="00AB4CC1" w:rsidRPr="007A5516" w:rsidRDefault="00AB4CC1" w:rsidP="00AB4CC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proofErr w:type="spellStart"/>
      <w:r w:rsidRPr="007A5516">
        <w:rPr>
          <w:rFonts w:ascii="Times New Roman" w:eastAsia="Times New Roman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b/>
          <w:sz w:val="24"/>
        </w:rPr>
        <w:t>ділянки</w:t>
      </w:r>
      <w:proofErr w:type="spellEnd"/>
    </w:p>
    <w:p w:rsidR="00AB4CC1" w:rsidRPr="007A5516" w:rsidRDefault="00AB4CC1" w:rsidP="00AB4CC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proofErr w:type="spellStart"/>
      <w:r w:rsidRPr="007A5516">
        <w:rPr>
          <w:rFonts w:ascii="Times New Roman" w:eastAsia="Times New Roman" w:hAnsi="Times New Roman" w:cs="Times New Roman"/>
          <w:b/>
          <w:sz w:val="24"/>
        </w:rPr>
        <w:t>Нікітчук</w:t>
      </w:r>
      <w:proofErr w:type="spellEnd"/>
      <w:r w:rsidRPr="007A5516">
        <w:rPr>
          <w:rFonts w:ascii="Times New Roman" w:eastAsia="Times New Roman" w:hAnsi="Times New Roman" w:cs="Times New Roman"/>
          <w:b/>
          <w:sz w:val="24"/>
        </w:rPr>
        <w:t xml:space="preserve"> Н.В.</w:t>
      </w:r>
    </w:p>
    <w:p w:rsidR="00AB4CC1" w:rsidRPr="007A5516" w:rsidRDefault="00AB4CC1" w:rsidP="00AB4CC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</w:rPr>
      </w:pPr>
    </w:p>
    <w:p w:rsidR="00AB4CC1" w:rsidRPr="007A5516" w:rsidRDefault="00AB4CC1" w:rsidP="00AB4CC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proofErr w:type="spellStart"/>
      <w:proofErr w:type="gramStart"/>
      <w:r w:rsidRPr="007A5516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до пункту 34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», статей 12,  118 та 121 Земельного кодексу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»,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Нікітчук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Н.В.,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сільська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рада </w:t>
      </w:r>
      <w:proofErr w:type="gramEnd"/>
    </w:p>
    <w:p w:rsidR="00AB4CC1" w:rsidRPr="007A5516" w:rsidRDefault="00AB4CC1" w:rsidP="00AB4CC1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</w:rPr>
      </w:pPr>
      <w:r w:rsidRPr="007A5516">
        <w:rPr>
          <w:rFonts w:ascii="Times New Roman" w:eastAsia="Times New Roman" w:hAnsi="Times New Roman" w:cs="Times New Roman"/>
          <w:sz w:val="24"/>
        </w:rPr>
        <w:t>ВИРІШИЛА:</w:t>
      </w:r>
    </w:p>
    <w:p w:rsidR="00AB4CC1" w:rsidRPr="007A5516" w:rsidRDefault="00AB4CC1" w:rsidP="00AB4CC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shd w:val="clear" w:color="auto" w:fill="FFFFFF"/>
        </w:rPr>
      </w:pPr>
      <w:r w:rsidRPr="007A5516">
        <w:rPr>
          <w:rFonts w:ascii="Times New Roman" w:eastAsia="Times New Roman" w:hAnsi="Times New Roman" w:cs="Times New Roman"/>
          <w:sz w:val="24"/>
        </w:rPr>
        <w:t xml:space="preserve">        1. </w:t>
      </w:r>
      <w:proofErr w:type="spellStart"/>
      <w:proofErr w:type="gramStart"/>
      <w:r w:rsidRPr="007A5516">
        <w:rPr>
          <w:rFonts w:ascii="Times New Roman" w:eastAsia="Times New Roman" w:hAnsi="Times New Roman" w:cs="Times New Roman"/>
          <w:sz w:val="24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Нікітчук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Наталії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Василівні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,  яка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зареєстрована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: </w:t>
      </w:r>
      <w:r w:rsidR="009E75EC">
        <w:rPr>
          <w:rFonts w:ascii="Times New Roman" w:eastAsia="Times New Roman" w:hAnsi="Times New Roman" w:cs="Times New Roman"/>
          <w:sz w:val="24"/>
        </w:rPr>
        <w:t>__________________</w:t>
      </w:r>
      <w:bookmarkStart w:id="0" w:name="_GoBack"/>
      <w:bookmarkEnd w:id="0"/>
      <w:r w:rsidRPr="007A5516">
        <w:rPr>
          <w:rFonts w:ascii="Times New Roman" w:eastAsia="Calibri" w:hAnsi="Times New Roman" w:cs="Times New Roman"/>
          <w:sz w:val="24"/>
        </w:rPr>
        <w:t>,</w:t>
      </w:r>
      <w:r w:rsidRPr="007A5516"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дозвіл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на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розробку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проекту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із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землеустрою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щодо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відведення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земельної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ділянки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для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передачі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її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у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власність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орієнтовною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площею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0,2500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7A5516">
        <w:rPr>
          <w:rFonts w:ascii="Times New Roman" w:eastAsia="Times New Roman" w:hAnsi="Times New Roman" w:cs="Times New Roman"/>
          <w:sz w:val="24"/>
        </w:rPr>
        <w:t xml:space="preserve">га, для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будівництва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та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обслуговування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житлового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будинку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господарських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будівель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і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споруд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, яка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розташована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в с.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Крупець</w:t>
      </w:r>
      <w:proofErr w:type="spellEnd"/>
      <w:r w:rsidRPr="007A5516">
        <w:rPr>
          <w:rFonts w:ascii="Times New Roman" w:eastAsia="Arial Unicode MS" w:hAnsi="Times New Roman" w:cs="Times New Roman"/>
          <w:color w:val="333333"/>
          <w:sz w:val="24"/>
          <w:szCs w:val="24"/>
          <w:shd w:val="clear" w:color="auto" w:fill="FFFFFF"/>
        </w:rPr>
        <w:t>.</w:t>
      </w:r>
      <w:proofErr w:type="gramEnd"/>
    </w:p>
    <w:p w:rsidR="00AB4CC1" w:rsidRPr="007A5516" w:rsidRDefault="00AB4CC1" w:rsidP="00AB4CC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7A5516">
        <w:rPr>
          <w:rFonts w:ascii="Times New Roman" w:eastAsia="Times New Roman" w:hAnsi="Times New Roman" w:cs="Times New Roman"/>
          <w:sz w:val="24"/>
        </w:rPr>
        <w:t xml:space="preserve">    2.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Нікітчук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Н.В.,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розробити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проект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ділянки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для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її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у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власність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та подати на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A5516">
        <w:rPr>
          <w:rFonts w:ascii="Times New Roman" w:eastAsia="Times New Roman" w:hAnsi="Times New Roman" w:cs="Times New Roman"/>
          <w:sz w:val="24"/>
        </w:rPr>
        <w:t>сільської</w:t>
      </w:r>
      <w:proofErr w:type="spellEnd"/>
      <w:r w:rsidRPr="007A5516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7A5516">
        <w:rPr>
          <w:rFonts w:ascii="Times New Roman" w:eastAsia="Times New Roman" w:hAnsi="Times New Roman" w:cs="Times New Roman"/>
          <w:sz w:val="24"/>
        </w:rPr>
        <w:t>ради</w:t>
      </w:r>
      <w:proofErr w:type="gramEnd"/>
      <w:r w:rsidRPr="007A5516">
        <w:rPr>
          <w:rFonts w:ascii="Times New Roman" w:eastAsia="Times New Roman" w:hAnsi="Times New Roman" w:cs="Times New Roman"/>
          <w:sz w:val="24"/>
        </w:rPr>
        <w:t>.</w:t>
      </w:r>
    </w:p>
    <w:p w:rsidR="00AB4CC1" w:rsidRPr="007A5516" w:rsidRDefault="00AB4CC1" w:rsidP="00AB4CC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7A55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AB4CC1" w:rsidRPr="007A5516" w:rsidRDefault="00AB4CC1" w:rsidP="00AB4CC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B4CC1" w:rsidRPr="007A5516" w:rsidRDefault="00AB4CC1" w:rsidP="00AB4CC1">
      <w:pPr>
        <w:rPr>
          <w:rFonts w:ascii="Times New Roman" w:eastAsia="Calibri" w:hAnsi="Times New Roman" w:cs="Times New Roman"/>
          <w:sz w:val="24"/>
        </w:rPr>
      </w:pPr>
    </w:p>
    <w:p w:rsidR="00AB4CC1" w:rsidRPr="007A5516" w:rsidRDefault="00AB4CC1" w:rsidP="00AB4CC1">
      <w:pPr>
        <w:rPr>
          <w:rFonts w:ascii="Times New Roman" w:eastAsia="Calibri" w:hAnsi="Times New Roman" w:cs="Times New Roman"/>
          <w:sz w:val="24"/>
        </w:rPr>
      </w:pPr>
    </w:p>
    <w:p w:rsidR="002D6686" w:rsidRPr="00AB4CC1" w:rsidRDefault="00AB4CC1" w:rsidP="00AB4CC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7A5516">
        <w:rPr>
          <w:rFonts w:ascii="Times New Roman" w:eastAsia="Calibri" w:hAnsi="Times New Roman" w:cs="Times New Roman"/>
          <w:sz w:val="24"/>
        </w:rPr>
        <w:t>Сільський</w:t>
      </w:r>
      <w:proofErr w:type="spellEnd"/>
      <w:r w:rsidRPr="007A5516">
        <w:rPr>
          <w:rFonts w:ascii="Times New Roman" w:eastAsia="Calibri" w:hAnsi="Times New Roman" w:cs="Times New Roman"/>
          <w:sz w:val="24"/>
        </w:rPr>
        <w:t xml:space="preserve"> голова                                                                                </w:t>
      </w:r>
      <w:proofErr w:type="spellStart"/>
      <w:r w:rsidRPr="007A5516">
        <w:rPr>
          <w:rFonts w:ascii="Times New Roman" w:eastAsia="Calibri" w:hAnsi="Times New Roman" w:cs="Times New Roman"/>
          <w:sz w:val="24"/>
        </w:rPr>
        <w:t>Валерій</w:t>
      </w:r>
      <w:proofErr w:type="spellEnd"/>
      <w:r w:rsidRPr="007A5516">
        <w:rPr>
          <w:rFonts w:ascii="Times New Roman" w:eastAsia="Calibri" w:hAnsi="Times New Roman" w:cs="Times New Roman"/>
          <w:sz w:val="24"/>
        </w:rPr>
        <w:t xml:space="preserve">   МИХАЛЮК</w:t>
      </w:r>
    </w:p>
    <w:sectPr w:rsidR="002D6686" w:rsidRPr="00AB4CC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AB4CC1"/>
    <w:rsid w:val="00171A2E"/>
    <w:rsid w:val="002D6686"/>
    <w:rsid w:val="00304C90"/>
    <w:rsid w:val="00505B6D"/>
    <w:rsid w:val="006D3977"/>
    <w:rsid w:val="007D6C18"/>
    <w:rsid w:val="009E75EC"/>
    <w:rsid w:val="00AB4CC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CC1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B4CC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B4CC1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B4CC1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3</TotalTime>
  <Pages>1</Pages>
  <Words>226</Words>
  <Characters>1289</Characters>
  <Application>Microsoft Office Word</Application>
  <DocSecurity>0</DocSecurity>
  <Lines>10</Lines>
  <Paragraphs>3</Paragraphs>
  <ScaleCrop>false</ScaleCrop>
  <Company>Microsoft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2020-12-01T06:29:00Z</dcterms:created>
  <dcterms:modified xsi:type="dcterms:W3CDTF">2020-12-01T07:42:00Z</dcterms:modified>
</cp:coreProperties>
</file>