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75" w:rsidRDefault="00704575" w:rsidP="0070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33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33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33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33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4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34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34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4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4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4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4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4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4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34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5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35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35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35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35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35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356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357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358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359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360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361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362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363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364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65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5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WDhGjXd3AABJVwQADgAAAAAAAAAAAAAAAAAuAgAAZHJzL2Uyb0RvYy54bWxQ&#10;SwECLQAUAAYACAAAACEA9bZg1N4AAAAHAQAADwAAAAAAAAAAAAAAAADReQAAZHJzL2Rvd25yZXYu&#10;eG1sUEsFBgAAAAAEAAQA8wAAANx6AAAAAA==&#10;">
                <v:shape id="Freeform 1336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37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38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339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340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41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42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343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344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45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46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347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348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349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350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351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352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353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354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355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356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357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358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359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360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361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362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363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364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365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04575" w:rsidRDefault="00704575" w:rsidP="0070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4575" w:rsidRDefault="00704575" w:rsidP="0070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4575" w:rsidRDefault="00704575" w:rsidP="0070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04575" w:rsidRDefault="00704575" w:rsidP="0070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04575" w:rsidRDefault="00704575" w:rsidP="0070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04575" w:rsidRDefault="00704575" w:rsidP="0070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04575" w:rsidRDefault="00704575" w:rsidP="0070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575" w:rsidRDefault="00704575" w:rsidP="0070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04575" w:rsidRDefault="00704575" w:rsidP="0070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4575" w:rsidRDefault="00704575" w:rsidP="0070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04575" w:rsidRDefault="00704575" w:rsidP="00704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704575" w:rsidRDefault="00704575" w:rsidP="0070457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704575" w:rsidRDefault="00704575" w:rsidP="0070457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04575" w:rsidRDefault="00704575" w:rsidP="0070457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04575" w:rsidRDefault="00704575" w:rsidP="0070457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04575" w:rsidRDefault="00704575" w:rsidP="0070457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Артенюку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О.О.</w:t>
      </w:r>
    </w:p>
    <w:p w:rsidR="00704575" w:rsidRDefault="00704575" w:rsidP="0070457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04575" w:rsidRDefault="00704575" w:rsidP="007045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Артенюка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04575" w:rsidRDefault="00704575" w:rsidP="0070457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04575" w:rsidRDefault="00704575" w:rsidP="007045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Артенюку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C695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0,07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04575" w:rsidRDefault="00704575" w:rsidP="007045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Артенюку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О.О.,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04575" w:rsidRDefault="00704575" w:rsidP="0070457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04575" w:rsidRDefault="00704575" w:rsidP="0070457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4575" w:rsidRPr="00704575" w:rsidRDefault="00704575" w:rsidP="0070457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E3CCF" w:rsidRPr="00704575" w:rsidRDefault="00704575" w:rsidP="0070457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7045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75"/>
    <w:rsid w:val="00171A2E"/>
    <w:rsid w:val="00304C90"/>
    <w:rsid w:val="00505B6D"/>
    <w:rsid w:val="006C6957"/>
    <w:rsid w:val="006D3977"/>
    <w:rsid w:val="00704575"/>
    <w:rsid w:val="007D6C18"/>
    <w:rsid w:val="007E3CC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256</Words>
  <Characters>1462</Characters>
  <Application>Microsoft Office Word</Application>
  <DocSecurity>0</DocSecurity>
  <Lines>12</Lines>
  <Paragraphs>3</Paragraphs>
  <ScaleCrop>false</ScaleCrop>
  <Company>Microsoft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2020-07-20T16:31:00Z</dcterms:created>
  <dcterms:modified xsi:type="dcterms:W3CDTF">2020-07-20T16:48:00Z</dcterms:modified>
</cp:coreProperties>
</file>