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FC" w:rsidRPr="006139BE" w:rsidRDefault="009965FC" w:rsidP="009965FC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  <w:r w:rsidR="003464F4" w:rsidRPr="003464F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2238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ZjsQA&#10;AADdAAAADwAAAGRycy9kb3ducmV2LnhtbESPQYvCMBSE7wv+h/AEb2tqC67WpiKi4kFYdNf7o3m2&#10;xealNFHrvzfCwh6HmfmGyZa9acSdOldbVjAZRyCIC6trLhX8/mw/ZyCcR9bYWCYFT3KwzAcfGaba&#10;PvhI95MvRYCwS1FB5X2bSumKigy6sW2Jg3exnUEfZFdK3eEjwE0j4yiaSoM1h4UKW1pXVFxPN6PA&#10;Jrv94VzGx2TDX55X37PLuT8oNRr2qwUIT73/D/+191pBHCdzeL8JT0D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FWY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E2scA&#10;AADcAAAADwAAAGRycy9kb3ducmV2LnhtbESPQWsCMRSE74X+h/AKXkSz9rCtq1GKsNX2UNAKXh+b&#10;1822m5clibr11xuh0OMwM98w82VvW3EiHxrHCibjDARx5XTDtYL9Zzl6BhEissbWMSn4pQDLxf3d&#10;HAvtzryl0y7WIkE4FKjAxNgVUobKkMUwdh1x8r6ctxiT9LXUHs8Jblv5mGW5tNhwWjDY0cpQ9bM7&#10;WgXf5Yc5rJ4ur3443dJlWL6v27dcqcFD/zIDEamP/+G/9kYrmE5yuJ1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EhNr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0ScQA&#10;AADcAAAADwAAAGRycy9kb3ducmV2LnhtbESP3WrCQBCF7wu+wzKCN6Vu0kKtqasEaaR4I/48wJAd&#10;s6HZ2ZBdk/j2bqHQy8P5+TirzWgb0VPna8cK0nkCgrh0uuZKweVcvHyA8AFZY+OYFNzJw2Y9eVph&#10;pt3AR+pPoRJxhH2GCkwIbSalLw1Z9HPXEkfv6jqLIcqukrrDIY7bRr4mybu0WHMkGGxpa6j8Od1s&#10;hBze8LC/DudiN+KAX3vDz/lRqdl0zD9BBBrDf/iv/a0VLNMF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y9En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55MIA&#10;AADcAAAADwAAAGRycy9kb3ducmV2LnhtbERPTUvDQBC9C/6HZQRv7SbFVo3dFKkWpNCDVRBvQ3aa&#10;BLOzy+7YxH/vHgSPj/e93kxuUGeKqfdsoJwXoIgbb3tuDby/7WZ3oJIgWxw8k4EfSrCpLy/WWFk/&#10;8iudj9KqHMKpQgOdSKi0Tk1HDtPcB+LMnXx0KBnGVtuIYw53g14UxUo77Dk3dBho21Hzdfx2Bg7j&#10;c9jfrpan8BlvFjo9WfnYijHXV9PjAyihSf7Ff+4Xa+C+zGvzmXwEdP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NDnk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FoMEA&#10;AADcAAAADwAAAGRycy9kb3ducmV2LnhtbESP3YrCMBCF7xd8hzCCN4umuiBajSKisngj/jzA0IxN&#10;sZmUJtr69kYQvDycn48zX7a2FA+qfeFYwXCQgCDOnC44V3A5b/sTED4gaywdk4IneVguOj9zTLVr&#10;+EiPU8hFHGGfogITQpVK6TNDFv3AVcTRu7raYoiyzqWusYnjtpSjJBlLiwVHgsGK1oay2+luI+Tw&#10;h4f9tTlvdy02uNkb/l0dlep129UMRKA2fMOf9r9WMB1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hxaD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7/X8IA&#10;AADcAAAADwAAAGRycy9kb3ducmV2LnhtbERPTUsDMRC9C/6HMII3m3XR2q5Ni1SFIniwFoq3YTPd&#10;XdxMQjJ2t/++ORQ8Pt73YjW6Xh0pps6zgftJAYq49rbjxsDu+/1uBioJssXeMxk4UYLV8vpqgZX1&#10;A3/RcSuNyiGcKjTQioRK61S35DBNfCDO3MFHh5JhbLSNOORw1+uyKKbaYce5ocVA65bq3+2fM/A5&#10;vIWPp+njIfzEh1KnVyv7tRhzezO+PIMSGuVffHFvrIF5mefnM/kI6OUZ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Lv9f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mm1cUA&#10;AADcAAAADwAAAGRycy9kb3ducmV2LnhtbESPQWsCMRSE7wX/Q3iCF6lZLS3t1igqhAotlKrQ62Pz&#10;3F26eVmS6K7/3ghCj8PMfMPMl71txJl8qB0rmE4yEMSFMzWXCg57/fgKIkRkg41jUnChAMvF4GGO&#10;uXEd/9B5F0uRIBxyVFDF2OZShqIii2HiWuLkHZ23GJP0pTQeuwS3jZxl2Yu0WHNaqLClTUXF3+5k&#10;Fay/u/LJj4t17z6PH7/PWhv9pZUaDfvVO4hIffwP39tbo+BtNoXbmX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2abV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fcJ8MA&#10;AADcAAAADwAAAGRycy9kb3ducmV2LnhtbESPUWvCMBSF3wf+h3AHvs10ZQ7tjCKOgogvU3/Apbk2&#10;nc1NSWKt/94MBj4ezjnf4SxWg21FTz40jhW8TzIQxJXTDdcKTsfybQYiRGSNrWNScKcAq+XoZYGF&#10;djf+of4Qa5EgHApUYGLsCilDZchimLiOOHln5y3GJH0ttcdbgttW5ln2KS02nBYMdrQxVF0OV6ug&#10;3OX7/nLVvnTr4cPS1PzOvo1S49dh/QUi0hCf4f/2ViuY5zn8nU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fcJ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edOcUA&#10;AADcAAAADwAAAGRycy9kb3ducmV2LnhtbESPQWsCMRSE7wX/Q3hCL1KzKpZ2axQtBAULpSr0+tg8&#10;d5duXpYkutt/3whCj8PMfMMsVr1txJV8qB0rmIwzEMSFMzWXCk5H/fQCIkRkg41jUvBLAVbLwcMC&#10;c+M6/qLrIZYiQTjkqKCKsc2lDEVFFsPYtcTJOztvMSbpS2k8dgluGznNsmdpsea0UGFL7xUVP4eL&#10;VbD57MqZHxWb3u3P2++51kZ/aKUeh/36DUSkPv6H7+2dUfA6ncH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505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hyMQA&#10;AADcAAAADwAAAGRycy9kb3ducmV2LnhtbESPzWrDMBCE74G8g9hAb4lck4bEjRxCi6GUXvLzAIu1&#10;tVxbKyMpjvv2VaHQ4zAz3zD7w2R7MZIPrWMFj6sMBHHtdMuNguulWm5BhIissXdMCr4pwKGcz/ZY&#10;aHfnE43n2IgE4VCgAhPjUEgZakMWw8oNxMn7dN5iTNI3Unu8J7jtZZ5lG2mx5bRgcKAXQ3V3vlkF&#10;1Xv+MXY37St3nNaWnszX9tUo9bCYjs8gIk3xP/zXftMKdvka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C4c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UxkMMA&#10;AADcAAAADwAAAGRycy9kb3ducmV2LnhtbESP0WrCQBRE34X+w3ILvukmaqRNXUMRIvrY6AdcsrdJ&#10;MHs3za4m+Xu3UOjjMDNnmF02mlY8qHeNZQXxMgJBXFrdcKXgeskXbyCcR9bYWiYFEznI9i+zHaba&#10;DvxFj8JXIkDYpaig9r5LpXRlTQbd0nbEwfu2vUEfZF9J3eMQ4KaVqyjaSoMNh4UaOzrUVN6Ku1Gw&#10;mYbjT5Hcolwbis/r7sy+TJSav46fHyA8jf4//Nc+aQXvqwR+z4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Uxk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cksIA&#10;AADcAAAADwAAAGRycy9kb3ducmV2LnhtbESPzarCMBSE94LvEI7gTlO7KFqNIooirrz1Z31ojm2x&#10;OSlN1Pr25sKFuxxm5htmsepMLV7Uusqygsk4AkGcW11xoeBy3o2mIJxH1lhbJgUfcrBa9nsLTLV9&#10;8w+9Ml+IAGGXooLS+yaV0uUlGXRj2xAH725bgz7ItpC6xXeAm1rGUZRIgxWHhRIb2pSUP7KnUfBM&#10;bvGF70d9yraf/Wy7Wzt5LZQaDrr1HISnzv+H/9oHrWAWJ/B7JhwBu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FyS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meG8cA&#10;AADcAAAADwAAAGRycy9kb3ducmV2LnhtbESPQWvCQBSE70L/w/IKvemmVqJGV9FCoe1BMdpDb8/s&#10;a5I2+zZmV03/vSsIHoeZ+YaZzltTiRM1rrSs4LkXgSDOrC45V7DbvnVHIJxH1lhZJgX/5GA+e+hM&#10;MdH2zBs6pT4XAcIuQQWF93UipcsKMuh6tiYO3o9tDPogm1zqBs8BbirZj6JYGiw5LBRY02tB2V96&#10;NAq+1qN4vF5+DH4/V3t8MfrwrctYqafHdjEB4an19/Ct/a4VjPtDuJ4JR0D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5nhv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DEsIA&#10;AADcAAAADwAAAGRycy9kb3ducmV2LnhtbERPy2rCQBTdC/7DcIXuzKRpkTQ6Sh9opas0FdxeMtck&#10;NHMnZEZN+vWdheDycN6rzWBacaHeNZYVPEYxCOLS6oYrBYef7TwF4TyyxtYyKRjJwWY9naww0/bK&#10;33QpfCVCCLsMFdTed5mUrqzJoItsRxy4k+0N+gD7SuoeryHctDKJ44U02HBoqLGj95rK3+JsFPwt&#10;jpi7z+Tt40l7Gp/Tnf3Kd0o9zIbXJQhPg7+Lb+69VvCShLXhTDg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pwMS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bZ8QA&#10;AADcAAAADwAAAGRycy9kb3ducmV2LnhtbESP0WrCQBRE3wv+w3KFvjUbg5UmuoqIgm+tqR9wyV43&#10;wezdmF019eu7hYKPw8ycYRarwbbiRr1vHCuYJCkI4srpho2C4/fu7QOED8gaW8ek4Ic8rJajlwUW&#10;2t35QLcyGBEh7AtUUIfQFVL6qiaLPnEdcfROrrcYouyN1D3eI9y2MkvTmbTYcFyosaNNTdW5vFoF&#10;F5e966Hc4ud5m381xkwvj8NUqdfxsJ6DCDSEZ/i/vdcK8iyHvzPx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M22f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2cMAA&#10;AADcAAAADwAAAGRycy9kb3ducmV2LnhtbERPu27CMBTdK/EP1kViAwcQEFIMAiQkVh5Dx1v7kqTE&#10;1yE2EPr19YDU8ei8F6vWVuJBjS8dKxgOEhDE2pmScwXn066fgvAB2WDlmBS8yMNq2flYYGbckw/0&#10;OIZcxBD2GSooQqgzKb0uyKIfuJo4chfXWAwRNrk0DT5juK3kKEmm0mLJsaHAmrYF6evxbhXsy2+a&#10;TPVlbtONPnz93sJ49mOU6nXb9SeIQG34F7/de6NgPo7z45l4BO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J2c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jX18YA&#10;AADdAAAADwAAAGRycy9kb3ducmV2LnhtbESPQWvCQBCF74L/YRmhN92Yg7Spq9RCwaIV1NJeh+w0&#10;G8zOhuwa47/vHAo9zsyb9963XA++UT11sQ5sYD7LQBGXwdZcGfg8v00fQcWEbLEJTAbuFGG9Go+W&#10;WNhw4yP1p1QpMeFYoAGXUltoHUtHHuMstMRy+wmdxyRjV2nb4U3MfaPzLFtojzVLgsOWXh2Vl9PV&#10;G+jxcM++3ebj6b3el/lh87WzsjcPk+HlGVSiIf2L/7631kC+yKW/0Ag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jX1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/MLMQA&#10;AADdAAAADwAAAGRycy9kb3ducmV2LnhtbESPQUsDMRSE74L/ITzBm802hyJr01IKFY+6evD4unnd&#10;bN28tySxu/rrjSB4HGbmG2a9ncOgLhRTL2xhuahAEbfieu4svL0e7u5BpYzscBAmC1+UYLu5vlpj&#10;7WTiF7o0uVMFwqlGCz7nsdY6tZ4CpoWMxMU7SQyYi4yddhGnAg+DNlW10gF7LgseR9p7aj+az2Bh&#10;emyPZ3N6d/47jnJonuVsBrH29mbePYDKNOf/8F/7yVkwK7OE3zflCe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vzC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U/MYA&#10;AADdAAAADwAAAGRycy9kb3ducmV2LnhtbESPT2sCMRTE7wW/Q3hCbzVrDlZWo/ingpSWorb3183r&#10;7mrysmyibr+9EQo9DjPzG2Y675wVF2pD7VnDcJCBIC68qbnU8HnYPI1BhIhs0HomDb8UYD7rPUwx&#10;N/7KO7rsYykShEOOGqoYm1zKUFTkMAx8Q5y8H986jEm2pTQtXhPcWamybCQd1pwWKmxoVVFx2p+d&#10;hs3H2h7V+27xJePq5fnbjl+X6zetH/vdYgIiUhf/w3/trdGgRkrB/U16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YU/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183scA&#10;AADdAAAADwAAAGRycy9kb3ducmV2LnhtbESPzWrDMBCE74W8g9hAL6WR69AQnMgmFIoTaCE/hVw3&#10;1sY2tlbGUhz37atCocdhZr5h1tloWjFQ72rLCl5mEQjiwuqaSwVfp/fnJQjnkTW2lknBNznI0snD&#10;GhNt73yg4ehLESDsElRQed8lUrqiIoNuZjvi4F1tb9AH2ZdS93gPcNPKOIoW0mDNYaHCjt4qKprj&#10;zSgY9h+Xcju4btcsn9zr/JLnn/qs1ON03KxAeBr9f/ivvdUK4kU8h9834QnI9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9fN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3Q8scA&#10;AADdAAAADwAAAGRycy9kb3ducmV2LnhtbESPT2vCQBTE74V+h+UVvNVNgwaNrlILBS8F/x309sy+&#10;JsHs23R31bSf3i0IHoeZ+Q0znXemERdyvras4K2fgCAurK65VLDbfr6OQPiArLGxTAp+ycN89vw0&#10;xVzbK6/psgmliBD2OSqoQmhzKX1RkUHfty1x9L6tMxiidKXUDq8RbhqZJkkmDdYcFyps6aOi4rQ5&#10;GwWL8Wjxsxrw19/6eKDD/ngapi5RqvfSvU9ABOrCI3xvL7WCNBtm8P8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t0PLHAAAA3QAAAA8AAAAAAAAAAAAAAAAAmAIAAGRy&#10;cy9kb3ducmV2LnhtbFBLBQYAAAAABAAEAPUAAACMAwAAAAA=&#10;" fillcolor="black" stroked="f"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i2Z8gA&#10;AADdAAAADwAAAGRycy9kb3ducmV2LnhtbESPT2vCQBTE74V+h+UVvNVNA6aSukptLQjVg38OPT6z&#10;z2RJ9m3IbjX207tCweMwM79hJrPeNuJEnTeOFbwMExDEhdOGSwX73dfzGIQPyBobx6TgQh5m08eH&#10;CebanXlDp20oRYSwz1FBFUKbS+mLiiz6oWuJo3d0ncUQZVdK3eE5wm0j0yTJpEXDcaHClj4qKurt&#10;r1Xw852Z8cZQelj9zRd6Narn689aqcFT//4GIlAf7uH/9lIrSLPRK9zex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yLZn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coMMA&#10;AADdAAAADwAAAGRycy9kb3ducmV2LnhtbERPz2vCMBS+D/wfwhvstqYTJtIZS1Fku+wwdez6aN6a&#10;2ualJlGrf/1yGHj8+H4vytH24kw+tI4VvGQ5COLa6ZYbBfvd5nkOIkRkjb1jUnClAOVy8rDAQrsL&#10;f9F5GxuRQjgUqMDEOBRShtqQxZC5gThxv85bjAn6RmqPlxRueznN85m02HJqMDjQylDdbU9Wga9+&#10;1t2NT99dfvu8hvfDeJyjUerpcazeQEQa41387/7QCqaz1zQ3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Ico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ocicYA&#10;AADdAAAADwAAAGRycy9kb3ducmV2LnhtbESP3WrCQBSE7wt9h+UUelN0Y6D+RFeRQqFQKfjzAMfs&#10;MQnung3ZU419+m6h4OUwM98wi1XvnbpQF5vABkbDDBRxGWzDlYHD/n0wBRUF2aILTAZuFGG1fHxY&#10;YGHDlbd02UmlEoRjgQZqkbbQOpY1eYzD0BIn7xQ6j5JkV2nb4TXBvdN5lo21x4bTQo0tvdVUnnff&#10;3oDLj272OYkbuR30Jvvxsn35ssY8P/XrOSihXu7h//aHNZCPX2f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oci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Bw7cIA&#10;AADdAAAADwAAAGRycy9kb3ducmV2LnhtbERPu27CMBTdkfoP1kXqBg4ZIpRiEA8hZenQFMR6iW/j&#10;CPs6il1I+/X1gNTx6LxXm9FZcachdJ4VLOYZCOLG645bBafP42wJIkRkjdYzKfihAJv1y2SFpfYP&#10;/qB7HVuRQjiUqMDE2JdShsaQwzD3PXHivvzgMCY4tFIP+Ejhzso8ywrpsOPUYLCnvaHmVn87BYe6&#10;t/mpMrtwOb9fr7b6PdLloNTrdNy+gYg0xn/x011pBXlRpP3pTXo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HDt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ax8MA&#10;AADdAAAADwAAAGRycy9kb3ducmV2LnhtbESPT4vCMBTE78J+h/AW9qaJHqpUo8iyguDJfwdvj+TZ&#10;VpuX0kTb/fZGWNjjMDO/YRar3tXiSW2oPGsYjxQIYuNtxYWG03EznIEIEdli7Zk0/FKA1fJjsMDc&#10;+o739DzEQiQIhxw1lDE2uZTBlOQwjHxDnLyrbx3GJNtC2ha7BHe1nCiVSYcVp4USG/ouydwPD6fh&#10;tpE7bxSa8+ncbe308pNRrbT++uzXcxCR+vgf/mtvrYZJlo3h/SY9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uax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CmnsUA&#10;AADdAAAADwAAAGRycy9kb3ducmV2LnhtbESPQWvCQBSE7wX/w/IEb3VjhCDRVVQQSqWHqojHZ/aZ&#10;hGTfht1V47/vFgo9DjPzDbNY9aYVD3K+tqxgMk5AEBdW11wqOB137zMQPiBrbC2Tghd5WC0HbwvM&#10;tX3yNz0OoRQRwj5HBVUIXS6lLyoy6Me2I47ezTqDIUpXSu3wGeGmlWmSZNJgzXGhwo62FRXN4W4U&#10;XO57vn1NP9duE862P/omvc4apUbDfj0HEagP/+G/9odWkGZZC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Kae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a518cA&#10;AADdAAAADwAAAGRycy9kb3ducmV2LnhtbESPQWvCQBSE70L/w/KE3nRjWoNNXaUWhF4EtT3U2zP7&#10;mgSzb9PdVaO/3hUKPQ4z8w0znXemESdyvrasYDRMQBAXVtdcKvj6XA4mIHxA1thYJgUX8jCfPfSm&#10;mGt75g2dtqEUEcI+RwVVCG0upS8qMuiHtiWO3o91BkOUrpTa4TnCTSPTJMmkwZrjQoUtvVdUHLZH&#10;o2DxMln8rp95dd3sd7T73h/GqUuUeux3b68gAnXhP/zX/tAK0ix7gv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2udfHAAAA3QAAAA8AAAAAAAAAAAAAAAAAmAIAAGRy&#10;cy9kb3ducmV2LnhtbFBLBQYAAAAABAAEAPUAAACMAwAAAAA=&#10;" fillcolor="black" stroked="f"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PbosUA&#10;AADdAAAADwAAAGRycy9kb3ducmV2LnhtbESPQUsDMRSE70L/Q3gFbzbbKousTctSKIqnbVW8vm5e&#10;N0s3L0sS0/XfG0HwOMzMN8x6O9lBJPKhd6xguShAELdO99wpeH/b3z2CCBFZ4+CYFHxTgO1mdrPG&#10;SrsrHygdYycyhEOFCkyMYyVlaA1ZDAs3Emfv7LzFmKXvpPZ4zXA7yFVRlNJiz3nB4Eg7Q+3l+GUV&#10;pNOuqe/TZzKHV1933jXPH6dGqdv5VD+BiDTF//Bf+0UrWJX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9u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ey8YA&#10;AADdAAAADwAAAGRycy9kb3ducmV2LnhtbESPQWvCQBSE7wX/w/KE3upGoUGjq4jYYntpGwU9PrLP&#10;bDD7NmTXmPbXd4VCj8PMfMMsVr2tRUetrxwrGI8SEMSF0xWXCg77l6cpCB+QNdaOScE3eVgtBw8L&#10;zLS78Rd1eShFhLDPUIEJocmk9IUhi37kGuLonV1rMUTZllK3eItwW8tJkqTSYsVxwWBDG0PFJb9a&#10;BX682R7f7c+sO70a/sjfTPpZGqUeh/16DiJQH/7Df+2dVjBJ02e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iey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965FC" w:rsidRDefault="009965FC" w:rsidP="009965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965FC" w:rsidRPr="006139BE" w:rsidRDefault="009965FC" w:rsidP="009965FC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965FC" w:rsidRPr="006139BE" w:rsidRDefault="009965FC" w:rsidP="009965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965FC" w:rsidRPr="006139BE" w:rsidRDefault="009965FC" w:rsidP="009965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ХХ___  сесії сільської ради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9965FC" w:rsidRPr="006139BE" w:rsidRDefault="009965FC" w:rsidP="009965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__.01.2020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Крупець                                        №_____</w:t>
      </w:r>
    </w:p>
    <w:p w:rsidR="009965FC" w:rsidRPr="006139BE" w:rsidRDefault="009965FC" w:rsidP="009965F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оємцю земельної частки (паю) Гуменюку В.С.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на території  Крупецької сільської  ради </w:t>
      </w:r>
      <w:r w:rsidRPr="006139BE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9965FC" w:rsidRPr="006139BE" w:rsidRDefault="009965FC" w:rsidP="009965F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</w:p>
    <w:p w:rsidR="009965FC" w:rsidRPr="006139BE" w:rsidRDefault="009965FC" w:rsidP="009965F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яву  Гуменюка В.С.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сільська  рада   ВИРІШИЛА:</w:t>
      </w:r>
    </w:p>
    <w:p w:rsidR="009965FC" w:rsidRPr="006139BE" w:rsidRDefault="009965FC" w:rsidP="009965F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Гуменюку Володимиру Сергійовичу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117499" w:rsidRPr="0011749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111,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частку  (пай) серія ХМ №0336996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цької сільської ради. </w:t>
      </w:r>
    </w:p>
    <w:p w:rsidR="009965FC" w:rsidRPr="006139BE" w:rsidRDefault="009965FC" w:rsidP="009965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2. Гуменюку В.С.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для передачі її у власність та подати на  розгляд сесії сільської ради.</w:t>
      </w:r>
    </w:p>
    <w:p w:rsidR="009965FC" w:rsidRDefault="009965FC" w:rsidP="009965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lastRenderedPageBreak/>
        <w:t>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 та благоустрою (Денисюк Т.В.)</w:t>
      </w:r>
    </w:p>
    <w:p w:rsidR="009965FC" w:rsidRPr="006139BE" w:rsidRDefault="009965FC" w:rsidP="009965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965FC" w:rsidRDefault="009965FC" w:rsidP="009965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965FC" w:rsidRPr="006139BE" w:rsidRDefault="009965FC" w:rsidP="009965F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9965FC" w:rsidRDefault="009965FC" w:rsidP="009965F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</w:p>
    <w:p w:rsidR="009965FC" w:rsidRDefault="009965FC" w:rsidP="009965FC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C6BB9" w:rsidRDefault="00AC6BB9"/>
    <w:sectPr w:rsidR="00AC6BB9" w:rsidSect="00AC6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965FC"/>
    <w:rsid w:val="000F59F4"/>
    <w:rsid w:val="00117499"/>
    <w:rsid w:val="00171A2E"/>
    <w:rsid w:val="0030111D"/>
    <w:rsid w:val="00304C90"/>
    <w:rsid w:val="003464F4"/>
    <w:rsid w:val="00505B6D"/>
    <w:rsid w:val="006D3977"/>
    <w:rsid w:val="007D6C18"/>
    <w:rsid w:val="009965FC"/>
    <w:rsid w:val="00AC6BB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FC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2</Pages>
  <Words>354</Words>
  <Characters>2020</Characters>
  <Application>Microsoft Office Word</Application>
  <DocSecurity>0</DocSecurity>
  <Lines>16</Lines>
  <Paragraphs>4</Paragraphs>
  <ScaleCrop>false</ScaleCrop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2020-01-13T06:57:00Z</dcterms:created>
  <dcterms:modified xsi:type="dcterms:W3CDTF">2020-01-13T07:17:00Z</dcterms:modified>
</cp:coreProperties>
</file>