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A43" w:rsidRDefault="00E81A43" w:rsidP="00E81A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81A43" w:rsidRDefault="00E81A43" w:rsidP="00E81A43"/>
    <w:p w:rsidR="00E81A43" w:rsidRDefault="00E81A43" w:rsidP="00E81A43"/>
    <w:p w:rsidR="00E81A43" w:rsidRDefault="00E81A43" w:rsidP="00E81A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81A43" w:rsidRDefault="00E81A43" w:rsidP="00E81A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81A43" w:rsidRDefault="00E81A43" w:rsidP="00E81A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81A43" w:rsidRDefault="00E81A43" w:rsidP="00E81A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81A43" w:rsidRDefault="00E81A43" w:rsidP="00E81A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A43" w:rsidRDefault="00E81A43" w:rsidP="00E81A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81A43" w:rsidRDefault="00E81A43" w:rsidP="00E81A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1A43" w:rsidRDefault="00E81A43" w:rsidP="00E81A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1A43" w:rsidRPr="00754841" w:rsidRDefault="00E81A43" w:rsidP="00E81A4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№130</w:t>
      </w:r>
    </w:p>
    <w:p w:rsidR="00E81A43" w:rsidRPr="00875C2B" w:rsidRDefault="00E81A43" w:rsidP="00E81A43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81A43" w:rsidRPr="00875C2B" w:rsidRDefault="00E81A43" w:rsidP="00E81A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C2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81A43" w:rsidRPr="00875C2B" w:rsidRDefault="00E81A43" w:rsidP="00E81A4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81A43" w:rsidRPr="00875C2B" w:rsidRDefault="00E81A43" w:rsidP="00E81A4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Улянському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E81A43" w:rsidRPr="00875C2B" w:rsidRDefault="00E81A43" w:rsidP="00E81A4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81A43" w:rsidRPr="00875C2B" w:rsidRDefault="00E81A43" w:rsidP="00E81A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Pr="00875C2B">
        <w:rPr>
          <w:rFonts w:ascii="Times New Roman" w:hAnsi="Times New Roman" w:cs="Times New Roman"/>
          <w:sz w:val="24"/>
          <w:szCs w:val="24"/>
        </w:rPr>
        <w:t>Улянського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E81A43" w:rsidRPr="00875C2B" w:rsidRDefault="00E81A43" w:rsidP="00E81A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81A43" w:rsidRPr="00875C2B" w:rsidRDefault="00E81A43" w:rsidP="00E81A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за межами 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E81A43" w:rsidRPr="00875C2B" w:rsidRDefault="00E81A43" w:rsidP="00E81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Улянському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C6238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6238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875C2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номер: 6823984700:04:008:0001,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рада за межами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E81A43" w:rsidRPr="00875C2B" w:rsidRDefault="00E81A43" w:rsidP="00E81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Улянському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81A43" w:rsidRPr="00875C2B" w:rsidRDefault="00E81A43" w:rsidP="00E81A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E81A43" w:rsidRPr="00875C2B" w:rsidRDefault="00E81A43" w:rsidP="00E81A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1133" w:rsidRPr="00E81A43" w:rsidRDefault="00E81A43" w:rsidP="00E81A4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71133" w:rsidRPr="00E81A43" w:rsidSect="00E81A43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A43"/>
    <w:rsid w:val="00171A2E"/>
    <w:rsid w:val="00304C90"/>
    <w:rsid w:val="00505B6D"/>
    <w:rsid w:val="006D3977"/>
    <w:rsid w:val="007D6C18"/>
    <w:rsid w:val="00B71133"/>
    <w:rsid w:val="00C62387"/>
    <w:rsid w:val="00D1641A"/>
    <w:rsid w:val="00E81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2020-07-29T14:48:00Z</dcterms:created>
  <dcterms:modified xsi:type="dcterms:W3CDTF">2020-07-29T18:24:00Z</dcterms:modified>
</cp:coreProperties>
</file>