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40F" w:rsidRPr="00E93C10" w:rsidRDefault="00ED040F" w:rsidP="00ED040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040F" w:rsidRDefault="00ED040F" w:rsidP="00ED04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D040F" w:rsidRDefault="00ED040F" w:rsidP="00ED04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D040F" w:rsidRDefault="00ED040F" w:rsidP="00ED040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040F" w:rsidRDefault="00ED040F" w:rsidP="00ED04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D040F" w:rsidRDefault="00ED040F" w:rsidP="00ED04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D040F" w:rsidRDefault="00ED040F" w:rsidP="00ED04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№86</w:t>
      </w:r>
    </w:p>
    <w:p w:rsidR="00ED040F" w:rsidRDefault="00ED040F" w:rsidP="00ED04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D040F" w:rsidRPr="00EF19B8" w:rsidRDefault="00ED040F" w:rsidP="00ED04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ED040F" w:rsidRPr="00EF19B8" w:rsidRDefault="00ED040F" w:rsidP="00ED04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ED040F" w:rsidRPr="00EF19B8" w:rsidRDefault="00ED040F" w:rsidP="00ED04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Шпарук</w:t>
      </w:r>
      <w:proofErr w:type="spellEnd"/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ED040F" w:rsidRPr="00EF19B8" w:rsidRDefault="00ED040F" w:rsidP="00ED04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D040F" w:rsidRPr="00EF19B8" w:rsidRDefault="00ED040F" w:rsidP="00ED04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сільська  рада </w:t>
      </w:r>
    </w:p>
    <w:p w:rsidR="00ED040F" w:rsidRPr="00EF19B8" w:rsidRDefault="00ED040F" w:rsidP="00ED04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D040F" w:rsidRPr="00EF19B8" w:rsidRDefault="00ED040F" w:rsidP="00ED04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Шпарук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Валентині Василівні, яка зареєстрована за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A4918">
        <w:rPr>
          <w:rFonts w:ascii="Times New Roman" w:eastAsia="Calibri" w:hAnsi="Times New Roman" w:cs="Times New Roman"/>
          <w:sz w:val="24"/>
          <w:lang w:val="ru-RU" w:eastAsia="en-US"/>
        </w:rPr>
        <w:t>_________</w:t>
      </w:r>
      <w:r w:rsidRPr="00EF19B8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4A4918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A491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</w:t>
      </w:r>
      <w:bookmarkStart w:id="0" w:name="_GoBack"/>
      <w:bookmarkEnd w:id="0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0,2500 га,  кадастровий номер: 6823986800:03:005:0046, д</w:t>
      </w:r>
      <w:r w:rsidRPr="00EF19B8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с.Комарівка</w:t>
      </w:r>
      <w:proofErr w:type="spell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вул.</w:t>
      </w:r>
      <w:r w:rsidRPr="00EF19B8">
        <w:rPr>
          <w:rFonts w:ascii="Times New Roman" w:eastAsia="Calibri" w:hAnsi="Times New Roman" w:cs="Times New Roman"/>
          <w:sz w:val="24"/>
          <w:lang w:eastAsia="en-US"/>
        </w:rPr>
        <w:t>Л.Українки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>, 5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</w:p>
    <w:p w:rsidR="00ED040F" w:rsidRPr="00EF19B8" w:rsidRDefault="00ED040F" w:rsidP="00ED04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В.В.,посвідчити</w:t>
      </w:r>
      <w:proofErr w:type="spell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ED040F" w:rsidRPr="00EF19B8" w:rsidRDefault="00ED040F" w:rsidP="00ED04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D040F" w:rsidRPr="00EF19B8" w:rsidRDefault="00ED040F" w:rsidP="00ED04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D040F" w:rsidRPr="00EF19B8" w:rsidRDefault="00ED040F" w:rsidP="00ED040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D040F" w:rsidRPr="00EF19B8" w:rsidRDefault="00ED040F" w:rsidP="00ED040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D040F" w:rsidRPr="00EF19B8" w:rsidRDefault="00ED040F" w:rsidP="00ED04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D040F" w:rsidRPr="00EF19B8" w:rsidRDefault="00ED040F" w:rsidP="00ED04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F7535" w:rsidRDefault="000F7535"/>
    <w:sectPr w:rsidR="000F753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40F"/>
    <w:rsid w:val="000F7535"/>
    <w:rsid w:val="004A4918"/>
    <w:rsid w:val="00ED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0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D040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D040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D040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0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D040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D040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D040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233</Words>
  <Characters>1329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2021-07-07T06:55:00Z</dcterms:created>
  <dcterms:modified xsi:type="dcterms:W3CDTF">2021-07-07T08:34:00Z</dcterms:modified>
</cp:coreProperties>
</file>