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4F" w:rsidRDefault="00002E4F" w:rsidP="00002E4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ПРОЕКТ</w:t>
      </w:r>
    </w:p>
    <w:p w:rsidR="00002E4F" w:rsidRDefault="00002E4F" w:rsidP="00002E4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02E4F" w:rsidRPr="00002E4F" w:rsidRDefault="00002E4F" w:rsidP="00002E4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E4F" w:rsidRDefault="00002E4F" w:rsidP="00002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2E4F" w:rsidRDefault="00002E4F" w:rsidP="00002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2E4F" w:rsidRDefault="00002E4F" w:rsidP="00002E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02E4F" w:rsidRDefault="00002E4F" w:rsidP="00002E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Кондратюк Г.І.</w:t>
      </w:r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E4F" w:rsidRDefault="00002E4F" w:rsidP="00002E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Кондратюк Г.І.,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рада </w:t>
      </w:r>
      <w:proofErr w:type="gramEnd"/>
    </w:p>
    <w:p w:rsidR="00002E4F" w:rsidRDefault="00002E4F" w:rsidP="00002E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002E4F" w:rsidRDefault="00002E4F" w:rsidP="00002E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Кондратюк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C2399">
        <w:rPr>
          <w:rFonts w:ascii="Times New Roman" w:eastAsia="Calibri" w:hAnsi="Times New Roman" w:cs="Times New Roman"/>
          <w:sz w:val="24"/>
        </w:rPr>
        <w:t>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DC2399">
        <w:rPr>
          <w:rFonts w:ascii="Times New Roman" w:eastAsia="Arial Unicode MS" w:hAnsi="Times New Roman" w:cs="Times New Roman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області,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0,1132 га,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номер: 6823984000:01:015:0034,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E4F" w:rsidRDefault="00002E4F" w:rsidP="00002E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Кондратюк Г.І.,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законом  порядку.</w:t>
      </w:r>
    </w:p>
    <w:p w:rsidR="00002E4F" w:rsidRDefault="00002E4F" w:rsidP="00002E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02E4F" w:rsidRDefault="00002E4F" w:rsidP="00002E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34C69" w:rsidRPr="00002E4F" w:rsidRDefault="00002E4F" w:rsidP="00002E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34C69" w:rsidRPr="00002E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4F"/>
    <w:rsid w:val="00002E4F"/>
    <w:rsid w:val="00171A2E"/>
    <w:rsid w:val="00304C90"/>
    <w:rsid w:val="00334C69"/>
    <w:rsid w:val="00505B6D"/>
    <w:rsid w:val="006D3977"/>
    <w:rsid w:val="007D6C18"/>
    <w:rsid w:val="00D1641A"/>
    <w:rsid w:val="00DC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002E4F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002E4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02E4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002E4F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002E4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02E4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282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2021-03-18T06:16:00Z</dcterms:created>
  <dcterms:modified xsi:type="dcterms:W3CDTF">2021-03-18T06:25:00Z</dcterms:modified>
</cp:coreProperties>
</file>