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81D" w:rsidRPr="00B623A8" w:rsidRDefault="00496298" w:rsidP="00A1181D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KEjq3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QP38cQA&#10;AADdAAAADwAAAGRycy9kb3ducmV2LnhtbESPT4vCMBTE7wt+h/AEb2uqhVVro4ioeBCWuuv90bz+&#10;wealNFHrt98Iwh6HmfkNk65704g7da62rGAyjkAQ51bXXCr4/dl/zkE4j6yxsUwKnuRgvRp8pJho&#10;++CM7mdfigBhl6CCyvs2kdLlFRl0Y9sSB6+wnUEfZFdK3eEjwE0jp1H0JQ3WHBYqbGlbUX4934wC&#10;Gx+Op0s5zeIdzzxvvufFpT8pNRr2myUIT73/D7/bR60gXkxm8HoTnoB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D9/H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1181D" w:rsidRDefault="00A1181D" w:rsidP="00A118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qnjcUA&#10;AADdAAAADwAAAGRycy9kb3ducmV2LnhtbERPy2oCMRTdF/yHcIVupGas4GM0ShGmtV0UtIVuL5Pr&#10;ZHRyMySpjn69WRS6PJz3ct3ZRpzJh9qxgtEwA0FcOl1zpeD7q3iagQgRWWPjmBRcKcB61XtYYq7d&#10;hXd03sdKpBAOOSowMba5lKE0ZDEMXUucuIPzFmOCvpLa4yWF20Y+Z9lEWqw5NRhsaWOoPO1/rYJj&#10;8Wl+NtPbqx/Md3QbFB9vzftEqcd+97IAEamL/+I/91YrGM9HaW56k56AXN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iqeN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1181D" w:rsidRDefault="00A1181D" w:rsidP="00A118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5gacQA&#10;AADdAAAADwAAAGRycy9kb3ducmV2LnhtbESP32rCMBTG7we+QziCN0NTLYxZjaXIKsMbUfcAh+bY&#10;FJuT0mS2vv0yGOzy4/vz49vmo23Fg3rfOFawXCQgiCunG64VfF3L+TsIH5A1to5JwZM85LvJyxYz&#10;7QY+0+MSahFH2GeowITQZVL6ypBFv3AdcfRurrcYouxrqXsc4rht5SpJ3qTFhiPBYEd7Q9X98m0j&#10;5JTi6XgbruVhxAE/joZfi7NSs+lYbEAEGsN/+K/9qRWk6+Ua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eYGn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1181D" w:rsidRDefault="00A1181D" w:rsidP="00A118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PW6cMA&#10;AADdAAAADwAAAGRycy9kb3ducmV2LnhtbERPTUsDMRC9C/6HMAVvNttVa12bFqkKUvBgLZTehs10&#10;d3EzCcnYXf+9OQgeH+97uR5dr84UU+fZwGxagCKuve24MbD/fL1egEqCbLH3TAZ+KMF6dXmxxMr6&#10;gT/ovJNG5RBOFRpoRUKldapbcpimPhBn7uSjQ8kwNtpGHHK463VZFHPtsOPc0GKgTUv11+7bGXgf&#10;XsL2fn53Csd4W+r0bOWwEWOuJuPTIyihUf7Ff+43a+Dmocz785v8BP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vPW6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1181D" w:rsidRDefault="00A1181D" w:rsidP="00A118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Sm0sMA&#10;AADdAAAADwAAAGRycy9kb3ducmV2LnhtbESP3YrCMBCF74V9hzAL3siaqiBubRRZdBFvxJ8HGJpp&#10;U2wmpcna7tsbQfDycH4+TrbubS3u1PrKsYLJOAFBnDtdcangetl9LUD4gKyxdkwK/snDevUxyDDV&#10;ruMT3c+hFHGEfYoKTAhNKqXPDVn0Y9cQR69wrcUQZVtK3WIXx20tp0kylxYrjgSDDf0Yym/nPxsh&#10;xxkeD0V32f322OH2YHi0OSk1/Ow3SxCB+vAOv9p7rWD2PZ3A801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ASm0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1181D" w:rsidRDefault="00A1181D" w:rsidP="00A118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3tBcYA&#10;AADdAAAADwAAAGRycy9kb3ducmV2LnhtbESPQUsDMRSE70L/Q3iCN5t11VrXpkWqgggerIXS22Pz&#10;urt08xKSZ3f990YQPA4z8w2zWI2uVyeKqfNs4GpagCKuve24MbD9fLmcg0qCbLH3TAa+KcFqOTlb&#10;YGX9wB902kijMoRThQZakVBpneqWHKapD8TZO/joULKMjbYRhwx3vS6LYqYddpwXWgy0bqk+br6c&#10;gffhObzdzW4PYR9vSp2erOzWYszF+fj4AEpolP/wX/vVGri+L0v4fZOfgF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W3tB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1181D" w:rsidRDefault="00A1181D" w:rsidP="00A118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Ho4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X56zSH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KHo4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1181D" w:rsidRDefault="00A1181D" w:rsidP="00A118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Aq0cQA&#10;AADdAAAADwAAAGRycy9kb3ducmV2LnhtbESPUWvCMBSF3wf+h3CFvc3Uzg2tRhFHYYy9TP0Bl+ba&#10;VJubksTa/ftlIPh4OOd8h7PaDLYVPfnQOFYwnWQgiCunG64VHA/lyxxEiMgaW8ek4JcCbNajpxUW&#10;2t34h/p9rEWCcChQgYmxK6QMlSGLYeI64uSdnLcYk/S11B5vCW5bmWfZu7TYcFow2NHOUHXZX62C&#10;8iv/7i9X7Uu3HWaW3sx5/mGUeh4P2yWISEN8hO/tT63gdZHP4P9NegJ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wKtH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1181D" w:rsidRDefault="00A1181D" w:rsidP="00A118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TVD8YA&#10;AADdAAAADwAAAGRycy9kb3ducmV2LnhtbESPQWsCMRSE7wX/Q3iFXqRmVSztahQVgkKFUlvw+tg8&#10;d5duXpYkddd/bwpCj8PMfMMsVr1txIV8qB0rGI8yEMSFMzWXCr6/9PMriBCRDTaOScGVAqyWg4cF&#10;5sZ1/EmXYyxFgnDIUUEVY5tLGYqKLIaRa4mTd3beYkzSl9J47BLcNnKSZS/SYs1pocKWthUVP8df&#10;q2Dz0ZVTPyw2vXs/704zrY0+aKWeHvv1HESkPv6H7+29UTB9m8zg7016AnJ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TVD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1181D" w:rsidRDefault="00A1181D" w:rsidP="00A118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4RPcUA&#10;AADdAAAADwAAAGRycy9kb3ducmV2LnhtbESP3WoCMRSE7wu+QzhC72rWbSu6GkWUhVJ6488DHDbH&#10;zermZEniun37plDo5TAz3zCrzWBb0ZMPjWMF00kGgrhyuuFawflUvsxBhIissXVMCr4pwGY9elph&#10;od2DD9QfYy0ShEOBCkyMXSFlqAxZDBPXESfv4rzFmKSvpfb4SHDbyjzLZtJiw2nBYEc7Q9XteLcK&#10;ys/8q7/dtS/ddniz9G6u871R6nk8bJcgIg3xP/zX/tAKXhf5DH7fpCc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bhE9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1181D" w:rsidRDefault="00A1181D" w:rsidP="00A118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eugMQA&#10;AADdAAAADwAAAGRycy9kb3ducmV2LnhtbESP3WrCQBSE7wu+w3IE7+rGxJ82dRUpKM2l0Qc4ZE+T&#10;YPZszG5N8vZuodDLYWa+Ybb7wTTiQZ2rLStYzCMQxIXVNZcKrpfj6xsI55E1NpZJwUgO9rvJyxZT&#10;bXs+0yP3pQgQdikqqLxvUyldUZFBN7ctcfC+bWfQB9mVUnfYB7hpZBxFa2mw5rBQYUufFRW3/Mco&#10;WI796Z6vbtFRG1pkSZuxL1ZKzabD4QOEp8H/h//aX1pB8h5v4PdNeAJy9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VnroD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1181D" w:rsidRDefault="00A1181D" w:rsidP="00A118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oj7sEA&#10;AADdAAAADwAAAGRycy9kb3ducmV2LnhtbERPy4rCMBTdC/5DuII7TaeCjLVRRFEGV059rC/N7YNp&#10;bkoTtf79ZCG4PJx3uu5NIx7Uudqygq9pBII4t7rmUsHlvJ98g3AeWWNjmRS8yMF6NRykmGj75F96&#10;ZL4UIYRdggoq79tESpdXZNBNbUscuMJ2Bn2AXSl1h88QbhoZR9FcGqw5NFTY0rai/C+7GwX3+S2+&#10;cHHUp2z3Oix2+42T11Kp8ajfLEF46v1H/Hb/aAWzRRzmhjfhCcjV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1qI+7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1181D" w:rsidRDefault="00A1181D" w:rsidP="00A118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X5csgA&#10;AADdAAAADwAAAGRycy9kb3ducmV2LnhtbESPT2vCQBTE7wW/w/IEb3XjH4KJrqIFoXpQauvB2zP7&#10;TNJm36bZrcZv3xUKPQ4z8xtmtmhNJa7UuNKygkE/AkGcWV1yruDjff08AeE8ssbKMim4k4PFvPM0&#10;w1TbG7/R9eBzESDsUlRQeF+nUrqsIIOub2vi4F1sY9AH2eRSN3gLcFPJYRTF0mDJYaHAml4Kyr4O&#10;P0bBcT+Jk/1qM/7c7s44Mvr7pMtYqV63XU5BeGr9f/iv/aoVjJJhAo834QnI+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ihfly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1181D" w:rsidRDefault="00A1181D" w:rsidP="00A118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4EwcMA&#10;AADdAAAADwAAAGRycy9kb3ducmV2LnhtbERPy2rCQBTdC/2H4Ra600mTEtLUMfSBWlylKnR7yVyT&#10;YOZOyIwa+/XOouDycN7zYjSdONPgWssKnmcRCOLK6pZrBfvdcpqBcB5ZY2eZFFzJQbF4mMwx1/bC&#10;P3Te+lqEEHY5Kmi873MpXdWQQTezPXHgDnYw6AMcaqkHvIRw08k4ilJpsOXQ0GBPnw1Vx+3JKPhL&#10;f7F06/jjK9Geri/Zym7KlVJPj+P7GwhPo7+L/93fWkHymoT94U14An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x4Ewc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1181D" w:rsidRDefault="00A1181D" w:rsidP="00A118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ry4sYA&#10;AADdAAAADwAAAGRycy9kb3ducmV2LnhtbESP0WrCQBRE3wv9h+UW+lY3USuaZiMiCn1rjX7AJXu7&#10;Ccnejdmtxn59t1DwcZiZM0y+Hm0nLjT4xrGCdJKAIK6cbtgoOB33L0sQPiBr7ByTght5WBePDzlm&#10;2l35QJcyGBEh7DNUUIfQZ1L6qiaLfuJ64uh9ucFiiHIwUg94jXDbyWmSLKTFhuNCjT1ta6ra8tsq&#10;OLvpqx7LHX60u9VnY8z8/HOYK/X8NG7eQAQawz38337XCmarWQp/b+ITk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Iry4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1181D" w:rsidRDefault="00A1181D" w:rsidP="00A118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nm/cUA&#10;AADdAAAADwAAAGRycy9kb3ducmV2LnhtbESPwW7CMBBE70j9B2srcQOnRNCQ4qAWCYkr0EOPW3tJ&#10;0sbrNHZD4OvrSkgcRzPzRrNaD7YRPXW+dqzgaZqAINbO1FwqeD9uJxkIH5ANNo5JwYU8rIuH0Qpz&#10;4868p/4QShEh7HNUUIXQ5lJ6XZFFP3UtcfROrrMYouxKaTo8R7ht5CxJFtJizXGhwpY2Fenvw69V&#10;sKs/ab7Qp6XN3vT+4/oT0ucvo9T4cXh9ARFoCPfwrb0zCtJlOoP/N/EJyO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eeb9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1181D" w:rsidRDefault="00A1181D" w:rsidP="00A118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ywk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DO0xR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PLCS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1181D" w:rsidRDefault="00A1181D" w:rsidP="00A118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6WhsUA&#10;AADdAAAADwAAAGRycy9kb3ducmV2LnhtbESPQUvDQBSE74L/YXmCN7sxFamx21IKFY+a9uDxmX3N&#10;pmbfC7trE/31riB4HGbmG2a5nnyvzhRiJ2zgdlaAIm7EdtwaOOx3NwtQMSFb7IXJwBdFWK8uL5ZY&#10;WRn5lc51alWGcKzQgEtpqLSOjSOPcSYDcfaOEjymLEOrbcAxw32vy6K41x47zgsOB9o6aj7qT29g&#10;fGreT+XxzbrvMMiufpFT2Ysx11fT5hFUoin9h//az9bA/GF+B79v8hP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7paG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1181D" w:rsidRDefault="00A1181D" w:rsidP="00A118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l1uscA&#10;AADdAAAADwAAAGRycy9kb3ducmV2LnhtbESP3WoCMRSE7wu+QzhC72pWpa2uRrFaoUhF/Ls/bo67&#10;a5OTZZPq9u2bQsHLYWa+YcbTxhpxpdqXjhV0OwkI4szpknMFh/3yaQDCB2SNxjEp+CEP00nrYYyp&#10;djfe0nUXchEh7FNUUIRQpVL6rCCLvuMq4uidXW0xRFnnUtd4i3BrZC9JXqTFkuNCgRXNC8q+dt9W&#10;wXKzMJfeejs7yjB/fz2Zwept8anUY7uZjUAEasI9/N/+0Ar6w/4z/L2JT0B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zJdb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1181D" w:rsidRDefault="00A1181D" w:rsidP="00A118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wmdMcA&#10;AADdAAAADwAAAGRycy9kb3ducmV2LnhtbESP3WrCQBSE7wt9h+UUelN00wZFY1YphaIFBf/A25Ps&#10;MQlmz4bsNqZv3xUEL4eZ+YZJF72pRUetqywreB9GIIhzqysuFBwP34MJCOeRNdaWScEfOVjMn59S&#10;TLS98o66vS9EgLBLUEHpfZNI6fKSDLqhbYiDd7atQR9kW0jd4jXATS0/omgsDVYcFkps6Kuk/LL/&#10;NQq67TorVp1rfi6TNzeKs+Vyo09Kvb70nzMQnnr/CN/bK60gnsZjuL0JT0DO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W8Jn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1181D" w:rsidRDefault="00A1181D" w:rsidP="00A118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H/JscA&#10;AADdAAAADwAAAGRycy9kb3ducmV2LnhtbESPT2sCMRTE74V+h/AKvdWs2lZdjaIFoZeC/w56e26e&#10;u4ublzWJuvXTN0LB4zAzv2FGk8ZU4kLOl5YVtFsJCOLM6pJzBZv1/K0PwgdkjZVlUvBLHibj56cR&#10;ptpeeUmXVchFhLBPUUERQp1K6bOCDPqWrYmjd7DOYIjS5VI7vEa4qWQnST6lwZLjQoE1fRWUHVdn&#10;o2A26M9Oi3f+uS33O9pt98ePjkuUen1ppkMQgZrwCP+3v7WC7qDbg/ub+ATk+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pR/ybHAAAA3QAAAA8AAAAAAAAAAAAAAAAAmAIAAGRy&#10;cy9kb3ducmV2LnhtbFBLBQYAAAAABAAEAPUAAACMAwAAAAA=&#10;" fillcolor="black" stroked="f">
              <v:textbox>
                <w:txbxContent>
                  <w:p w:rsidR="00A1181D" w:rsidRDefault="00A1181D" w:rsidP="00A118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+eoWsUA&#10;AADdAAAADwAAAGRycy9kb3ducmV2LnhtbERPu27CMBTdK/UfrFuJrTgNAtEUgxoeUqXSAdqh4yW+&#10;JFbi6yg2EPr19YDEeHTes0VvG3GmzhvHCl6GCQjiwmnDpYKf783zFIQPyBobx6TgSh4W88eHGWba&#10;XXhH530oRQxhn6GCKoQ2k9IXFVn0Q9cSR+7oOoshwq6UusNLDLeNTJNkIi0ajg0VtrSsqKj3J6vg&#10;93NipjtD6WH7l6/1dlznX6taqcFT//4GIlAf7uKb+0MrGL2O4tz4Jj4B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56ha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1181D" w:rsidRDefault="00A1181D" w:rsidP="00A118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4zdMYA&#10;AADdAAAADwAAAGRycy9kb3ducmV2LnhtbESPT2sCMRTE7wW/Q3iCt5pVoejWKGIRe+nBf/T62Lxu&#10;trt52SZRVz99IxR6HGbmN8x82dlGXMiHyrGC0TADQVw4XXGp4HjYPE9BhIissXFMCm4UYLnoPc0x&#10;1+7KO7rsYykShEOOCkyMbS5lKAxZDEPXEifvy3mLMUlfSu3xmuC2keMse5EWK04LBltaGyrq/dkq&#10;8KvPt/rO51Od3T9uYfvd/UzRKDXod6tXEJG6+B/+a79rBZPZZAaPN+kJyM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E4zd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1181D" w:rsidRDefault="00A1181D" w:rsidP="00A118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CZMJsMA&#10;AADdAAAADwAAAGRycy9kb3ducmV2LnhtbERPzWoCMRC+F3yHMIKXolltaXU1ighCoVLQ+gDjZtxd&#10;TCbLZtS1T98cCj1+fP+LVeedulEb68AGxqMMFHERbM2lgeP3djgFFQXZogtMBh4UYbXsPS0wt+HO&#10;e7odpFQphGOOBiqRJtc6FhV5jKPQECfuHFqPkmBbatviPYV7pydZ9qY91pwaKmxoU1FxOVy9ATc5&#10;udnne9zJ46h32Y+X/fOXNWbQ79ZzUEKd/Iv/3B/WwMvsNe1Pb9IT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CZMJs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1181D" w:rsidRDefault="00A1181D" w:rsidP="00A118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ebm+cYA&#10;AADdAAAADwAAAGRycy9kb3ducmV2LnhtbESPQWsCMRSE74X+h/AK3mpWLaVdjVIVYS8eurV4fW6e&#10;m6XJy7KJuvbXm0LB4zAz3zCzRe+sOFMXGs8KRsMMBHHldcO1gt3X5vkNRIjIGq1nUnClAIv548MM&#10;c+0v/EnnMtYiQTjkqMDE2OZShsqQwzD0LXHyjr5zGJPsaqk7vCS4s3KcZa/SYcNpwWBLK0PVT3ly&#10;CtZla8e7wizD/nt7ONjid0P7tVKDp/5jCiJSH+/h/3ahFUzeX0bw9yY9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ebm+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1181D" w:rsidRDefault="00A1181D" w:rsidP="00A118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6M3P8UA&#10;AADdAAAADwAAAGRycy9kb3ducmV2LnhtbESPQWsCMRSE70L/Q3iF3tyktti6bpQiFQRPWj14eyTP&#10;3W03L8smutt/3whCj8PMfMMUy8E14kpdqD1reM4UCGLjbc2lhsPXevwOIkRki41n0vBLAZaLh1GB&#10;ufU97+i6j6VIEA45aqhibHMpg6nIYch8S5y8s+8cxiS7UtoO+wR3jZwoNZUOa04LFba0qsj87C9O&#10;w/dabr1RaI6HY7+xb6fPKTVK66fH4WMOItIQ/8P39sZqeJm9TuD2Jj0Buf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ozc/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1181D" w:rsidRDefault="00A1181D" w:rsidP="00A118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Ywi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in4x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/Ywi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1181D" w:rsidRDefault="00A1181D" w:rsidP="00A118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USLMgA&#10;AADdAAAADwAAAGRycy9kb3ducmV2LnhtbESPT2sCMRTE7wW/Q3iCt5pVV9HVKFoo9FKofw56e26e&#10;u4ubl22S6rafvikIPQ4z8xtmsWpNLW7kfGVZwaCfgCDOra64UHDYvz5PQfiArLG2TAq+ycNq2Xla&#10;YKbtnbd024VCRAj7DBWUITSZlD4vyaDv24Y4ehfrDIYoXSG1w3uEm1oOk2QiDVYcF0ps6KWk/Lr7&#10;Mgo2s+nm8yPl95/t+USn4/k6HrpEqV63Xc9BBGrDf/jRftMKRrM0hb838QnI5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ShRIsyAAAAN0AAAAPAAAAAAAAAAAAAAAAAJgCAABk&#10;cnMvZG93bnJldi54bWxQSwUGAAAAAAQABAD1AAAAjQMAAAAA&#10;" fillcolor="black" stroked="f">
              <v:textbox>
                <w:txbxContent>
                  <w:p w:rsidR="00A1181D" w:rsidRDefault="00A1181D" w:rsidP="00A118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7VNtsUA&#10;AADdAAAADwAAAGRycy9kb3ducmV2LnhtbESPQUsDMRSE70L/Q3iCN5u11aJr07IURPG0bS29vm6e&#10;m8XNy5LEdP33RhB6HGbmG2a5Hm0vEvnQOVZwNy1AEDdOd9wq+Ni/3D6CCBFZY++YFPxQgPVqcrXE&#10;UrszbyntYisyhEOJCkyMQyllaAxZDFM3EGfv03mLMUvfSu3xnOG2l7OiWEiLHecFgwNtDDVfu2+r&#10;IJ02dTVPx2S2775qvatfD6daqZvrsXoGEWmMl/B/+00rmD/dP8Dfm/wE5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tU22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1181D" w:rsidRDefault="00A1181D" w:rsidP="00A118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AzM8cA&#10;AADdAAAADwAAAGRycy9kb3ducmV2LnhtbESPQWvCQBSE7wX/w/IKvenGVkKNrlKkLdqLbSro8ZF9&#10;zQazb0N2G6O/3i0IPQ4z8w0zX/a2Fh21vnKsYDxKQBAXTldcKth9vw2fQfiArLF2TArO5GG5GNzN&#10;MdPuxF/U5aEUEcI+QwUmhCaT0heGLPqRa4ij9+NaiyHKtpS6xVOE21o+JkkqLVYcFww2tDJUHPNf&#10;q8CPV6/7D3uZdod3w9t8Y9LP0ij1cN+/zEAE6sN/+NZeawVP00kKf2/iE5CL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/gMzP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1181D" w:rsidRDefault="00A1181D" w:rsidP="00A1181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1181D" w:rsidRDefault="00A1181D" w:rsidP="00A118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181D" w:rsidRDefault="00A1181D" w:rsidP="00A118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181D" w:rsidRDefault="00A1181D" w:rsidP="00A118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181D" w:rsidRDefault="00A1181D" w:rsidP="00A118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181D" w:rsidRDefault="00A1181D" w:rsidP="00A118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1181D" w:rsidRDefault="00A1181D" w:rsidP="00A1181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1181D" w:rsidRDefault="00A1181D" w:rsidP="00A118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1181D" w:rsidRDefault="00A1181D" w:rsidP="00A118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1181D" w:rsidRDefault="00A1181D" w:rsidP="00A118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181D" w:rsidRDefault="00A1181D" w:rsidP="00A118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1181D" w:rsidRDefault="00A1181D" w:rsidP="00A118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1181D" w:rsidRDefault="00A1181D" w:rsidP="00A1181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1181D" w:rsidRDefault="00A1181D" w:rsidP="00A1181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1181D" w:rsidRPr="002C7DBF" w:rsidRDefault="00A1181D" w:rsidP="00A1181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№68</w:t>
      </w:r>
    </w:p>
    <w:p w:rsidR="00A1181D" w:rsidRDefault="00A1181D" w:rsidP="00A1181D">
      <w:pPr>
        <w:tabs>
          <w:tab w:val="left" w:pos="2160"/>
        </w:tabs>
        <w:spacing w:after="0" w:line="240" w:lineRule="auto"/>
        <w:outlineLvl w:val="0"/>
        <w:rPr>
          <w:rFonts w:ascii="Times New Roman" w:eastAsia="Times New Roman" w:hAnsi="Times New Roman"/>
          <w:b/>
          <w:sz w:val="24"/>
        </w:rPr>
      </w:pPr>
    </w:p>
    <w:p w:rsidR="00A1181D" w:rsidRPr="00B87983" w:rsidRDefault="00A1181D" w:rsidP="00A1181D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B87983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B87983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B87983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B87983">
        <w:rPr>
          <w:rFonts w:ascii="Times New Roman" w:eastAsia="Times New Roman" w:hAnsi="Times New Roman"/>
          <w:b/>
          <w:sz w:val="24"/>
        </w:rPr>
        <w:t>розробку</w:t>
      </w:r>
      <w:proofErr w:type="spellEnd"/>
    </w:p>
    <w:p w:rsidR="00A1181D" w:rsidRPr="00B87983" w:rsidRDefault="00A1181D" w:rsidP="00A1181D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B87983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B87983">
        <w:rPr>
          <w:rFonts w:ascii="Times New Roman" w:eastAsia="Times New Roman" w:hAnsi="Times New Roman"/>
          <w:b/>
          <w:sz w:val="24"/>
        </w:rPr>
        <w:t>із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b/>
          <w:sz w:val="24"/>
        </w:rPr>
        <w:t>щодо</w:t>
      </w:r>
      <w:proofErr w:type="spellEnd"/>
    </w:p>
    <w:p w:rsidR="00A1181D" w:rsidRPr="00B87983" w:rsidRDefault="00A1181D" w:rsidP="00A1181D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B87983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A1181D" w:rsidRPr="00B87983" w:rsidRDefault="00A1181D" w:rsidP="00A1181D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B87983">
        <w:rPr>
          <w:rFonts w:ascii="Times New Roman" w:eastAsia="Times New Roman" w:hAnsi="Times New Roman"/>
          <w:b/>
          <w:sz w:val="24"/>
        </w:rPr>
        <w:t>Сюсько</w:t>
      </w:r>
      <w:proofErr w:type="spellEnd"/>
      <w:r w:rsidRPr="00B87983">
        <w:rPr>
          <w:rFonts w:ascii="Times New Roman" w:eastAsia="Times New Roman" w:hAnsi="Times New Roman"/>
          <w:b/>
          <w:sz w:val="24"/>
        </w:rPr>
        <w:t xml:space="preserve"> Т.Г.</w:t>
      </w:r>
    </w:p>
    <w:p w:rsidR="00A1181D" w:rsidRPr="00B87983" w:rsidRDefault="00A1181D" w:rsidP="00A1181D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A1181D" w:rsidRPr="00B87983" w:rsidRDefault="00A1181D" w:rsidP="00A1181D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 xml:space="preserve">          </w:t>
      </w:r>
      <w:proofErr w:type="spellStart"/>
      <w:r w:rsidRPr="00B87983">
        <w:rPr>
          <w:rFonts w:ascii="Times New Roman" w:eastAsia="Times New Roman" w:hAnsi="Times New Roman"/>
          <w:sz w:val="24"/>
        </w:rPr>
        <w:t>Відповідно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B87983">
        <w:rPr>
          <w:rFonts w:ascii="Times New Roman" w:eastAsia="Times New Roman" w:hAnsi="Times New Roman"/>
          <w:sz w:val="24"/>
        </w:rPr>
        <w:t>до</w:t>
      </w:r>
      <w:proofErr w:type="gramEnd"/>
      <w:r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B87983">
        <w:rPr>
          <w:rFonts w:ascii="Times New Roman" w:eastAsia="Times New Roman" w:hAnsi="Times New Roman"/>
          <w:sz w:val="24"/>
        </w:rPr>
        <w:t>пункту</w:t>
      </w:r>
      <w:proofErr w:type="gramEnd"/>
      <w:r w:rsidRPr="00B87983">
        <w:rPr>
          <w:rFonts w:ascii="Times New Roman" w:eastAsia="Times New Roman" w:hAnsi="Times New Roman"/>
          <w:sz w:val="24"/>
        </w:rPr>
        <w:t xml:space="preserve"> 34 </w:t>
      </w:r>
      <w:proofErr w:type="spellStart"/>
      <w:r w:rsidRPr="00B87983">
        <w:rPr>
          <w:rFonts w:ascii="Times New Roman" w:eastAsia="Times New Roman" w:hAnsi="Times New Roman"/>
          <w:sz w:val="24"/>
        </w:rPr>
        <w:t>частини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B87983">
        <w:rPr>
          <w:rFonts w:ascii="Times New Roman" w:eastAsia="Times New Roman" w:hAnsi="Times New Roman"/>
          <w:sz w:val="24"/>
        </w:rPr>
        <w:t>статті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B87983">
        <w:rPr>
          <w:rFonts w:ascii="Times New Roman" w:eastAsia="Times New Roman" w:hAnsi="Times New Roman"/>
          <w:sz w:val="24"/>
        </w:rPr>
        <w:t>статті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B87983">
        <w:rPr>
          <w:rFonts w:ascii="Times New Roman" w:eastAsia="Times New Roman" w:hAnsi="Times New Roman"/>
          <w:sz w:val="24"/>
        </w:rPr>
        <w:t>України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B87983">
        <w:rPr>
          <w:rFonts w:ascii="Times New Roman" w:eastAsia="Times New Roman" w:hAnsi="Times New Roman"/>
          <w:sz w:val="24"/>
        </w:rPr>
        <w:t>місцеве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B87983">
        <w:rPr>
          <w:rFonts w:ascii="Times New Roman" w:eastAsia="Times New Roman" w:hAnsi="Times New Roman"/>
          <w:sz w:val="24"/>
        </w:rPr>
        <w:t>Україні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B87983">
        <w:rPr>
          <w:rFonts w:ascii="Times New Roman" w:eastAsia="Times New Roman" w:hAnsi="Times New Roman"/>
          <w:sz w:val="24"/>
        </w:rPr>
        <w:t>України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B87983">
        <w:rPr>
          <w:rFonts w:ascii="Times New Roman" w:eastAsia="Times New Roman" w:hAnsi="Times New Roman"/>
          <w:sz w:val="24"/>
        </w:rPr>
        <w:t>України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B87983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B87983">
        <w:rPr>
          <w:rFonts w:ascii="Times New Roman" w:eastAsia="Times New Roman" w:hAnsi="Times New Roman"/>
          <w:sz w:val="24"/>
        </w:rPr>
        <w:t>розглянувши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заяву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Сюсько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Т.Г., </w:t>
      </w:r>
      <w:proofErr w:type="spellStart"/>
      <w:r w:rsidRPr="00B87983">
        <w:rPr>
          <w:rFonts w:ascii="Times New Roman" w:eastAsia="Times New Roman" w:hAnsi="Times New Roman"/>
          <w:sz w:val="24"/>
        </w:rPr>
        <w:t>сільська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рада </w:t>
      </w:r>
    </w:p>
    <w:p w:rsidR="00A1181D" w:rsidRPr="00B87983" w:rsidRDefault="00A1181D" w:rsidP="00A1181D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B87983">
        <w:rPr>
          <w:rFonts w:ascii="Times New Roman" w:eastAsia="Times New Roman" w:hAnsi="Times New Roman"/>
          <w:sz w:val="24"/>
        </w:rPr>
        <w:t>ВИРІШИЛА:</w:t>
      </w:r>
    </w:p>
    <w:p w:rsidR="00A1181D" w:rsidRPr="00B87983" w:rsidRDefault="00A1181D" w:rsidP="00A1181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B87983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r w:rsidRPr="00B87983">
        <w:rPr>
          <w:rFonts w:ascii="Times New Roman" w:eastAsia="Times New Roman" w:hAnsi="Times New Roman"/>
          <w:sz w:val="24"/>
        </w:rPr>
        <w:t>Надати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Сюсько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Тетяні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Григорівні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,  яка </w:t>
      </w:r>
      <w:proofErr w:type="spellStart"/>
      <w:r w:rsidRPr="00B87983">
        <w:rPr>
          <w:rFonts w:ascii="Times New Roman" w:eastAsia="Times New Roman" w:hAnsi="Times New Roman"/>
          <w:sz w:val="24"/>
        </w:rPr>
        <w:t>зареєстрована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за </w:t>
      </w:r>
      <w:proofErr w:type="spellStart"/>
      <w:r w:rsidRPr="00B87983">
        <w:rPr>
          <w:rFonts w:ascii="Times New Roman" w:eastAsia="Times New Roman" w:hAnsi="Times New Roman"/>
          <w:sz w:val="24"/>
        </w:rPr>
        <w:t>адресою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: </w:t>
      </w:r>
      <w:r w:rsidR="00496298">
        <w:rPr>
          <w:rFonts w:ascii="Times New Roman" w:hAnsi="Times New Roman"/>
          <w:sz w:val="24"/>
        </w:rPr>
        <w:t>________________</w:t>
      </w:r>
      <w:bookmarkStart w:id="0" w:name="_GoBack"/>
      <w:bookmarkEnd w:id="0"/>
      <w:r w:rsidRPr="00B87983">
        <w:rPr>
          <w:rFonts w:ascii="Times New Roman" w:hAnsi="Times New Roman"/>
          <w:sz w:val="24"/>
        </w:rPr>
        <w:t>,</w:t>
      </w:r>
      <w:r w:rsidRPr="00B87983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B87983">
        <w:rPr>
          <w:rFonts w:ascii="Times New Roman" w:eastAsia="Times New Roman" w:hAnsi="Times New Roman"/>
          <w:sz w:val="24"/>
        </w:rPr>
        <w:t>дозвіл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B87983">
        <w:rPr>
          <w:rFonts w:ascii="Times New Roman" w:eastAsia="Times New Roman" w:hAnsi="Times New Roman"/>
          <w:sz w:val="24"/>
        </w:rPr>
        <w:t>розробку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 w:rsidRPr="00B87983">
        <w:rPr>
          <w:rFonts w:ascii="Times New Roman" w:eastAsia="Times New Roman" w:hAnsi="Times New Roman"/>
          <w:sz w:val="24"/>
        </w:rPr>
        <w:t>із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щодо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ділянки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B87983">
        <w:rPr>
          <w:rFonts w:ascii="Times New Roman" w:eastAsia="Times New Roman" w:hAnsi="Times New Roman"/>
          <w:sz w:val="24"/>
        </w:rPr>
        <w:t>передачі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її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B87983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, </w:t>
      </w:r>
      <w:proofErr w:type="spellStart"/>
      <w:r w:rsidRPr="00B87983">
        <w:rPr>
          <w:rFonts w:ascii="Times New Roman" w:eastAsia="Times New Roman" w:hAnsi="Times New Roman"/>
          <w:sz w:val="24"/>
        </w:rPr>
        <w:t>орієнтовною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площею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0,2000 га, для </w:t>
      </w:r>
      <w:proofErr w:type="spellStart"/>
      <w:r w:rsidRPr="00B87983">
        <w:rPr>
          <w:rFonts w:ascii="Times New Roman" w:eastAsia="Times New Roman" w:hAnsi="Times New Roman"/>
          <w:sz w:val="24"/>
        </w:rPr>
        <w:t>ведення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особистого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селянського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господарства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, яка </w:t>
      </w:r>
      <w:proofErr w:type="spellStart"/>
      <w:r w:rsidRPr="00B87983">
        <w:rPr>
          <w:rFonts w:ascii="Times New Roman" w:eastAsia="Times New Roman" w:hAnsi="Times New Roman"/>
          <w:sz w:val="24"/>
        </w:rPr>
        <w:t>розташована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B87983">
        <w:rPr>
          <w:rFonts w:ascii="Times New Roman" w:eastAsia="Times New Roman" w:hAnsi="Times New Roman"/>
          <w:sz w:val="24"/>
        </w:rPr>
        <w:t>в</w:t>
      </w:r>
      <w:proofErr w:type="gramEnd"/>
      <w:r w:rsidRPr="00B87983">
        <w:rPr>
          <w:rFonts w:ascii="Times New Roman" w:eastAsia="Times New Roman" w:hAnsi="Times New Roman"/>
          <w:sz w:val="24"/>
        </w:rPr>
        <w:t xml:space="preserve"> с.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Комарівка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по </w:t>
      </w:r>
      <w:proofErr w:type="spellStart"/>
      <w:r w:rsidRPr="00B87983">
        <w:rPr>
          <w:rFonts w:ascii="Times New Roman" w:eastAsia="Times New Roman" w:hAnsi="Times New Roman"/>
          <w:sz w:val="24"/>
        </w:rPr>
        <w:t>вул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. </w:t>
      </w:r>
      <w:proofErr w:type="spellStart"/>
      <w:r w:rsidRPr="00B87983">
        <w:rPr>
          <w:rFonts w:ascii="Times New Roman" w:eastAsia="Times New Roman" w:hAnsi="Times New Roman"/>
          <w:sz w:val="24"/>
        </w:rPr>
        <w:t>Лісова</w:t>
      </w:r>
      <w:proofErr w:type="spellEnd"/>
      <w:r w:rsidRPr="00B87983"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  <w:t>.</w:t>
      </w:r>
    </w:p>
    <w:p w:rsidR="00A1181D" w:rsidRPr="00B87983" w:rsidRDefault="00A1181D" w:rsidP="00A1181D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B87983">
        <w:rPr>
          <w:rFonts w:ascii="Times New Roman" w:eastAsia="Times New Roman" w:hAnsi="Times New Roman"/>
          <w:sz w:val="24"/>
        </w:rPr>
        <w:t xml:space="preserve">    2. </w:t>
      </w:r>
      <w:proofErr w:type="spellStart"/>
      <w:r w:rsidRPr="00B87983">
        <w:rPr>
          <w:rFonts w:ascii="Times New Roman" w:eastAsia="Times New Roman" w:hAnsi="Times New Roman"/>
          <w:sz w:val="24"/>
        </w:rPr>
        <w:t>Сюсько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Т.Г.,</w:t>
      </w:r>
      <w:proofErr w:type="spellStart"/>
      <w:r w:rsidRPr="00B87983">
        <w:rPr>
          <w:rFonts w:ascii="Times New Roman" w:eastAsia="Times New Roman" w:hAnsi="Times New Roman"/>
          <w:sz w:val="24"/>
        </w:rPr>
        <w:t>розробити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проект </w:t>
      </w:r>
      <w:proofErr w:type="spellStart"/>
      <w:r w:rsidRPr="00B87983">
        <w:rPr>
          <w:rFonts w:ascii="Times New Roman" w:eastAsia="Times New Roman" w:hAnsi="Times New Roman"/>
          <w:sz w:val="24"/>
        </w:rPr>
        <w:t>землеустрою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щодо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відведення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земельної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ділянки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B87983">
        <w:rPr>
          <w:rFonts w:ascii="Times New Roman" w:eastAsia="Times New Roman" w:hAnsi="Times New Roman"/>
          <w:sz w:val="24"/>
        </w:rPr>
        <w:t>передачі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її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B87983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та подати на </w:t>
      </w:r>
      <w:proofErr w:type="spellStart"/>
      <w:r w:rsidRPr="00B87983">
        <w:rPr>
          <w:rFonts w:ascii="Times New Roman" w:eastAsia="Times New Roman" w:hAnsi="Times New Roman"/>
          <w:sz w:val="24"/>
        </w:rPr>
        <w:t>розгляд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сесії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B87983">
        <w:rPr>
          <w:rFonts w:ascii="Times New Roman" w:eastAsia="Times New Roman" w:hAnsi="Times New Roman"/>
          <w:sz w:val="24"/>
        </w:rPr>
        <w:t>сільської</w:t>
      </w:r>
      <w:proofErr w:type="spellEnd"/>
      <w:r w:rsidRPr="00B87983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B87983">
        <w:rPr>
          <w:rFonts w:ascii="Times New Roman" w:eastAsia="Times New Roman" w:hAnsi="Times New Roman"/>
          <w:sz w:val="24"/>
        </w:rPr>
        <w:t>ради</w:t>
      </w:r>
      <w:proofErr w:type="gramEnd"/>
      <w:r w:rsidRPr="00B87983">
        <w:rPr>
          <w:rFonts w:ascii="Times New Roman" w:eastAsia="Times New Roman" w:hAnsi="Times New Roman"/>
          <w:sz w:val="24"/>
        </w:rPr>
        <w:t>.</w:t>
      </w:r>
    </w:p>
    <w:p w:rsidR="00A1181D" w:rsidRPr="00B87983" w:rsidRDefault="00A1181D" w:rsidP="00A1181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B87983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A1181D" w:rsidRDefault="00A1181D" w:rsidP="00A1181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A1181D" w:rsidRDefault="00A1181D" w:rsidP="00A1181D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A1181D" w:rsidRDefault="00A1181D" w:rsidP="00A1181D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A1181D" w:rsidRDefault="00A1181D" w:rsidP="00A1181D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       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p w:rsidR="00C94C7A" w:rsidRDefault="00C94C7A"/>
    <w:sectPr w:rsidR="00C94C7A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A1181D"/>
    <w:rsid w:val="00171A2E"/>
    <w:rsid w:val="00304C90"/>
    <w:rsid w:val="00496298"/>
    <w:rsid w:val="00505B6D"/>
    <w:rsid w:val="006D3977"/>
    <w:rsid w:val="007D6C18"/>
    <w:rsid w:val="00A1181D"/>
    <w:rsid w:val="00C94C7A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81D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1181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1181D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1181D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5</TotalTime>
  <Pages>1</Pages>
  <Words>220</Words>
  <Characters>1255</Characters>
  <Application>Microsoft Office Word</Application>
  <DocSecurity>0</DocSecurity>
  <Lines>10</Lines>
  <Paragraphs>2</Paragraphs>
  <ScaleCrop>false</ScaleCrop>
  <Company>Microsoft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2020-12-01T06:31:00Z</dcterms:created>
  <dcterms:modified xsi:type="dcterms:W3CDTF">2020-12-01T07:33:00Z</dcterms:modified>
</cp:coreProperties>
</file>